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9116" w14:textId="6DAC8A6E" w:rsidR="00582CE9" w:rsidRDefault="006E100D">
      <w:r w:rsidRPr="009F4FB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B1AAC3B" wp14:editId="294E48A0">
                <wp:simplePos x="0" y="0"/>
                <wp:positionH relativeFrom="column">
                  <wp:posOffset>-34925</wp:posOffset>
                </wp:positionH>
                <wp:positionV relativeFrom="paragraph">
                  <wp:posOffset>970403</wp:posOffset>
                </wp:positionV>
                <wp:extent cx="1384300" cy="76200"/>
                <wp:effectExtent l="0" t="0" r="6350" b="0"/>
                <wp:wrapNone/>
                <wp:docPr id="150" name="Prostokąt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76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29613CD5">
              <v:rect id="Prostokąt 150" style="position:absolute;margin-left:-2.75pt;margin-top:76.4pt;width:109pt;height:6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2cf65 [3204]" stroked="f" strokeweight="1pt" w14:anchorId="647128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"/>
            </w:pict>
          </mc:Fallback>
        </mc:AlternateContent>
      </w:r>
      <w:r w:rsidR="00A57E04" w:rsidRPr="00582CE9">
        <w:rPr>
          <w:noProof/>
          <w:lang w:eastAsia="pl-PL"/>
        </w:rPr>
        <w:drawing>
          <wp:anchor distT="0" distB="0" distL="114300" distR="114300" simplePos="0" relativeHeight="251658241" behindDoc="1" locked="0" layoutInCell="1" allowOverlap="1" wp14:anchorId="3B44D8E6" wp14:editId="5B41C0ED">
            <wp:simplePos x="0" y="0"/>
            <wp:positionH relativeFrom="column">
              <wp:posOffset>-763917</wp:posOffset>
            </wp:positionH>
            <wp:positionV relativeFrom="paragraph">
              <wp:posOffset>7435850</wp:posOffset>
            </wp:positionV>
            <wp:extent cx="7617626" cy="2361461"/>
            <wp:effectExtent l="0" t="0" r="2540" b="1270"/>
            <wp:wrapNone/>
            <wp:docPr id="167" name="Obraz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bg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85" b="56886"/>
                    <a:stretch/>
                  </pic:blipFill>
                  <pic:spPr bwMode="auto">
                    <a:xfrm>
                      <a:off x="0" y="0"/>
                      <a:ext cx="7617626" cy="2361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CE9" w:rsidRPr="00582CE9">
        <w:rPr>
          <w:noProof/>
          <w:lang w:eastAsia="pl-PL"/>
        </w:rPr>
        <mc:AlternateContent>
          <mc:Choice Requires="wpg">
            <w:drawing>
              <wp:anchor distT="0" distB="0" distL="228600" distR="228600" simplePos="0" relativeHeight="251658240" behindDoc="0" locked="0" layoutInCell="1" allowOverlap="1" wp14:anchorId="049327FB" wp14:editId="1C718088">
                <wp:simplePos x="0" y="0"/>
                <wp:positionH relativeFrom="page">
                  <wp:posOffset>339090</wp:posOffset>
                </wp:positionH>
                <wp:positionV relativeFrom="page">
                  <wp:posOffset>512445</wp:posOffset>
                </wp:positionV>
                <wp:extent cx="6807200" cy="9836150"/>
                <wp:effectExtent l="0" t="0" r="12700" b="12700"/>
                <wp:wrapSquare wrapText="bothSides"/>
                <wp:docPr id="173" name="Grupa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7200" cy="9836150"/>
                          <a:chOff x="69000" y="-241642"/>
                          <a:chExt cx="4891653" cy="1946304"/>
                        </a:xfrm>
                      </wpg:grpSpPr>
                      <wps:wsp>
                        <wps:cNvPr id="174" name="Prostokąt 174"/>
                        <wps:cNvSpPr/>
                        <wps:spPr>
                          <a:xfrm>
                            <a:off x="69000" y="1477338"/>
                            <a:ext cx="3218688" cy="22405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Pole tekstowe 178"/>
                        <wps:cNvSpPr txBox="1"/>
                        <wps:spPr>
                          <a:xfrm>
                            <a:off x="266825" y="-241642"/>
                            <a:ext cx="4693828" cy="19463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991C3C" w14:textId="77777777" w:rsidR="00662D09" w:rsidRDefault="00662D09" w:rsidP="006E100D">
                              <w:pPr>
                                <w:pStyle w:val="Tytu"/>
                                <w:rPr>
                                  <w:spacing w:val="0"/>
                                </w:rPr>
                              </w:pPr>
                            </w:p>
                            <w:p w14:paraId="3EDD0450" w14:textId="01353157" w:rsidR="00662D09" w:rsidRDefault="00662D09" w:rsidP="0061043F">
                              <w:pPr>
                                <w:pStyle w:val="Tytu"/>
                                <w:jc w:val="center"/>
                                <w:rPr>
                                  <w:spacing w:val="0"/>
                                </w:rPr>
                              </w:pPr>
                              <w:r w:rsidRPr="006E100D">
                                <w:rPr>
                                  <w:spacing w:val="0"/>
                                </w:rPr>
                                <w:t>SPECYFIKACJA WARUNKÓW ZAMÓWIENIA (SWZ)</w:t>
                              </w:r>
                            </w:p>
                            <w:p w14:paraId="3FFB34B9" w14:textId="77777777" w:rsidR="00662D09" w:rsidRDefault="00662D09" w:rsidP="006E100D">
                              <w:pPr>
                                <w:pStyle w:val="Tytu"/>
                                <w:rPr>
                                  <w:spacing w:val="0"/>
                                </w:rPr>
                              </w:pPr>
                            </w:p>
                            <w:p w14:paraId="537D96DB" w14:textId="77777777" w:rsidR="00AB3746" w:rsidRDefault="00AB3746" w:rsidP="00505047">
                              <w:pPr>
                                <w:pStyle w:val="PODTYTU"/>
                                <w:spacing w:before="400"/>
                                <w:jc w:val="center"/>
                              </w:pPr>
                            </w:p>
                            <w:p w14:paraId="3B27C963" w14:textId="3EE483B6" w:rsidR="00662D09" w:rsidRDefault="00662D09" w:rsidP="00505047">
                              <w:pPr>
                                <w:pStyle w:val="PODTYTU"/>
                                <w:spacing w:before="400"/>
                                <w:jc w:val="center"/>
                              </w:pPr>
                              <w:r>
                                <w:t xml:space="preserve">POSTĘPOWANIE ZAKUPOWE </w:t>
                              </w:r>
                              <w:r w:rsidR="00505047">
                                <w:t xml:space="preserve">                                                                </w:t>
                              </w:r>
                              <w:r>
                                <w:t xml:space="preserve">O UDZIELENIE ZAMÓWIENIA NIEPUBLICZNEGO </w:t>
                              </w:r>
                              <w:r w:rsidR="00505047">
                                <w:t xml:space="preserve">                                   </w:t>
                              </w:r>
                              <w:r>
                                <w:t xml:space="preserve">na podstawie Procedury Ogólnej Zakupów GK PGE (PROG </w:t>
                              </w:r>
                              <w:r w:rsidR="00FB5C13">
                                <w:t>00096/</w:t>
                              </w:r>
                              <w:r w:rsidR="008926B3">
                                <w:t>I</w:t>
                              </w:r>
                              <w:r w:rsidR="00610EC3" w:rsidRPr="0057449F">
                                <w:t>)</w:t>
                              </w:r>
                              <w:r w:rsidR="00610EC3">
                                <w:t xml:space="preserve">         </w:t>
                              </w:r>
                              <w:r>
                                <w:t>w trybie przetargu nieograniczonego</w:t>
                              </w:r>
                            </w:p>
                            <w:p w14:paraId="7C5D779B" w14:textId="707560EB" w:rsidR="00662D09" w:rsidRDefault="00000000" w:rsidP="00B25998">
                              <w:pPr>
                                <w:pStyle w:val="PODTYTU"/>
                                <w:spacing w:before="2160"/>
                                <w:jc w:val="center"/>
                              </w:pPr>
                              <w:sdt>
                                <w:sdtPr>
                                  <w:rPr>
                                    <w:rFonts w:ascii="Open Sans" w:eastAsia="Times New Roman" w:hAnsi="Open Sans" w:cs="Open Sans"/>
                                    <w:b/>
                                    <w:bCs/>
                                    <w:color w:val="000000"/>
                                    <w:spacing w:val="-15"/>
                                    <w:sz w:val="28"/>
                                    <w:szCs w:val="28"/>
                                    <w:lang w:eastAsia="pl-PL"/>
                                  </w:rPr>
                                  <w:alias w:val="Wskaż nazwę RFP"/>
                                  <w:tag w:val=""/>
                                  <w:id w:val="-1380701257"/>
                                  <w:placeholder>
                                    <w:docPart w:val="139AD0A791AD4DE49EE06D72A076147F"/>
                                  </w:placeholder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:text/>
                                </w:sdtPr>
                                <w:sdtContent>
                                  <w:r w:rsidR="00F57FC7" w:rsidRPr="00E027A6">
                                    <w:rPr>
                                      <w:rFonts w:ascii="Open Sans" w:eastAsia="Times New Roman" w:hAnsi="Open Sans" w:cs="Open Sans"/>
                                      <w:b/>
                                      <w:bCs/>
                                      <w:color w:val="000000"/>
                                      <w:spacing w:val="-15"/>
                                      <w:sz w:val="28"/>
                                      <w:szCs w:val="28"/>
                                      <w:lang w:eastAsia="pl-PL"/>
                                    </w:rPr>
                                    <w:t>Remont hali pociągu sieciowego Oborniki Śląskie oraz Termomodernizacja hali pociągu sieciowego Sucha Beskidzka</w:t>
                                  </w:r>
                                </w:sdtContent>
                              </w:sdt>
                              <w:r w:rsidR="00A83D0B" w:rsidRPr="00E027A6">
                                <w:t xml:space="preserve"> </w:t>
                              </w:r>
                            </w:p>
                            <w:p w14:paraId="28C26E18" w14:textId="315E8072" w:rsidR="00662D09" w:rsidRDefault="00662D09" w:rsidP="00B25998">
                              <w:pPr>
                                <w:pStyle w:val="tekst"/>
                                <w:spacing w:before="720"/>
                                <w:jc w:val="center"/>
                              </w:pPr>
                              <w:r w:rsidRPr="006E100D">
                                <w:t>Nume</w:t>
                              </w:r>
                              <w:r>
                                <w:t>r Postępowania zakupowego:</w:t>
                              </w:r>
                              <w:r>
                                <w:tab/>
                              </w:r>
                              <w:sdt>
                                <w:sdtPr>
                                  <w:rPr>
                                    <w:rFonts w:cstheme="minorHAnsi"/>
                                    <w:color w:val="13564C" w:themeColor="text2" w:themeShade="BF"/>
                                    <w:sz w:val="24"/>
                                    <w:szCs w:val="24"/>
                                  </w:rPr>
                                  <w:alias w:val="Wskaż numer RFP"/>
                                  <w:tag w:val=""/>
                                  <w:id w:val="-1580210045"/>
                                  <w:placeholder>
                                    <w:docPart w:val="167CCA9E4F05439FA9DD2B7659003F38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r w:rsidR="00DE6425" w:rsidRPr="00E027A6">
                                    <w:rPr>
                                      <w:rFonts w:cstheme="minorHAnsi"/>
                                      <w:color w:val="13564C" w:themeColor="text2" w:themeShade="BF"/>
                                      <w:sz w:val="24"/>
                                      <w:szCs w:val="24"/>
                                    </w:rPr>
                                    <w:t>POST/HZ/EK/HZL/00495/2025</w:t>
                                  </w:r>
                                </w:sdtContent>
                              </w:sdt>
                            </w:p>
                            <w:p w14:paraId="7DC6948D" w14:textId="77777777" w:rsidR="00662D09" w:rsidRDefault="00662D09" w:rsidP="0061043F"/>
                            <w:p w14:paraId="4E0AAA31" w14:textId="77777777" w:rsidR="00662D09" w:rsidRDefault="00662D09" w:rsidP="00582CE9"/>
                            <w:p w14:paraId="0A2FF36B" w14:textId="77777777" w:rsidR="00662D09" w:rsidRDefault="00662D09" w:rsidP="00582CE9"/>
                            <w:p w14:paraId="6C9A0CA3" w14:textId="77777777" w:rsidR="00662D09" w:rsidRDefault="00662D09" w:rsidP="00582CE9"/>
                            <w:p w14:paraId="6CE3AEF7" w14:textId="6BDC6733" w:rsidR="00662D09" w:rsidRDefault="00662D09" w:rsidP="00582CE9"/>
                            <w:p w14:paraId="016FF61C" w14:textId="5FDA97C3" w:rsidR="00662D09" w:rsidRDefault="00662D09" w:rsidP="00582CE9"/>
                            <w:p w14:paraId="5FFCFE9C" w14:textId="1D9AD7F3" w:rsidR="00662D09" w:rsidRDefault="00662D09" w:rsidP="00582CE9"/>
                            <w:p w14:paraId="585B4125" w14:textId="68688133" w:rsidR="00662D09" w:rsidRDefault="00662D09" w:rsidP="00582CE9"/>
                            <w:p w14:paraId="0C31748C" w14:textId="7EB896B8" w:rsidR="00662D09" w:rsidRDefault="00662D09" w:rsidP="00582CE9"/>
                            <w:p w14:paraId="0A7B13E6" w14:textId="59C652ED" w:rsidR="00505047" w:rsidRDefault="00505047" w:rsidP="00582CE9"/>
                            <w:p w14:paraId="28683B45" w14:textId="4F4C9C21" w:rsidR="00505047" w:rsidRDefault="00505047" w:rsidP="00582CE9"/>
                            <w:p w14:paraId="490E7667" w14:textId="06419D0D" w:rsidR="00505047" w:rsidRDefault="00505047" w:rsidP="00582CE9"/>
                            <w:p w14:paraId="1E32B904" w14:textId="1EEFD7F7" w:rsidR="00505047" w:rsidRDefault="00505047" w:rsidP="00582CE9"/>
                            <w:p w14:paraId="24EE7147" w14:textId="5F377FC4" w:rsidR="00662D09" w:rsidRDefault="00662D09" w:rsidP="00582CE9"/>
                            <w:p w14:paraId="6F2D65C8" w14:textId="77777777" w:rsidR="00505047" w:rsidRDefault="00505047" w:rsidP="00582CE9"/>
                            <w:p w14:paraId="1021891E" w14:textId="24028672" w:rsidR="00662D09" w:rsidRDefault="00662D09" w:rsidP="00B25998">
                              <w:pPr>
                                <w:pStyle w:val="tekst"/>
                                <w:spacing w:before="0"/>
                                <w:jc w:val="center"/>
                              </w:pPr>
                              <w:r w:rsidRPr="004031AA">
                                <w:t xml:space="preserve">Warszawa, </w:t>
                              </w:r>
                              <w:r w:rsidRPr="00E027A6">
                                <w:fldChar w:fldCharType="begin"/>
                              </w:r>
                              <w:r w:rsidRPr="00E027A6">
                                <w:instrText xml:space="preserve"> TIME \@ "d MMMM yyyy" </w:instrText>
                              </w:r>
                              <w:r w:rsidRPr="00E027A6">
                                <w:fldChar w:fldCharType="separate"/>
                              </w:r>
                              <w:r w:rsidR="00E6249E">
                                <w:rPr>
                                  <w:noProof/>
                                </w:rPr>
                                <w:t>14 stycznia 2026</w:t>
                              </w:r>
                              <w:r w:rsidRPr="00E027A6">
                                <w:fldChar w:fldCharType="end"/>
                              </w:r>
                              <w:r w:rsidR="008B01A3" w:rsidRPr="00E027A6">
                                <w:t>.</w:t>
                              </w:r>
                              <w:r w:rsidRPr="00E027A6">
                                <w:t xml:space="preserve"> r.</w:t>
                              </w:r>
                            </w:p>
                            <w:p w14:paraId="75BC2D58" w14:textId="77777777" w:rsidR="00662D09" w:rsidRDefault="00662D09" w:rsidP="00582CE9"/>
                            <w:p w14:paraId="4F246D4C" w14:textId="77777777" w:rsidR="00662D09" w:rsidRDefault="00662D09" w:rsidP="00582CE9"/>
                            <w:p w14:paraId="4381DED7" w14:textId="77777777" w:rsidR="00662D09" w:rsidRDefault="00662D09" w:rsidP="00582CE9"/>
                            <w:p w14:paraId="684EBCF6" w14:textId="77777777" w:rsidR="00662D09" w:rsidRDefault="00662D09" w:rsidP="00582CE9"/>
                            <w:p w14:paraId="2FB427EC" w14:textId="77777777" w:rsidR="00662D09" w:rsidRDefault="00662D09" w:rsidP="00582CE9"/>
                            <w:p w14:paraId="2D6C5A8F" w14:textId="77777777" w:rsidR="00662D09" w:rsidRDefault="00662D09" w:rsidP="00582CE9"/>
                            <w:p w14:paraId="30DAE0EA" w14:textId="77777777" w:rsidR="00662D09" w:rsidRDefault="00662D09" w:rsidP="00582CE9"/>
                            <w:p w14:paraId="57F336FD" w14:textId="77777777" w:rsidR="00662D09" w:rsidRDefault="00662D09" w:rsidP="00582CE9"/>
                            <w:p w14:paraId="28917AC7" w14:textId="77777777" w:rsidR="00662D09" w:rsidRDefault="00662D09" w:rsidP="00582CE9"/>
                            <w:p w14:paraId="701FE939" w14:textId="77777777" w:rsidR="00662D09" w:rsidRDefault="00662D09" w:rsidP="00582CE9"/>
                            <w:p w14:paraId="1343341C" w14:textId="77777777" w:rsidR="00662D09" w:rsidRDefault="00662D09" w:rsidP="00582CE9"/>
                            <w:p w14:paraId="1432C827" w14:textId="77777777" w:rsidR="00662D09" w:rsidRDefault="00662D09" w:rsidP="00582CE9"/>
                            <w:p w14:paraId="7B35398F" w14:textId="77777777" w:rsidR="00662D09" w:rsidRDefault="00662D09" w:rsidP="00582CE9"/>
                            <w:p w14:paraId="43EE2866" w14:textId="77777777" w:rsidR="00662D09" w:rsidRDefault="00662D09" w:rsidP="00582CE9"/>
                            <w:p w14:paraId="229097DD" w14:textId="77777777" w:rsidR="00662D09" w:rsidRDefault="00662D09" w:rsidP="00582CE9"/>
                            <w:p w14:paraId="201EC5B7" w14:textId="77777777" w:rsidR="00662D09" w:rsidRDefault="00662D09" w:rsidP="00582CE9"/>
                            <w:p w14:paraId="5793BB72" w14:textId="77777777" w:rsidR="00662D09" w:rsidRDefault="00662D09" w:rsidP="00582CE9"/>
                            <w:p w14:paraId="598AE692" w14:textId="77777777" w:rsidR="00662D09" w:rsidRDefault="00662D09" w:rsidP="00582CE9"/>
                            <w:p w14:paraId="40BC46EE" w14:textId="77777777" w:rsidR="00662D09" w:rsidRDefault="00662D09" w:rsidP="00582CE9"/>
                            <w:p w14:paraId="11F9F4C7" w14:textId="77777777" w:rsidR="00662D09" w:rsidRDefault="00662D09" w:rsidP="00582CE9"/>
                            <w:p w14:paraId="3D302161" w14:textId="77777777" w:rsidR="00662D09" w:rsidRDefault="00662D09" w:rsidP="00582CE9"/>
                            <w:p w14:paraId="7A7D4AB8" w14:textId="77777777" w:rsidR="00662D09" w:rsidRDefault="00662D09" w:rsidP="00582CE9"/>
                            <w:p w14:paraId="33A875CC" w14:textId="77777777" w:rsidR="00662D09" w:rsidRDefault="00662D09" w:rsidP="00582CE9">
                              <w:pPr>
                                <w:jc w:val="right"/>
                              </w:pPr>
                            </w:p>
                            <w:p w14:paraId="60BBDDD0" w14:textId="77777777" w:rsidR="00662D09" w:rsidRDefault="00662D09" w:rsidP="00582CE9"/>
                            <w:p w14:paraId="22395213" w14:textId="77777777" w:rsidR="00662D09" w:rsidRDefault="00662D09" w:rsidP="00582CE9"/>
                            <w:p w14:paraId="0C0E70C2" w14:textId="77777777" w:rsidR="00662D09" w:rsidRDefault="00662D09" w:rsidP="00582CE9"/>
                            <w:p w14:paraId="21086B64" w14:textId="77777777" w:rsidR="00662D09" w:rsidRDefault="00662D09" w:rsidP="00582CE9"/>
                            <w:p w14:paraId="5B0C958C" w14:textId="77777777" w:rsidR="00662D09" w:rsidRDefault="00662D09" w:rsidP="00582CE9"/>
                            <w:p w14:paraId="0CD1FADF" w14:textId="77777777" w:rsidR="00662D09" w:rsidRDefault="00662D09" w:rsidP="00582CE9"/>
                            <w:p w14:paraId="6E91FCC6" w14:textId="77777777" w:rsidR="00662D09" w:rsidRDefault="00662D09" w:rsidP="00582CE9"/>
                            <w:p w14:paraId="719B27DF" w14:textId="77777777" w:rsidR="00662D09" w:rsidRDefault="00662D09" w:rsidP="00582CE9"/>
                            <w:p w14:paraId="68557E3C" w14:textId="77777777" w:rsidR="00662D09" w:rsidRDefault="00662D09" w:rsidP="00582CE9"/>
                            <w:p w14:paraId="32D8B71D" w14:textId="77777777" w:rsidR="00662D09" w:rsidRDefault="00662D09" w:rsidP="00582CE9"/>
                            <w:p w14:paraId="3EF59BEB" w14:textId="77777777" w:rsidR="00662D09" w:rsidRDefault="00662D09" w:rsidP="00582CE9"/>
                            <w:p w14:paraId="6F6B4BAD" w14:textId="77777777" w:rsidR="00662D09" w:rsidRDefault="00662D09" w:rsidP="00582CE9"/>
                            <w:p w14:paraId="02432CBA" w14:textId="77777777" w:rsidR="00662D09" w:rsidRDefault="00662D09" w:rsidP="00582CE9"/>
                            <w:p w14:paraId="66179F3B" w14:textId="77777777" w:rsidR="00662D09" w:rsidRDefault="00662D09" w:rsidP="00582CE9"/>
                            <w:p w14:paraId="3344751A" w14:textId="77777777" w:rsidR="00662D09" w:rsidRDefault="00662D09" w:rsidP="00582CE9"/>
                            <w:p w14:paraId="644D28AE" w14:textId="77777777" w:rsidR="00662D09" w:rsidRDefault="00662D09" w:rsidP="00582CE9"/>
                            <w:p w14:paraId="7F1E8AED" w14:textId="77777777" w:rsidR="00662D09" w:rsidRDefault="00662D09" w:rsidP="00582CE9"/>
                            <w:p w14:paraId="51C49FA1" w14:textId="77777777" w:rsidR="00662D09" w:rsidRDefault="00662D09" w:rsidP="00582CE9"/>
                            <w:p w14:paraId="7F2CD54D" w14:textId="77777777" w:rsidR="00662D09" w:rsidRDefault="00662D09" w:rsidP="00582CE9"/>
                            <w:p w14:paraId="75FFE7CD" w14:textId="77777777" w:rsidR="00662D09" w:rsidRDefault="00662D09" w:rsidP="00582CE9"/>
                            <w:p w14:paraId="756C94FC" w14:textId="77777777" w:rsidR="00662D09" w:rsidRDefault="00662D09" w:rsidP="00582CE9"/>
                            <w:p w14:paraId="619C8EF1" w14:textId="77777777" w:rsidR="00662D09" w:rsidRDefault="00662D09" w:rsidP="00582CE9"/>
                            <w:p w14:paraId="4E249615" w14:textId="77777777" w:rsidR="00662D09" w:rsidRDefault="00662D09" w:rsidP="00582CE9"/>
                            <w:p w14:paraId="6C9E77FF" w14:textId="77777777" w:rsidR="00662D09" w:rsidRDefault="00662D09" w:rsidP="00582CE9"/>
                            <w:p w14:paraId="166E5FB6" w14:textId="77777777" w:rsidR="00662D09" w:rsidRDefault="00662D09" w:rsidP="00582CE9"/>
                            <w:p w14:paraId="235A7627" w14:textId="77777777" w:rsidR="00662D09" w:rsidRDefault="00662D09" w:rsidP="00582CE9"/>
                            <w:p w14:paraId="60737003" w14:textId="77777777" w:rsidR="00662D09" w:rsidRDefault="00662D09" w:rsidP="00582C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1F7747EA" wp14:editId="3E0EB22D">
                                    <wp:extent cx="1630117" cy="971550"/>
                                    <wp:effectExtent l="0" t="0" r="8255" b="0"/>
                                    <wp:docPr id="1" name="Obraz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0" name="logo_PGEProwadzimyWZielonejZmianie.jpg"/>
                                            <pic:cNvPicPr/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47236" cy="981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79D059F" w14:textId="77777777" w:rsidR="00662D09" w:rsidRPr="00532563" w:rsidRDefault="00662D09" w:rsidP="00582CE9">
                              <w:pPr>
                                <w:jc w:val="right"/>
                              </w:pPr>
                            </w:p>
                            <w:p w14:paraId="6DED7921" w14:textId="77777777" w:rsidR="00662D09" w:rsidRDefault="00662D09" w:rsidP="00582CE9"/>
                            <w:p w14:paraId="4A4CD50F" w14:textId="77777777" w:rsidR="00662D09" w:rsidRPr="002C29FC" w:rsidRDefault="00662D09" w:rsidP="00582CE9">
                              <w:bookmarkStart w:id="0" w:name="_Toc85738539"/>
                              <w:bookmarkStart w:id="1" w:name="_Toc85738566"/>
                              <w:bookmarkStart w:id="2" w:name="_Toc85738843"/>
                              <w:r w:rsidRPr="00256A41">
                                <w:t>z dz</w:t>
                              </w:r>
                              <w:r>
                                <w:t>iałalności Grupy Kapitałowej PGE</w:t>
                              </w:r>
                              <w:r>
                                <w:br/>
                              </w:r>
                              <w:r w:rsidRPr="00256A41">
                                <w:t>za okres 6 miesięcy</w:t>
                              </w:r>
                              <w:bookmarkEnd w:id="0"/>
                              <w:bookmarkEnd w:id="1"/>
                              <w:bookmarkEnd w:id="2"/>
                              <w:r>
                                <w:t xml:space="preserve"> </w:t>
                              </w:r>
                            </w:p>
                            <w:p w14:paraId="009673D9" w14:textId="77777777" w:rsidR="00662D09" w:rsidRPr="00532563" w:rsidRDefault="00662D09" w:rsidP="00582CE9"/>
                            <w:p w14:paraId="26E705AE" w14:textId="77777777" w:rsidR="00662D09" w:rsidRDefault="00662D09" w:rsidP="00582CE9">
                              <w:r>
                                <w:t>zakończony XX</w:t>
                              </w:r>
                              <w:r w:rsidRPr="00532563">
                                <w:t xml:space="preserve"> </w:t>
                              </w:r>
                              <w:r>
                                <w:t>[miesiąc] 202X</w:t>
                              </w:r>
                              <w:r w:rsidRPr="00532563">
                                <w:t xml:space="preserve"> roku</w:t>
                              </w:r>
                            </w:p>
                            <w:p w14:paraId="07D1A062" w14:textId="77777777" w:rsidR="00662D09" w:rsidRDefault="00662D09" w:rsidP="00582CE9"/>
                            <w:p w14:paraId="1002891D" w14:textId="77777777" w:rsidR="00662D09" w:rsidRDefault="00662D09" w:rsidP="00582CE9"/>
                            <w:p w14:paraId="4C52CD87" w14:textId="77777777" w:rsidR="00662D09" w:rsidRDefault="00662D09" w:rsidP="00582CE9"/>
                            <w:p w14:paraId="1FA387C7" w14:textId="77777777" w:rsidR="00662D09" w:rsidRDefault="00662D09" w:rsidP="00582CE9"/>
                            <w:p w14:paraId="5F9CA346" w14:textId="77777777" w:rsidR="00662D09" w:rsidRDefault="00662D09" w:rsidP="00582CE9"/>
                            <w:p w14:paraId="1730A74C" w14:textId="77777777" w:rsidR="00662D09" w:rsidRDefault="00662D09" w:rsidP="00582CE9"/>
                            <w:p w14:paraId="408ED38B" w14:textId="77777777" w:rsidR="00662D09" w:rsidRDefault="00662D09" w:rsidP="00582CE9"/>
                            <w:p w14:paraId="42565988" w14:textId="77777777" w:rsidR="00662D09" w:rsidRDefault="00662D09" w:rsidP="00582CE9"/>
                            <w:p w14:paraId="05B58EAD" w14:textId="77777777" w:rsidR="00662D09" w:rsidRDefault="00662D09" w:rsidP="00582CE9"/>
                            <w:p w14:paraId="212F3547" w14:textId="77777777" w:rsidR="00662D09" w:rsidRDefault="00662D09" w:rsidP="00582CE9"/>
                            <w:p w14:paraId="2B1BA1A3" w14:textId="77777777" w:rsidR="00662D09" w:rsidRDefault="00662D09" w:rsidP="00582CE9"/>
                            <w:p w14:paraId="5E14B092" w14:textId="77777777" w:rsidR="00662D09" w:rsidRDefault="00662D09" w:rsidP="00582CE9"/>
                            <w:p w14:paraId="5AC6C062" w14:textId="77777777" w:rsidR="00662D09" w:rsidRDefault="00662D09" w:rsidP="00582CE9"/>
                            <w:p w14:paraId="15CF464C" w14:textId="77777777" w:rsidR="00662D09" w:rsidRDefault="00662D09" w:rsidP="00582CE9"/>
                            <w:p w14:paraId="4BC88B27" w14:textId="77777777" w:rsidR="00662D09" w:rsidRDefault="00662D09" w:rsidP="00582CE9"/>
                            <w:p w14:paraId="678F4430" w14:textId="77777777" w:rsidR="00662D09" w:rsidRDefault="00662D09" w:rsidP="00582CE9"/>
                            <w:p w14:paraId="7E37CA4A" w14:textId="77777777" w:rsidR="00662D09" w:rsidRDefault="00662D09" w:rsidP="00582CE9"/>
                            <w:p w14:paraId="3D586574" w14:textId="77777777" w:rsidR="00662D09" w:rsidRDefault="00662D09" w:rsidP="00582CE9"/>
                            <w:p w14:paraId="0338F4A0" w14:textId="77777777" w:rsidR="00662D09" w:rsidRDefault="00662D09" w:rsidP="00582CE9"/>
                            <w:p w14:paraId="3B0D5DAA" w14:textId="77777777" w:rsidR="00662D09" w:rsidRDefault="00662D09" w:rsidP="00582CE9"/>
                            <w:p w14:paraId="0ACF1DCD" w14:textId="77777777" w:rsidR="00662D09" w:rsidRDefault="00662D09" w:rsidP="00582CE9"/>
                            <w:p w14:paraId="46B70030" w14:textId="77777777" w:rsidR="00662D09" w:rsidRDefault="00662D09" w:rsidP="00582CE9"/>
                            <w:p w14:paraId="758F0C8C" w14:textId="77777777" w:rsidR="00662D09" w:rsidRDefault="00662D09" w:rsidP="00582CE9"/>
                            <w:p w14:paraId="0BE15245" w14:textId="77777777" w:rsidR="00662D09" w:rsidRDefault="00662D09" w:rsidP="00582CE9"/>
                            <w:p w14:paraId="5E1DDAD6" w14:textId="77777777" w:rsidR="00662D09" w:rsidRDefault="00662D09" w:rsidP="00582CE9"/>
                            <w:p w14:paraId="3A611F4E" w14:textId="77777777" w:rsidR="00662D09" w:rsidRDefault="00662D09" w:rsidP="00582CE9"/>
                            <w:p w14:paraId="3AFACBD4" w14:textId="77777777" w:rsidR="00662D09" w:rsidRDefault="00662D09" w:rsidP="00582CE9"/>
                            <w:p w14:paraId="426A4B59" w14:textId="77777777" w:rsidR="00662D09" w:rsidRDefault="00662D09" w:rsidP="00582CE9"/>
                            <w:p w14:paraId="02D96C2E" w14:textId="77777777" w:rsidR="00662D09" w:rsidRDefault="00662D09" w:rsidP="00582CE9"/>
                            <w:p w14:paraId="6A17C1D4" w14:textId="77777777" w:rsidR="00662D09" w:rsidRDefault="00662D09" w:rsidP="00582CE9"/>
                            <w:p w14:paraId="2C73C6CC" w14:textId="77777777" w:rsidR="00662D09" w:rsidRDefault="00662D09" w:rsidP="00582CE9"/>
                            <w:p w14:paraId="709E5659" w14:textId="77777777" w:rsidR="00662D09" w:rsidRDefault="00662D09" w:rsidP="00582C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54D63DD7" wp14:editId="3A0F449C">
                                    <wp:extent cx="1630117" cy="971550"/>
                                    <wp:effectExtent l="0" t="0" r="8255" b="0"/>
                                    <wp:docPr id="2" name="Obraz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0" name="logo_PGEProwadzimyWZielonejZmianie.jpg"/>
                                            <pic:cNvPicPr/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47236" cy="981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5639729" w14:textId="77777777" w:rsidR="00662D09" w:rsidRPr="00532563" w:rsidRDefault="00662D09" w:rsidP="00582CE9">
                              <w:pPr>
                                <w:jc w:val="right"/>
                              </w:pPr>
                            </w:p>
                            <w:p w14:paraId="58AAB910" w14:textId="77777777" w:rsidR="00662D09" w:rsidRDefault="00662D09" w:rsidP="00582CE9"/>
                            <w:p w14:paraId="288A8B5B" w14:textId="77777777" w:rsidR="00662D09" w:rsidRPr="002C29FC" w:rsidRDefault="00662D09" w:rsidP="00582CE9">
                              <w:bookmarkStart w:id="3" w:name="_Toc85738540"/>
                              <w:bookmarkStart w:id="4" w:name="_Toc85738567"/>
                              <w:bookmarkStart w:id="5" w:name="_Toc85738844"/>
                              <w:r w:rsidRPr="00256A41">
                                <w:t>z dz</w:t>
                              </w:r>
                              <w:r>
                                <w:t>iałalności Grupy Kapitałowej PGE</w:t>
                              </w:r>
                              <w:r>
                                <w:br/>
                              </w:r>
                              <w:r w:rsidRPr="00256A41">
                                <w:t>za okres 6 miesięcy</w:t>
                              </w:r>
                              <w:bookmarkEnd w:id="3"/>
                              <w:bookmarkEnd w:id="4"/>
                              <w:bookmarkEnd w:id="5"/>
                              <w:r>
                                <w:t xml:space="preserve"> </w:t>
                              </w:r>
                            </w:p>
                            <w:p w14:paraId="6610F527" w14:textId="77777777" w:rsidR="00662D09" w:rsidRPr="00532563" w:rsidRDefault="00662D09" w:rsidP="00582CE9"/>
                            <w:p w14:paraId="3399C3DE" w14:textId="77777777" w:rsidR="00662D09" w:rsidRDefault="00662D09" w:rsidP="00582CE9">
                              <w:r>
                                <w:t>zakończony XX</w:t>
                              </w:r>
                              <w:r w:rsidRPr="00532563">
                                <w:t xml:space="preserve"> </w:t>
                              </w:r>
                              <w:r>
                                <w:t>[miesiąc] 202X</w:t>
                              </w:r>
                              <w:r w:rsidRPr="00532563">
                                <w:t xml:space="preserve"> roku</w:t>
                              </w:r>
                            </w:p>
                            <w:p w14:paraId="2CFBE84D" w14:textId="77777777" w:rsidR="00662D09" w:rsidRDefault="00662D09" w:rsidP="00582CE9"/>
                            <w:p w14:paraId="570BA4D8" w14:textId="77777777" w:rsidR="00662D09" w:rsidRDefault="00662D09" w:rsidP="00582CE9"/>
                            <w:p w14:paraId="74BFC842" w14:textId="77777777" w:rsidR="00662D09" w:rsidRDefault="00662D09" w:rsidP="00582CE9"/>
                            <w:p w14:paraId="7C728B5A" w14:textId="77777777" w:rsidR="00662D09" w:rsidRDefault="00662D09" w:rsidP="00582CE9"/>
                            <w:p w14:paraId="5158F3CE" w14:textId="77777777" w:rsidR="00662D09" w:rsidRDefault="00662D09" w:rsidP="00582CE9"/>
                            <w:p w14:paraId="5C8E0644" w14:textId="77777777" w:rsidR="00662D09" w:rsidRDefault="00662D09" w:rsidP="00582CE9"/>
                            <w:p w14:paraId="4F935623" w14:textId="77777777" w:rsidR="00662D09" w:rsidRDefault="00662D09" w:rsidP="00582CE9"/>
                            <w:p w14:paraId="625C6B15" w14:textId="77777777" w:rsidR="00662D09" w:rsidRDefault="00662D09" w:rsidP="00582CE9"/>
                            <w:p w14:paraId="0E84F3D3" w14:textId="77777777" w:rsidR="00662D09" w:rsidRDefault="00662D09" w:rsidP="00582CE9"/>
                            <w:p w14:paraId="1D8AAE69" w14:textId="77777777" w:rsidR="00662D09" w:rsidRDefault="00662D09" w:rsidP="00582CE9"/>
                            <w:p w14:paraId="6C51B3EE" w14:textId="77777777" w:rsidR="00662D09" w:rsidRDefault="00662D09" w:rsidP="00582CE9"/>
                            <w:p w14:paraId="15709DBC" w14:textId="77777777" w:rsidR="00662D09" w:rsidRDefault="00662D09" w:rsidP="00582CE9"/>
                            <w:p w14:paraId="1C5FFAE8" w14:textId="77777777" w:rsidR="00662D09" w:rsidRDefault="00662D09" w:rsidP="00582CE9"/>
                            <w:p w14:paraId="2929664E" w14:textId="77777777" w:rsidR="00662D09" w:rsidRDefault="00662D09" w:rsidP="00582CE9"/>
                            <w:p w14:paraId="344697E0" w14:textId="77777777" w:rsidR="00662D09" w:rsidRDefault="00662D09" w:rsidP="00582CE9"/>
                            <w:p w14:paraId="133D488A" w14:textId="77777777" w:rsidR="00662D09" w:rsidRDefault="00662D09" w:rsidP="00582CE9"/>
                            <w:p w14:paraId="311499A5" w14:textId="77777777" w:rsidR="00662D09" w:rsidRDefault="00662D09" w:rsidP="00582CE9"/>
                            <w:p w14:paraId="7E571BAA" w14:textId="77777777" w:rsidR="00662D09" w:rsidRDefault="00662D09" w:rsidP="00582CE9"/>
                            <w:p w14:paraId="6ECD48F5" w14:textId="77777777" w:rsidR="00662D09" w:rsidRDefault="00662D09" w:rsidP="00582CE9"/>
                            <w:p w14:paraId="5474D71D" w14:textId="77777777" w:rsidR="00662D09" w:rsidRDefault="00662D09" w:rsidP="00582CE9"/>
                            <w:p w14:paraId="216D53F8" w14:textId="77777777" w:rsidR="00662D09" w:rsidRDefault="00662D09" w:rsidP="00582CE9"/>
                            <w:p w14:paraId="7A3B222A" w14:textId="77777777" w:rsidR="00662D09" w:rsidRDefault="00662D09" w:rsidP="00582CE9"/>
                            <w:p w14:paraId="499A93A0" w14:textId="77777777" w:rsidR="00662D09" w:rsidRDefault="00662D09" w:rsidP="00582CE9"/>
                            <w:p w14:paraId="4A1E5065" w14:textId="77777777" w:rsidR="00662D09" w:rsidRDefault="00662D09" w:rsidP="00582CE9"/>
                            <w:p w14:paraId="07FF026B" w14:textId="77777777" w:rsidR="00662D09" w:rsidRDefault="00662D09" w:rsidP="00582CE9"/>
                            <w:p w14:paraId="5D0C8089" w14:textId="77777777" w:rsidR="00662D09" w:rsidRDefault="00662D09" w:rsidP="00582CE9"/>
                            <w:p w14:paraId="43ABF46A" w14:textId="77777777" w:rsidR="00662D09" w:rsidRDefault="00662D09" w:rsidP="00582CE9"/>
                            <w:p w14:paraId="36CC6EE2" w14:textId="77777777" w:rsidR="00662D09" w:rsidRDefault="00662D09" w:rsidP="00582CE9"/>
                            <w:p w14:paraId="5BC6AEEA" w14:textId="77777777" w:rsidR="00662D09" w:rsidRDefault="00662D09" w:rsidP="00582CE9"/>
                            <w:p w14:paraId="7031268A" w14:textId="77777777" w:rsidR="00662D09" w:rsidRDefault="00662D09" w:rsidP="00582CE9"/>
                            <w:p w14:paraId="28A06CAD" w14:textId="77777777" w:rsidR="00662D09" w:rsidRDefault="00662D09" w:rsidP="00582CE9"/>
                            <w:p w14:paraId="2D75FC18" w14:textId="77777777" w:rsidR="00662D09" w:rsidRDefault="00662D09" w:rsidP="00582C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76C7F6E6" wp14:editId="7057DAC6">
                                    <wp:extent cx="1630117" cy="971550"/>
                                    <wp:effectExtent l="0" t="0" r="8255" b="0"/>
                                    <wp:docPr id="3" name="Obraz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0" name="logo_PGEProwadzimyWZielonejZmianie.jpg"/>
                                            <pic:cNvPicPr/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47236" cy="981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254F6FE" w14:textId="77777777" w:rsidR="00662D09" w:rsidRPr="00532563" w:rsidRDefault="00662D09" w:rsidP="00582CE9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9327FB" id="Grupa 173" o:spid="_x0000_s1026" style="position:absolute;margin-left:26.7pt;margin-top:40.35pt;width:536pt;height:774.5pt;z-index:251658240;mso-wrap-distance-left:18pt;mso-wrap-distance-right:18pt;mso-position-horizontal-relative:page;mso-position-vertical-relative:page;mso-width-relative:margin;mso-height-relative:margin" coordorigin="690,-2416" coordsize="48916,1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">
                <v:rect id="Prostokąt 174" o:spid="_x0000_s1027" style="position:absolute;left:690;top:14773;width:32186;height: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" fillcolor="white [3212]" stroked="f" strokeweight="1pt">
                  <v:fill opacity="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78" o:spid="_x0000_s1028" type="#_x0000_t202" style="position:absolute;left:2668;top:-2416;width:46938;height:1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" filled="f" stroked="f" strokeweight=".5pt">
                  <v:textbox inset="3.6pt,7.2pt,0,0">
                    <w:txbxContent>
                      <w:p w14:paraId="5A991C3C" w14:textId="77777777" w:rsidR="00662D09" w:rsidRDefault="00662D09" w:rsidP="006E100D">
                        <w:pPr>
                          <w:pStyle w:val="Tytu"/>
                          <w:rPr>
                            <w:spacing w:val="0"/>
                          </w:rPr>
                        </w:pPr>
                      </w:p>
                      <w:p w14:paraId="3EDD0450" w14:textId="01353157" w:rsidR="00662D09" w:rsidRDefault="00662D09" w:rsidP="0061043F">
                        <w:pPr>
                          <w:pStyle w:val="Tytu"/>
                          <w:jc w:val="center"/>
                          <w:rPr>
                            <w:spacing w:val="0"/>
                          </w:rPr>
                        </w:pPr>
                        <w:r w:rsidRPr="006E100D">
                          <w:rPr>
                            <w:spacing w:val="0"/>
                          </w:rPr>
                          <w:t>SPECYFIKACJA WARUNKÓW ZAMÓWIENIA (SWZ)</w:t>
                        </w:r>
                      </w:p>
                      <w:p w14:paraId="3FFB34B9" w14:textId="77777777" w:rsidR="00662D09" w:rsidRDefault="00662D09" w:rsidP="006E100D">
                        <w:pPr>
                          <w:pStyle w:val="Tytu"/>
                          <w:rPr>
                            <w:spacing w:val="0"/>
                          </w:rPr>
                        </w:pPr>
                      </w:p>
                      <w:p w14:paraId="537D96DB" w14:textId="77777777" w:rsidR="00AB3746" w:rsidRDefault="00AB3746" w:rsidP="00505047">
                        <w:pPr>
                          <w:pStyle w:val="PODTYTU"/>
                          <w:spacing w:before="400"/>
                          <w:jc w:val="center"/>
                        </w:pPr>
                      </w:p>
                      <w:p w14:paraId="3B27C963" w14:textId="3EE483B6" w:rsidR="00662D09" w:rsidRDefault="00662D09" w:rsidP="00505047">
                        <w:pPr>
                          <w:pStyle w:val="PODTYTU"/>
                          <w:spacing w:before="400"/>
                          <w:jc w:val="center"/>
                        </w:pPr>
                        <w:r>
                          <w:t xml:space="preserve">POSTĘPOWANIE ZAKUPOWE </w:t>
                        </w:r>
                        <w:r w:rsidR="00505047">
                          <w:t xml:space="preserve">                                                                </w:t>
                        </w:r>
                        <w:r>
                          <w:t xml:space="preserve">O UDZIELENIE ZAMÓWIENIA NIEPUBLICZNEGO </w:t>
                        </w:r>
                        <w:r w:rsidR="00505047">
                          <w:t xml:space="preserve">                                   </w:t>
                        </w:r>
                        <w:r>
                          <w:t xml:space="preserve">na podstawie Procedury Ogólnej Zakupów GK PGE (PROG </w:t>
                        </w:r>
                        <w:r w:rsidR="00FB5C13">
                          <w:t>00096/</w:t>
                        </w:r>
                        <w:r w:rsidR="008926B3">
                          <w:t>I</w:t>
                        </w:r>
                        <w:r w:rsidR="00610EC3" w:rsidRPr="0057449F">
                          <w:t>)</w:t>
                        </w:r>
                        <w:r w:rsidR="00610EC3">
                          <w:t xml:space="preserve">         </w:t>
                        </w:r>
                        <w:r>
                          <w:t>w trybie przetargu nieograniczonego</w:t>
                        </w:r>
                      </w:p>
                      <w:p w14:paraId="7C5D779B" w14:textId="707560EB" w:rsidR="00662D09" w:rsidRDefault="00000000" w:rsidP="00B25998">
                        <w:pPr>
                          <w:pStyle w:val="PODTYTU"/>
                          <w:spacing w:before="2160"/>
                          <w:jc w:val="center"/>
                        </w:pPr>
                        <w:sdt>
                          <w:sdtPr>
                            <w:rPr>
                              <w:rFonts w:ascii="Open Sans" w:eastAsia="Times New Roman" w:hAnsi="Open Sans" w:cs="Open Sans"/>
                              <w:b/>
                              <w:bCs/>
                              <w:color w:val="000000"/>
                              <w:spacing w:val="-15"/>
                              <w:sz w:val="28"/>
                              <w:szCs w:val="28"/>
                              <w:lang w:eastAsia="pl-PL"/>
                            </w:rPr>
                            <w:alias w:val="Wskaż nazwę RFP"/>
                            <w:tag w:val=""/>
                            <w:id w:val="-1380701257"/>
                            <w:placeholder>
                              <w:docPart w:val="139AD0A791AD4DE49EE06D72A076147F"/>
                            </w:placeholder>
                            <w:dataBinding w:prefixMappings="xmlns:ns0='http://schemas.microsoft.com/office/2006/coverPageProps' " w:xpath="/ns0:CoverPageProperties[1]/ns0:CompanyAddress[1]" w:storeItemID="{55AF091B-3C7A-41E3-B477-F2FDAA23CFDA}"/>
                            <w:text/>
                          </w:sdtPr>
                          <w:sdtContent>
                            <w:r w:rsidR="00F57FC7" w:rsidRPr="00E027A6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color w:val="000000"/>
                                <w:spacing w:val="-15"/>
                                <w:sz w:val="28"/>
                                <w:szCs w:val="28"/>
                                <w:lang w:eastAsia="pl-PL"/>
                              </w:rPr>
                              <w:t>Remont hali pociągu sieciowego Oborniki Śląskie oraz Termomodernizacja hali pociągu sieciowego Sucha Beskidzka</w:t>
                            </w:r>
                          </w:sdtContent>
                        </w:sdt>
                        <w:r w:rsidR="00A83D0B" w:rsidRPr="00E027A6">
                          <w:t xml:space="preserve"> </w:t>
                        </w:r>
                      </w:p>
                      <w:p w14:paraId="28C26E18" w14:textId="315E8072" w:rsidR="00662D09" w:rsidRDefault="00662D09" w:rsidP="00B25998">
                        <w:pPr>
                          <w:pStyle w:val="tekst"/>
                          <w:spacing w:before="720"/>
                          <w:jc w:val="center"/>
                        </w:pPr>
                        <w:r w:rsidRPr="006E100D">
                          <w:t>Nume</w:t>
                        </w:r>
                        <w:r>
                          <w:t>r Postępowania zakupowego:</w:t>
                        </w:r>
                        <w:r>
                          <w:tab/>
                        </w:r>
                        <w:sdt>
                          <w:sdtPr>
                            <w:rPr>
                              <w:rFonts w:cstheme="minorHAnsi"/>
                              <w:color w:val="13564C" w:themeColor="text2" w:themeShade="BF"/>
                              <w:sz w:val="24"/>
                              <w:szCs w:val="24"/>
                            </w:rPr>
                            <w:alias w:val="Wskaż numer RFP"/>
                            <w:tag w:val=""/>
                            <w:id w:val="-1580210045"/>
                            <w:placeholder>
                              <w:docPart w:val="167CCA9E4F05439FA9DD2B7659003F38"/>
                            </w:placeholder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DE6425" w:rsidRPr="00E027A6">
                              <w:rPr>
                                <w:rFonts w:cstheme="minorHAnsi"/>
                                <w:color w:val="13564C" w:themeColor="text2" w:themeShade="BF"/>
                                <w:sz w:val="24"/>
                                <w:szCs w:val="24"/>
                              </w:rPr>
                              <w:t>POST/HZ/EK/HZL/00495/2025</w:t>
                            </w:r>
                          </w:sdtContent>
                        </w:sdt>
                      </w:p>
                      <w:p w14:paraId="7DC6948D" w14:textId="77777777" w:rsidR="00662D09" w:rsidRDefault="00662D09" w:rsidP="0061043F"/>
                      <w:p w14:paraId="4E0AAA31" w14:textId="77777777" w:rsidR="00662D09" w:rsidRDefault="00662D09" w:rsidP="00582CE9"/>
                      <w:p w14:paraId="0A2FF36B" w14:textId="77777777" w:rsidR="00662D09" w:rsidRDefault="00662D09" w:rsidP="00582CE9"/>
                      <w:p w14:paraId="6C9A0CA3" w14:textId="77777777" w:rsidR="00662D09" w:rsidRDefault="00662D09" w:rsidP="00582CE9"/>
                      <w:p w14:paraId="6CE3AEF7" w14:textId="6BDC6733" w:rsidR="00662D09" w:rsidRDefault="00662D09" w:rsidP="00582CE9"/>
                      <w:p w14:paraId="016FF61C" w14:textId="5FDA97C3" w:rsidR="00662D09" w:rsidRDefault="00662D09" w:rsidP="00582CE9"/>
                      <w:p w14:paraId="5FFCFE9C" w14:textId="1D9AD7F3" w:rsidR="00662D09" w:rsidRDefault="00662D09" w:rsidP="00582CE9"/>
                      <w:p w14:paraId="585B4125" w14:textId="68688133" w:rsidR="00662D09" w:rsidRDefault="00662D09" w:rsidP="00582CE9"/>
                      <w:p w14:paraId="0C31748C" w14:textId="7EB896B8" w:rsidR="00662D09" w:rsidRDefault="00662D09" w:rsidP="00582CE9"/>
                      <w:p w14:paraId="0A7B13E6" w14:textId="59C652ED" w:rsidR="00505047" w:rsidRDefault="00505047" w:rsidP="00582CE9"/>
                      <w:p w14:paraId="28683B45" w14:textId="4F4C9C21" w:rsidR="00505047" w:rsidRDefault="00505047" w:rsidP="00582CE9"/>
                      <w:p w14:paraId="490E7667" w14:textId="06419D0D" w:rsidR="00505047" w:rsidRDefault="00505047" w:rsidP="00582CE9"/>
                      <w:p w14:paraId="1E32B904" w14:textId="1EEFD7F7" w:rsidR="00505047" w:rsidRDefault="00505047" w:rsidP="00582CE9"/>
                      <w:p w14:paraId="24EE7147" w14:textId="5F377FC4" w:rsidR="00662D09" w:rsidRDefault="00662D09" w:rsidP="00582CE9"/>
                      <w:p w14:paraId="6F2D65C8" w14:textId="77777777" w:rsidR="00505047" w:rsidRDefault="00505047" w:rsidP="00582CE9"/>
                      <w:p w14:paraId="1021891E" w14:textId="24028672" w:rsidR="00662D09" w:rsidRDefault="00662D09" w:rsidP="00B25998">
                        <w:pPr>
                          <w:pStyle w:val="tekst"/>
                          <w:spacing w:before="0"/>
                          <w:jc w:val="center"/>
                        </w:pPr>
                        <w:r w:rsidRPr="004031AA">
                          <w:t xml:space="preserve">Warszawa, </w:t>
                        </w:r>
                        <w:r w:rsidRPr="00E027A6">
                          <w:fldChar w:fldCharType="begin"/>
                        </w:r>
                        <w:r w:rsidRPr="00E027A6">
                          <w:instrText xml:space="preserve"> TIME \@ "d MMMM yyyy" </w:instrText>
                        </w:r>
                        <w:r w:rsidRPr="00E027A6">
                          <w:fldChar w:fldCharType="separate"/>
                        </w:r>
                        <w:r w:rsidR="00E6249E">
                          <w:rPr>
                            <w:noProof/>
                          </w:rPr>
                          <w:t>14 stycznia 2026</w:t>
                        </w:r>
                        <w:r w:rsidRPr="00E027A6">
                          <w:fldChar w:fldCharType="end"/>
                        </w:r>
                        <w:r w:rsidR="008B01A3" w:rsidRPr="00E027A6">
                          <w:t>.</w:t>
                        </w:r>
                        <w:r w:rsidRPr="00E027A6">
                          <w:t xml:space="preserve"> r.</w:t>
                        </w:r>
                      </w:p>
                      <w:p w14:paraId="75BC2D58" w14:textId="77777777" w:rsidR="00662D09" w:rsidRDefault="00662D09" w:rsidP="00582CE9"/>
                      <w:p w14:paraId="4F246D4C" w14:textId="77777777" w:rsidR="00662D09" w:rsidRDefault="00662D09" w:rsidP="00582CE9"/>
                      <w:p w14:paraId="4381DED7" w14:textId="77777777" w:rsidR="00662D09" w:rsidRDefault="00662D09" w:rsidP="00582CE9"/>
                      <w:p w14:paraId="684EBCF6" w14:textId="77777777" w:rsidR="00662D09" w:rsidRDefault="00662D09" w:rsidP="00582CE9"/>
                      <w:p w14:paraId="2FB427EC" w14:textId="77777777" w:rsidR="00662D09" w:rsidRDefault="00662D09" w:rsidP="00582CE9"/>
                      <w:p w14:paraId="2D6C5A8F" w14:textId="77777777" w:rsidR="00662D09" w:rsidRDefault="00662D09" w:rsidP="00582CE9"/>
                      <w:p w14:paraId="30DAE0EA" w14:textId="77777777" w:rsidR="00662D09" w:rsidRDefault="00662D09" w:rsidP="00582CE9"/>
                      <w:p w14:paraId="57F336FD" w14:textId="77777777" w:rsidR="00662D09" w:rsidRDefault="00662D09" w:rsidP="00582CE9"/>
                      <w:p w14:paraId="28917AC7" w14:textId="77777777" w:rsidR="00662D09" w:rsidRDefault="00662D09" w:rsidP="00582CE9"/>
                      <w:p w14:paraId="701FE939" w14:textId="77777777" w:rsidR="00662D09" w:rsidRDefault="00662D09" w:rsidP="00582CE9"/>
                      <w:p w14:paraId="1343341C" w14:textId="77777777" w:rsidR="00662D09" w:rsidRDefault="00662D09" w:rsidP="00582CE9"/>
                      <w:p w14:paraId="1432C827" w14:textId="77777777" w:rsidR="00662D09" w:rsidRDefault="00662D09" w:rsidP="00582CE9"/>
                      <w:p w14:paraId="7B35398F" w14:textId="77777777" w:rsidR="00662D09" w:rsidRDefault="00662D09" w:rsidP="00582CE9"/>
                      <w:p w14:paraId="43EE2866" w14:textId="77777777" w:rsidR="00662D09" w:rsidRDefault="00662D09" w:rsidP="00582CE9"/>
                      <w:p w14:paraId="229097DD" w14:textId="77777777" w:rsidR="00662D09" w:rsidRDefault="00662D09" w:rsidP="00582CE9"/>
                      <w:p w14:paraId="201EC5B7" w14:textId="77777777" w:rsidR="00662D09" w:rsidRDefault="00662D09" w:rsidP="00582CE9"/>
                      <w:p w14:paraId="5793BB72" w14:textId="77777777" w:rsidR="00662D09" w:rsidRDefault="00662D09" w:rsidP="00582CE9"/>
                      <w:p w14:paraId="598AE692" w14:textId="77777777" w:rsidR="00662D09" w:rsidRDefault="00662D09" w:rsidP="00582CE9"/>
                      <w:p w14:paraId="40BC46EE" w14:textId="77777777" w:rsidR="00662D09" w:rsidRDefault="00662D09" w:rsidP="00582CE9"/>
                      <w:p w14:paraId="11F9F4C7" w14:textId="77777777" w:rsidR="00662D09" w:rsidRDefault="00662D09" w:rsidP="00582CE9"/>
                      <w:p w14:paraId="3D302161" w14:textId="77777777" w:rsidR="00662D09" w:rsidRDefault="00662D09" w:rsidP="00582CE9"/>
                      <w:p w14:paraId="7A7D4AB8" w14:textId="77777777" w:rsidR="00662D09" w:rsidRDefault="00662D09" w:rsidP="00582CE9"/>
                      <w:p w14:paraId="33A875CC" w14:textId="77777777" w:rsidR="00662D09" w:rsidRDefault="00662D09" w:rsidP="00582CE9">
                        <w:pPr>
                          <w:jc w:val="right"/>
                        </w:pPr>
                      </w:p>
                      <w:p w14:paraId="60BBDDD0" w14:textId="77777777" w:rsidR="00662D09" w:rsidRDefault="00662D09" w:rsidP="00582CE9"/>
                      <w:p w14:paraId="22395213" w14:textId="77777777" w:rsidR="00662D09" w:rsidRDefault="00662D09" w:rsidP="00582CE9"/>
                      <w:p w14:paraId="0C0E70C2" w14:textId="77777777" w:rsidR="00662D09" w:rsidRDefault="00662D09" w:rsidP="00582CE9"/>
                      <w:p w14:paraId="21086B64" w14:textId="77777777" w:rsidR="00662D09" w:rsidRDefault="00662D09" w:rsidP="00582CE9"/>
                      <w:p w14:paraId="5B0C958C" w14:textId="77777777" w:rsidR="00662D09" w:rsidRDefault="00662D09" w:rsidP="00582CE9"/>
                      <w:p w14:paraId="0CD1FADF" w14:textId="77777777" w:rsidR="00662D09" w:rsidRDefault="00662D09" w:rsidP="00582CE9"/>
                      <w:p w14:paraId="6E91FCC6" w14:textId="77777777" w:rsidR="00662D09" w:rsidRDefault="00662D09" w:rsidP="00582CE9"/>
                      <w:p w14:paraId="719B27DF" w14:textId="77777777" w:rsidR="00662D09" w:rsidRDefault="00662D09" w:rsidP="00582CE9"/>
                      <w:p w14:paraId="68557E3C" w14:textId="77777777" w:rsidR="00662D09" w:rsidRDefault="00662D09" w:rsidP="00582CE9"/>
                      <w:p w14:paraId="32D8B71D" w14:textId="77777777" w:rsidR="00662D09" w:rsidRDefault="00662D09" w:rsidP="00582CE9"/>
                      <w:p w14:paraId="3EF59BEB" w14:textId="77777777" w:rsidR="00662D09" w:rsidRDefault="00662D09" w:rsidP="00582CE9"/>
                      <w:p w14:paraId="6F6B4BAD" w14:textId="77777777" w:rsidR="00662D09" w:rsidRDefault="00662D09" w:rsidP="00582CE9"/>
                      <w:p w14:paraId="02432CBA" w14:textId="77777777" w:rsidR="00662D09" w:rsidRDefault="00662D09" w:rsidP="00582CE9"/>
                      <w:p w14:paraId="66179F3B" w14:textId="77777777" w:rsidR="00662D09" w:rsidRDefault="00662D09" w:rsidP="00582CE9"/>
                      <w:p w14:paraId="3344751A" w14:textId="77777777" w:rsidR="00662D09" w:rsidRDefault="00662D09" w:rsidP="00582CE9"/>
                      <w:p w14:paraId="644D28AE" w14:textId="77777777" w:rsidR="00662D09" w:rsidRDefault="00662D09" w:rsidP="00582CE9"/>
                      <w:p w14:paraId="7F1E8AED" w14:textId="77777777" w:rsidR="00662D09" w:rsidRDefault="00662D09" w:rsidP="00582CE9"/>
                      <w:p w14:paraId="51C49FA1" w14:textId="77777777" w:rsidR="00662D09" w:rsidRDefault="00662D09" w:rsidP="00582CE9"/>
                      <w:p w14:paraId="7F2CD54D" w14:textId="77777777" w:rsidR="00662D09" w:rsidRDefault="00662D09" w:rsidP="00582CE9"/>
                      <w:p w14:paraId="75FFE7CD" w14:textId="77777777" w:rsidR="00662D09" w:rsidRDefault="00662D09" w:rsidP="00582CE9"/>
                      <w:p w14:paraId="756C94FC" w14:textId="77777777" w:rsidR="00662D09" w:rsidRDefault="00662D09" w:rsidP="00582CE9"/>
                      <w:p w14:paraId="619C8EF1" w14:textId="77777777" w:rsidR="00662D09" w:rsidRDefault="00662D09" w:rsidP="00582CE9"/>
                      <w:p w14:paraId="4E249615" w14:textId="77777777" w:rsidR="00662D09" w:rsidRDefault="00662D09" w:rsidP="00582CE9"/>
                      <w:p w14:paraId="6C9E77FF" w14:textId="77777777" w:rsidR="00662D09" w:rsidRDefault="00662D09" w:rsidP="00582CE9"/>
                      <w:p w14:paraId="166E5FB6" w14:textId="77777777" w:rsidR="00662D09" w:rsidRDefault="00662D09" w:rsidP="00582CE9"/>
                      <w:p w14:paraId="235A7627" w14:textId="77777777" w:rsidR="00662D09" w:rsidRDefault="00662D09" w:rsidP="00582CE9"/>
                      <w:p w14:paraId="60737003" w14:textId="77777777" w:rsidR="00662D09" w:rsidRDefault="00662D09" w:rsidP="00582CE9">
                        <w:pPr>
                          <w:jc w:val="right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1F7747EA" wp14:editId="3E0EB22D">
                              <wp:extent cx="1630117" cy="971550"/>
                              <wp:effectExtent l="0" t="0" r="8255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logo_PGEProwadzimyWZielonejZmianie.jpg"/>
                                      <pic:cNvPicPr/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47236" cy="98175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79D059F" w14:textId="77777777" w:rsidR="00662D09" w:rsidRPr="00532563" w:rsidRDefault="00662D09" w:rsidP="00582CE9">
                        <w:pPr>
                          <w:jc w:val="right"/>
                        </w:pPr>
                      </w:p>
                      <w:p w14:paraId="6DED7921" w14:textId="77777777" w:rsidR="00662D09" w:rsidRDefault="00662D09" w:rsidP="00582CE9"/>
                      <w:p w14:paraId="4A4CD50F" w14:textId="77777777" w:rsidR="00662D09" w:rsidRPr="002C29FC" w:rsidRDefault="00662D09" w:rsidP="00582CE9">
                        <w:bookmarkStart w:id="6" w:name="_Toc85738539"/>
                        <w:bookmarkStart w:id="7" w:name="_Toc85738566"/>
                        <w:bookmarkStart w:id="8" w:name="_Toc85738843"/>
                        <w:r w:rsidRPr="00256A41">
                          <w:t>z dz</w:t>
                        </w:r>
                        <w:r>
                          <w:t>iałalności Grupy Kapitałowej PGE</w:t>
                        </w:r>
                        <w:r>
                          <w:br/>
                        </w:r>
                        <w:r w:rsidRPr="00256A41">
                          <w:t>za okres 6 miesięcy</w:t>
                        </w:r>
                        <w:bookmarkEnd w:id="6"/>
                        <w:bookmarkEnd w:id="7"/>
                        <w:bookmarkEnd w:id="8"/>
                        <w:r>
                          <w:t xml:space="preserve"> </w:t>
                        </w:r>
                      </w:p>
                      <w:p w14:paraId="009673D9" w14:textId="77777777" w:rsidR="00662D09" w:rsidRPr="00532563" w:rsidRDefault="00662D09" w:rsidP="00582CE9"/>
                      <w:p w14:paraId="26E705AE" w14:textId="77777777" w:rsidR="00662D09" w:rsidRDefault="00662D09" w:rsidP="00582CE9">
                        <w:r>
                          <w:t>zakończony XX</w:t>
                        </w:r>
                        <w:r w:rsidRPr="00532563">
                          <w:t xml:space="preserve"> </w:t>
                        </w:r>
                        <w:r>
                          <w:t>[miesiąc] 202X</w:t>
                        </w:r>
                        <w:r w:rsidRPr="00532563">
                          <w:t xml:space="preserve"> roku</w:t>
                        </w:r>
                      </w:p>
                      <w:p w14:paraId="07D1A062" w14:textId="77777777" w:rsidR="00662D09" w:rsidRDefault="00662D09" w:rsidP="00582CE9"/>
                      <w:p w14:paraId="1002891D" w14:textId="77777777" w:rsidR="00662D09" w:rsidRDefault="00662D09" w:rsidP="00582CE9"/>
                      <w:p w14:paraId="4C52CD87" w14:textId="77777777" w:rsidR="00662D09" w:rsidRDefault="00662D09" w:rsidP="00582CE9"/>
                      <w:p w14:paraId="1FA387C7" w14:textId="77777777" w:rsidR="00662D09" w:rsidRDefault="00662D09" w:rsidP="00582CE9"/>
                      <w:p w14:paraId="5F9CA346" w14:textId="77777777" w:rsidR="00662D09" w:rsidRDefault="00662D09" w:rsidP="00582CE9"/>
                      <w:p w14:paraId="1730A74C" w14:textId="77777777" w:rsidR="00662D09" w:rsidRDefault="00662D09" w:rsidP="00582CE9"/>
                      <w:p w14:paraId="408ED38B" w14:textId="77777777" w:rsidR="00662D09" w:rsidRDefault="00662D09" w:rsidP="00582CE9"/>
                      <w:p w14:paraId="42565988" w14:textId="77777777" w:rsidR="00662D09" w:rsidRDefault="00662D09" w:rsidP="00582CE9"/>
                      <w:p w14:paraId="05B58EAD" w14:textId="77777777" w:rsidR="00662D09" w:rsidRDefault="00662D09" w:rsidP="00582CE9"/>
                      <w:p w14:paraId="212F3547" w14:textId="77777777" w:rsidR="00662D09" w:rsidRDefault="00662D09" w:rsidP="00582CE9"/>
                      <w:p w14:paraId="2B1BA1A3" w14:textId="77777777" w:rsidR="00662D09" w:rsidRDefault="00662D09" w:rsidP="00582CE9"/>
                      <w:p w14:paraId="5E14B092" w14:textId="77777777" w:rsidR="00662D09" w:rsidRDefault="00662D09" w:rsidP="00582CE9"/>
                      <w:p w14:paraId="5AC6C062" w14:textId="77777777" w:rsidR="00662D09" w:rsidRDefault="00662D09" w:rsidP="00582CE9"/>
                      <w:p w14:paraId="15CF464C" w14:textId="77777777" w:rsidR="00662D09" w:rsidRDefault="00662D09" w:rsidP="00582CE9"/>
                      <w:p w14:paraId="4BC88B27" w14:textId="77777777" w:rsidR="00662D09" w:rsidRDefault="00662D09" w:rsidP="00582CE9"/>
                      <w:p w14:paraId="678F4430" w14:textId="77777777" w:rsidR="00662D09" w:rsidRDefault="00662D09" w:rsidP="00582CE9"/>
                      <w:p w14:paraId="7E37CA4A" w14:textId="77777777" w:rsidR="00662D09" w:rsidRDefault="00662D09" w:rsidP="00582CE9"/>
                      <w:p w14:paraId="3D586574" w14:textId="77777777" w:rsidR="00662D09" w:rsidRDefault="00662D09" w:rsidP="00582CE9"/>
                      <w:p w14:paraId="0338F4A0" w14:textId="77777777" w:rsidR="00662D09" w:rsidRDefault="00662D09" w:rsidP="00582CE9"/>
                      <w:p w14:paraId="3B0D5DAA" w14:textId="77777777" w:rsidR="00662D09" w:rsidRDefault="00662D09" w:rsidP="00582CE9"/>
                      <w:p w14:paraId="0ACF1DCD" w14:textId="77777777" w:rsidR="00662D09" w:rsidRDefault="00662D09" w:rsidP="00582CE9"/>
                      <w:p w14:paraId="46B70030" w14:textId="77777777" w:rsidR="00662D09" w:rsidRDefault="00662D09" w:rsidP="00582CE9"/>
                      <w:p w14:paraId="758F0C8C" w14:textId="77777777" w:rsidR="00662D09" w:rsidRDefault="00662D09" w:rsidP="00582CE9"/>
                      <w:p w14:paraId="0BE15245" w14:textId="77777777" w:rsidR="00662D09" w:rsidRDefault="00662D09" w:rsidP="00582CE9"/>
                      <w:p w14:paraId="5E1DDAD6" w14:textId="77777777" w:rsidR="00662D09" w:rsidRDefault="00662D09" w:rsidP="00582CE9"/>
                      <w:p w14:paraId="3A611F4E" w14:textId="77777777" w:rsidR="00662D09" w:rsidRDefault="00662D09" w:rsidP="00582CE9"/>
                      <w:p w14:paraId="3AFACBD4" w14:textId="77777777" w:rsidR="00662D09" w:rsidRDefault="00662D09" w:rsidP="00582CE9"/>
                      <w:p w14:paraId="426A4B59" w14:textId="77777777" w:rsidR="00662D09" w:rsidRDefault="00662D09" w:rsidP="00582CE9"/>
                      <w:p w14:paraId="02D96C2E" w14:textId="77777777" w:rsidR="00662D09" w:rsidRDefault="00662D09" w:rsidP="00582CE9"/>
                      <w:p w14:paraId="6A17C1D4" w14:textId="77777777" w:rsidR="00662D09" w:rsidRDefault="00662D09" w:rsidP="00582CE9"/>
                      <w:p w14:paraId="2C73C6CC" w14:textId="77777777" w:rsidR="00662D09" w:rsidRDefault="00662D09" w:rsidP="00582CE9"/>
                      <w:p w14:paraId="709E5659" w14:textId="77777777" w:rsidR="00662D09" w:rsidRDefault="00662D09" w:rsidP="00582CE9">
                        <w:pPr>
                          <w:jc w:val="right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54D63DD7" wp14:editId="3A0F449C">
                              <wp:extent cx="1630117" cy="971550"/>
                              <wp:effectExtent l="0" t="0" r="8255" b="0"/>
                              <wp:docPr id="2" name="Obraz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logo_PGEProwadzimyWZielonejZmianie.jpg"/>
                                      <pic:cNvPicPr/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47236" cy="98175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5639729" w14:textId="77777777" w:rsidR="00662D09" w:rsidRPr="00532563" w:rsidRDefault="00662D09" w:rsidP="00582CE9">
                        <w:pPr>
                          <w:jc w:val="right"/>
                        </w:pPr>
                      </w:p>
                      <w:p w14:paraId="58AAB910" w14:textId="77777777" w:rsidR="00662D09" w:rsidRDefault="00662D09" w:rsidP="00582CE9"/>
                      <w:p w14:paraId="288A8B5B" w14:textId="77777777" w:rsidR="00662D09" w:rsidRPr="002C29FC" w:rsidRDefault="00662D09" w:rsidP="00582CE9">
                        <w:bookmarkStart w:id="9" w:name="_Toc85738540"/>
                        <w:bookmarkStart w:id="10" w:name="_Toc85738567"/>
                        <w:bookmarkStart w:id="11" w:name="_Toc85738844"/>
                        <w:r w:rsidRPr="00256A41">
                          <w:t>z dz</w:t>
                        </w:r>
                        <w:r>
                          <w:t>iałalności Grupy Kapitałowej PGE</w:t>
                        </w:r>
                        <w:r>
                          <w:br/>
                        </w:r>
                        <w:r w:rsidRPr="00256A41">
                          <w:t>za okres 6 miesięcy</w:t>
                        </w:r>
                        <w:bookmarkEnd w:id="9"/>
                        <w:bookmarkEnd w:id="10"/>
                        <w:bookmarkEnd w:id="11"/>
                        <w:r>
                          <w:t xml:space="preserve"> </w:t>
                        </w:r>
                      </w:p>
                      <w:p w14:paraId="6610F527" w14:textId="77777777" w:rsidR="00662D09" w:rsidRPr="00532563" w:rsidRDefault="00662D09" w:rsidP="00582CE9"/>
                      <w:p w14:paraId="3399C3DE" w14:textId="77777777" w:rsidR="00662D09" w:rsidRDefault="00662D09" w:rsidP="00582CE9">
                        <w:r>
                          <w:t>zakończony XX</w:t>
                        </w:r>
                        <w:r w:rsidRPr="00532563">
                          <w:t xml:space="preserve"> </w:t>
                        </w:r>
                        <w:r>
                          <w:t>[miesiąc] 202X</w:t>
                        </w:r>
                        <w:r w:rsidRPr="00532563">
                          <w:t xml:space="preserve"> roku</w:t>
                        </w:r>
                      </w:p>
                      <w:p w14:paraId="2CFBE84D" w14:textId="77777777" w:rsidR="00662D09" w:rsidRDefault="00662D09" w:rsidP="00582CE9"/>
                      <w:p w14:paraId="570BA4D8" w14:textId="77777777" w:rsidR="00662D09" w:rsidRDefault="00662D09" w:rsidP="00582CE9"/>
                      <w:p w14:paraId="74BFC842" w14:textId="77777777" w:rsidR="00662D09" w:rsidRDefault="00662D09" w:rsidP="00582CE9"/>
                      <w:p w14:paraId="7C728B5A" w14:textId="77777777" w:rsidR="00662D09" w:rsidRDefault="00662D09" w:rsidP="00582CE9"/>
                      <w:p w14:paraId="5158F3CE" w14:textId="77777777" w:rsidR="00662D09" w:rsidRDefault="00662D09" w:rsidP="00582CE9"/>
                      <w:p w14:paraId="5C8E0644" w14:textId="77777777" w:rsidR="00662D09" w:rsidRDefault="00662D09" w:rsidP="00582CE9"/>
                      <w:p w14:paraId="4F935623" w14:textId="77777777" w:rsidR="00662D09" w:rsidRDefault="00662D09" w:rsidP="00582CE9"/>
                      <w:p w14:paraId="625C6B15" w14:textId="77777777" w:rsidR="00662D09" w:rsidRDefault="00662D09" w:rsidP="00582CE9"/>
                      <w:p w14:paraId="0E84F3D3" w14:textId="77777777" w:rsidR="00662D09" w:rsidRDefault="00662D09" w:rsidP="00582CE9"/>
                      <w:p w14:paraId="1D8AAE69" w14:textId="77777777" w:rsidR="00662D09" w:rsidRDefault="00662D09" w:rsidP="00582CE9"/>
                      <w:p w14:paraId="6C51B3EE" w14:textId="77777777" w:rsidR="00662D09" w:rsidRDefault="00662D09" w:rsidP="00582CE9"/>
                      <w:p w14:paraId="15709DBC" w14:textId="77777777" w:rsidR="00662D09" w:rsidRDefault="00662D09" w:rsidP="00582CE9"/>
                      <w:p w14:paraId="1C5FFAE8" w14:textId="77777777" w:rsidR="00662D09" w:rsidRDefault="00662D09" w:rsidP="00582CE9"/>
                      <w:p w14:paraId="2929664E" w14:textId="77777777" w:rsidR="00662D09" w:rsidRDefault="00662D09" w:rsidP="00582CE9"/>
                      <w:p w14:paraId="344697E0" w14:textId="77777777" w:rsidR="00662D09" w:rsidRDefault="00662D09" w:rsidP="00582CE9"/>
                      <w:p w14:paraId="133D488A" w14:textId="77777777" w:rsidR="00662D09" w:rsidRDefault="00662D09" w:rsidP="00582CE9"/>
                      <w:p w14:paraId="311499A5" w14:textId="77777777" w:rsidR="00662D09" w:rsidRDefault="00662D09" w:rsidP="00582CE9"/>
                      <w:p w14:paraId="7E571BAA" w14:textId="77777777" w:rsidR="00662D09" w:rsidRDefault="00662D09" w:rsidP="00582CE9"/>
                      <w:p w14:paraId="6ECD48F5" w14:textId="77777777" w:rsidR="00662D09" w:rsidRDefault="00662D09" w:rsidP="00582CE9"/>
                      <w:p w14:paraId="5474D71D" w14:textId="77777777" w:rsidR="00662D09" w:rsidRDefault="00662D09" w:rsidP="00582CE9"/>
                      <w:p w14:paraId="216D53F8" w14:textId="77777777" w:rsidR="00662D09" w:rsidRDefault="00662D09" w:rsidP="00582CE9"/>
                      <w:p w14:paraId="7A3B222A" w14:textId="77777777" w:rsidR="00662D09" w:rsidRDefault="00662D09" w:rsidP="00582CE9"/>
                      <w:p w14:paraId="499A93A0" w14:textId="77777777" w:rsidR="00662D09" w:rsidRDefault="00662D09" w:rsidP="00582CE9"/>
                      <w:p w14:paraId="4A1E5065" w14:textId="77777777" w:rsidR="00662D09" w:rsidRDefault="00662D09" w:rsidP="00582CE9"/>
                      <w:p w14:paraId="07FF026B" w14:textId="77777777" w:rsidR="00662D09" w:rsidRDefault="00662D09" w:rsidP="00582CE9"/>
                      <w:p w14:paraId="5D0C8089" w14:textId="77777777" w:rsidR="00662D09" w:rsidRDefault="00662D09" w:rsidP="00582CE9"/>
                      <w:p w14:paraId="43ABF46A" w14:textId="77777777" w:rsidR="00662D09" w:rsidRDefault="00662D09" w:rsidP="00582CE9"/>
                      <w:p w14:paraId="36CC6EE2" w14:textId="77777777" w:rsidR="00662D09" w:rsidRDefault="00662D09" w:rsidP="00582CE9"/>
                      <w:p w14:paraId="5BC6AEEA" w14:textId="77777777" w:rsidR="00662D09" w:rsidRDefault="00662D09" w:rsidP="00582CE9"/>
                      <w:p w14:paraId="7031268A" w14:textId="77777777" w:rsidR="00662D09" w:rsidRDefault="00662D09" w:rsidP="00582CE9"/>
                      <w:p w14:paraId="28A06CAD" w14:textId="77777777" w:rsidR="00662D09" w:rsidRDefault="00662D09" w:rsidP="00582CE9"/>
                      <w:p w14:paraId="2D75FC18" w14:textId="77777777" w:rsidR="00662D09" w:rsidRDefault="00662D09" w:rsidP="00582CE9">
                        <w:pPr>
                          <w:jc w:val="right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76C7F6E6" wp14:editId="7057DAC6">
                              <wp:extent cx="1630117" cy="971550"/>
                              <wp:effectExtent l="0" t="0" r="8255" b="0"/>
                              <wp:docPr id="3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logo_PGEProwadzimyWZielonejZmianie.jpg"/>
                                      <pic:cNvPicPr/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47236" cy="98175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254F6FE" w14:textId="77777777" w:rsidR="00662D09" w:rsidRPr="00532563" w:rsidRDefault="00662D09" w:rsidP="00582CE9">
                        <w:pPr>
                          <w:jc w:val="right"/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582CE9">
        <w:br w:type="page"/>
      </w:r>
    </w:p>
    <w:p w14:paraId="5214CA10" w14:textId="10641F34" w:rsidR="00847B49" w:rsidRDefault="00D2372C" w:rsidP="00E5794A">
      <w:pPr>
        <w:pStyle w:val="Nagwek1"/>
      </w:pPr>
      <w:r>
        <w:lastRenderedPageBreak/>
        <w:t>INFORMACJE WSTĘPNE</w:t>
      </w:r>
    </w:p>
    <w:p w14:paraId="0298B630" w14:textId="77777777" w:rsidR="00847B49" w:rsidRPr="00BE680A" w:rsidRDefault="00847B49" w:rsidP="00AA727F">
      <w:pPr>
        <w:pStyle w:val="Nagwek2"/>
        <w:keepNext w:val="0"/>
        <w:keepLines w:val="0"/>
        <w:rPr>
          <w:b/>
        </w:rPr>
      </w:pPr>
      <w:r w:rsidRPr="00BE680A">
        <w:rPr>
          <w:b/>
        </w:rPr>
        <w:t>Zamawiający</w:t>
      </w:r>
    </w:p>
    <w:p w14:paraId="3791F1E8" w14:textId="3AE5BDD2" w:rsidR="00847B49" w:rsidRPr="00847B49" w:rsidRDefault="00000000" w:rsidP="00511096">
      <w:pPr>
        <w:pStyle w:val="tekst"/>
        <w:ind w:left="567"/>
      </w:pPr>
      <w:sdt>
        <w:sdtPr>
          <w:rPr>
            <w:rFonts w:cstheme="minorHAnsi"/>
            <w:b/>
            <w:kern w:val="20"/>
            <w:lang w:eastAsia="zh-CN"/>
          </w:rPr>
          <w:alias w:val="WSKAŻ ZAMAWIAJĄCEGO"/>
          <w:tag w:val=""/>
          <w:id w:val="-645818489"/>
          <w:placeholder>
            <w:docPart w:val="46F793DEBDF64BC6B6C9051ABC2BA035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FB68E8" w:rsidRPr="00E027A6">
            <w:rPr>
              <w:rFonts w:cstheme="minorHAnsi"/>
              <w:b/>
              <w:kern w:val="20"/>
              <w:lang w:eastAsia="zh-CN"/>
            </w:rPr>
            <w:t>PGE ENERGETYKA KOLEJOWA S.A.</w:t>
          </w:r>
        </w:sdtContent>
      </w:sdt>
      <w:r w:rsidR="00CB69CB" w:rsidRPr="00E027A6">
        <w:t xml:space="preserve">, ul. Hoża 63/67, 00-681 Warszawa, wpisana do Rejestru Przedsiębiorców Krajowego Rejestru Sądowego prowadzonego przez Sąd Rejonowy dla </w:t>
      </w:r>
      <w:r w:rsidR="00FB68E8" w:rsidRPr="00E027A6">
        <w:t>m.st. Warszawy</w:t>
      </w:r>
      <w:r w:rsidR="00CB69CB" w:rsidRPr="00E027A6">
        <w:t xml:space="preserve">, </w:t>
      </w:r>
      <w:r w:rsidR="00FB68E8" w:rsidRPr="00E027A6">
        <w:t>XII</w:t>
      </w:r>
      <w:r w:rsidR="00CB69CB" w:rsidRPr="00E027A6">
        <w:t xml:space="preserve"> Wydział Gospodarczy, pod numerem KRS: </w:t>
      </w:r>
      <w:r w:rsidR="00FB68E8" w:rsidRPr="00E027A6">
        <w:t>0000322634</w:t>
      </w:r>
      <w:r w:rsidR="00CB69CB" w:rsidRPr="00E027A6">
        <w:t xml:space="preserve">, NIP: </w:t>
      </w:r>
      <w:r w:rsidR="00FB68E8" w:rsidRPr="00E027A6">
        <w:t>5262542704</w:t>
      </w:r>
      <w:r w:rsidR="00CB69CB" w:rsidRPr="00E027A6">
        <w:t xml:space="preserve">, REGON: </w:t>
      </w:r>
      <w:r w:rsidR="00FB68E8" w:rsidRPr="00E027A6">
        <w:t>017301607</w:t>
      </w:r>
      <w:r w:rsidR="00CB69CB" w:rsidRPr="00E027A6">
        <w:t xml:space="preserve">, BDO: </w:t>
      </w:r>
      <w:r w:rsidR="009E65B0" w:rsidRPr="00E027A6">
        <w:t>000000478</w:t>
      </w:r>
      <w:r w:rsidR="00CB69CB" w:rsidRPr="00E027A6">
        <w:t xml:space="preserve">, kapitał zakładowy: </w:t>
      </w:r>
      <w:r w:rsidR="00E75223">
        <w:t>272</w:t>
      </w:r>
      <w:r w:rsidR="00BC7BB0">
        <w:t> 956 830,</w:t>
      </w:r>
      <w:r w:rsidR="00CB69CB" w:rsidRPr="00E027A6">
        <w:t>00 zł (kapitał wpłacony w całości)</w:t>
      </w:r>
      <w:r w:rsidR="00272E42" w:rsidRPr="00E027A6">
        <w:t>.</w:t>
      </w:r>
    </w:p>
    <w:p w14:paraId="74FA1A09" w14:textId="589C8C71" w:rsidR="00847B49" w:rsidRPr="000E100B" w:rsidRDefault="00847B49" w:rsidP="00AA727F">
      <w:pPr>
        <w:pStyle w:val="Nagwek2"/>
        <w:keepNext w:val="0"/>
        <w:keepLines w:val="0"/>
        <w:rPr>
          <w:b/>
          <w:bCs/>
        </w:rPr>
      </w:pPr>
      <w:r w:rsidRPr="000E100B">
        <w:rPr>
          <w:b/>
          <w:bCs/>
        </w:rPr>
        <w:t>Organizator</w:t>
      </w:r>
      <w:r w:rsidR="008A7413" w:rsidRPr="000E100B">
        <w:rPr>
          <w:b/>
          <w:bCs/>
        </w:rPr>
        <w:t xml:space="preserve"> Postępowania</w:t>
      </w:r>
    </w:p>
    <w:p w14:paraId="39C5CA6C" w14:textId="61096ACA" w:rsidR="00847B49" w:rsidRPr="00847B49" w:rsidRDefault="00000000" w:rsidP="00511096">
      <w:pPr>
        <w:pStyle w:val="tekst"/>
        <w:ind w:left="567"/>
      </w:pPr>
      <w:sdt>
        <w:sdtPr>
          <w:rPr>
            <w:rFonts w:eastAsia="MS Mincho" w:cstheme="minorHAnsi"/>
            <w:b/>
            <w:iCs/>
          </w:rPr>
          <w:alias w:val="WSKAŻ ORGANIZATORA RFP!!"/>
          <w:tag w:val=""/>
          <w:id w:val="1325474241"/>
          <w:placeholder>
            <w:docPart w:val="AB6946BD9E3B443886E6D24BEDF0E63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123CB" w:rsidRPr="00B15AA9">
            <w:rPr>
              <w:rFonts w:eastAsia="MS Mincho" w:cstheme="minorHAnsi"/>
              <w:b/>
              <w:iCs/>
            </w:rPr>
            <w:t xml:space="preserve">PGE </w:t>
          </w:r>
          <w:r w:rsidR="00371A53" w:rsidRPr="00B15AA9">
            <w:rPr>
              <w:rFonts w:eastAsia="MS Mincho" w:cstheme="minorHAnsi"/>
              <w:b/>
              <w:iCs/>
            </w:rPr>
            <w:t>Energetyka Kolejowa Holding sp. z o.o.</w:t>
          </w:r>
        </w:sdtContent>
      </w:sdt>
      <w:r w:rsidR="000123CB" w:rsidRPr="00B15AA9">
        <w:t xml:space="preserve"> </w:t>
      </w:r>
      <w:r w:rsidR="00A63300" w:rsidRPr="00B15AA9">
        <w:t>ul. Hoża</w:t>
      </w:r>
      <w:r w:rsidR="00A63300" w:rsidRPr="00A63300">
        <w:t xml:space="preserve"> 63/67, 00-681 Warszawa</w:t>
      </w:r>
      <w:r w:rsidR="008A7413" w:rsidRPr="008A7413">
        <w:t>, jako podmiot upoważniony do przygotowania i przeprowadzenia niniejszego Postępowania o udzielenie Zamówienia w imieniu i na rzecz Zamawiającego wskazanego w pkt 1.1. SWZ, na mocy udzielonego pełnomocnictwa</w:t>
      </w:r>
      <w:r w:rsidR="00272E42">
        <w:t>.</w:t>
      </w:r>
    </w:p>
    <w:p w14:paraId="73F37483" w14:textId="5080A7E2" w:rsidR="006E100D" w:rsidRPr="00807EF2" w:rsidRDefault="006E100D" w:rsidP="00511096">
      <w:pPr>
        <w:pStyle w:val="Nagwek2"/>
        <w:keepNext w:val="0"/>
        <w:keepLines w:val="0"/>
        <w:ind w:left="578" w:hanging="578"/>
        <w:rPr>
          <w:b/>
        </w:rPr>
      </w:pPr>
      <w:r w:rsidRPr="00807EF2">
        <w:rPr>
          <w:b/>
        </w:rPr>
        <w:t>Definicje:</w:t>
      </w:r>
    </w:p>
    <w:p w14:paraId="72B573A6" w14:textId="7B5EA0AD" w:rsidR="00886557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07EF2">
        <w:rPr>
          <w:b/>
        </w:rPr>
        <w:t>Formularz Oferty</w:t>
      </w:r>
      <w:r w:rsidRPr="00886557">
        <w:t xml:space="preserve"> – dokument, którego wzór stanowi </w:t>
      </w:r>
      <w:r w:rsidRPr="00886557">
        <w:rPr>
          <w:b/>
        </w:rPr>
        <w:t>Załącznik nr 2 do SWZ</w:t>
      </w:r>
      <w:r>
        <w:t>;</w:t>
      </w:r>
    </w:p>
    <w:p w14:paraId="299C15CD" w14:textId="40C63049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07EF2">
        <w:rPr>
          <w:rStyle w:val="wyrnienie"/>
          <w:rFonts w:asciiTheme="minorHAnsi" w:hAnsiTheme="minorHAnsi"/>
          <w:szCs w:val="18"/>
        </w:rPr>
        <w:t xml:space="preserve">GK </w:t>
      </w:r>
      <w:r w:rsidRPr="00807EF2">
        <w:rPr>
          <w:b/>
        </w:rPr>
        <w:t>PGE</w:t>
      </w:r>
      <w:r w:rsidRPr="00910299">
        <w:t xml:space="preserve"> – Grupa Kapitałowa PGE;</w:t>
      </w:r>
    </w:p>
    <w:p w14:paraId="63FD2872" w14:textId="35B64208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910299">
        <w:rPr>
          <w:rStyle w:val="wyrnienie"/>
          <w:rFonts w:asciiTheme="minorHAnsi" w:hAnsiTheme="minorHAnsi"/>
          <w:szCs w:val="18"/>
        </w:rPr>
        <w:t xml:space="preserve">Oferta </w:t>
      </w:r>
      <w:r>
        <w:rPr>
          <w:rStyle w:val="wyrnienie"/>
          <w:rFonts w:asciiTheme="minorHAnsi" w:hAnsiTheme="minorHAnsi"/>
          <w:szCs w:val="18"/>
        </w:rPr>
        <w:t xml:space="preserve">- </w:t>
      </w:r>
      <w:r w:rsidRPr="00910299">
        <w:t xml:space="preserve">oświadczenie woli zawarcia Umowy złożone przez Wykonawcę </w:t>
      </w:r>
      <w:r>
        <w:t>Zamawiaj</w:t>
      </w:r>
      <w:r w:rsidR="00317493">
        <w:t>ą</w:t>
      </w:r>
      <w:r>
        <w:t>cemu w</w:t>
      </w:r>
      <w:r w:rsidR="00317493">
        <w:t> </w:t>
      </w:r>
      <w:r>
        <w:t>odpowiedzi na ogłoszenie o Zakupie lub SWZ</w:t>
      </w:r>
      <w:r w:rsidRPr="00910299">
        <w:t>;</w:t>
      </w:r>
    </w:p>
    <w:p w14:paraId="0205887E" w14:textId="0EF9C35C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910299">
        <w:rPr>
          <w:rStyle w:val="wyrnienie"/>
          <w:rFonts w:asciiTheme="minorHAnsi" w:hAnsiTheme="minorHAnsi"/>
          <w:szCs w:val="18"/>
        </w:rPr>
        <w:t>Organizator Postępowania/Pełnomocnik</w:t>
      </w:r>
      <w:r w:rsidRPr="00910299">
        <w:t xml:space="preserve"> – spółka określona w pkt 1.2 SWZ, przygotowująca i </w:t>
      </w:r>
      <w:r w:rsidRPr="0057449F">
        <w:rPr>
          <w:color w:val="auto"/>
        </w:rPr>
        <w:t>przeprowadzająca Postępowanie;</w:t>
      </w:r>
    </w:p>
    <w:p w14:paraId="2951EC8B" w14:textId="12C5924D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Postępowanie</w:t>
      </w:r>
      <w:r w:rsidRPr="0057449F">
        <w:rPr>
          <w:color w:val="auto"/>
        </w:rPr>
        <w:t xml:space="preserve"> – niniejsze niepubliczne Postępowanie zakupowe rozumiane jako proces mający na celu wyłonienie Wykonawcy dla realizacji dostaw, usług lub robót budowlanych;</w:t>
      </w:r>
    </w:p>
    <w:p w14:paraId="46EC4EC4" w14:textId="22857596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 xml:space="preserve">Procedura </w:t>
      </w:r>
      <w:r w:rsidRPr="0057449F">
        <w:rPr>
          <w:color w:val="auto"/>
        </w:rPr>
        <w:t xml:space="preserve">– PROG </w:t>
      </w:r>
      <w:r w:rsidR="00FB5C13">
        <w:rPr>
          <w:color w:val="auto"/>
        </w:rPr>
        <w:t>00096/H.1</w:t>
      </w:r>
      <w:r w:rsidRPr="0057449F">
        <w:rPr>
          <w:color w:val="auto"/>
        </w:rPr>
        <w:t xml:space="preserve"> Procedura Ogólna Zakupów GK PGE. Wyciąg z Procedury Ogólnej Zakupów GK PGE dostępny jest na stronie internetowej </w:t>
      </w:r>
      <w:hyperlink r:id="rId14" w:history="1">
        <w:r w:rsidRPr="00993178">
          <w:rPr>
            <w:color w:val="00B0F0"/>
          </w:rPr>
          <w:t>https://www.gkpge.pl/grupa-pge/przetargi/zakupy/dokumenty</w:t>
        </w:r>
      </w:hyperlink>
      <w:r w:rsidRPr="0057449F">
        <w:rPr>
          <w:color w:val="auto"/>
        </w:rPr>
        <w:t xml:space="preserve">  </w:t>
      </w:r>
    </w:p>
    <w:p w14:paraId="72967D82" w14:textId="6D4562A6" w:rsidR="00886557" w:rsidRPr="0057449F" w:rsidRDefault="00DE6425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>
        <w:rPr>
          <w:rFonts w:asciiTheme="minorHAnsi" w:hAnsiTheme="minorHAnsi" w:cstheme="minorHAnsi"/>
          <w:b/>
          <w:szCs w:val="22"/>
          <w:lang w:eastAsia="zh-CN"/>
        </w:rPr>
        <w:t>OWZRB</w:t>
      </w:r>
      <w:r w:rsidRPr="00E6014D">
        <w:rPr>
          <w:rFonts w:asciiTheme="minorHAnsi" w:hAnsiTheme="minorHAnsi" w:cstheme="minorHAnsi"/>
          <w:b/>
          <w:szCs w:val="22"/>
          <w:lang w:eastAsia="zh-CN"/>
        </w:rPr>
        <w:t xml:space="preserve"> </w:t>
      </w:r>
      <w:r w:rsidRPr="00E6014D">
        <w:rPr>
          <w:rFonts w:asciiTheme="minorHAnsi" w:hAnsiTheme="minorHAnsi" w:cstheme="minorHAnsi"/>
          <w:szCs w:val="22"/>
          <w:lang w:eastAsia="zh-CN"/>
        </w:rPr>
        <w:t xml:space="preserve">– </w:t>
      </w:r>
      <w:r>
        <w:rPr>
          <w:rFonts w:asciiTheme="minorHAnsi" w:hAnsiTheme="minorHAnsi" w:cstheme="minorHAnsi"/>
          <w:szCs w:val="22"/>
          <w:lang w:eastAsia="zh-CN"/>
        </w:rPr>
        <w:t xml:space="preserve">Ogólne Warunki Zakupu Robót Budowlanych </w:t>
      </w:r>
      <w:r w:rsidRPr="00E6014D">
        <w:rPr>
          <w:rFonts w:asciiTheme="minorHAnsi" w:hAnsiTheme="minorHAnsi" w:cstheme="minorHAnsi"/>
          <w:szCs w:val="22"/>
          <w:lang w:eastAsia="zh-CN"/>
        </w:rPr>
        <w:t>dokument</w:t>
      </w:r>
      <w:r w:rsidR="00886557" w:rsidRPr="0057449F">
        <w:rPr>
          <w:color w:val="auto"/>
        </w:rPr>
        <w:t xml:space="preserve"> stanowiący </w:t>
      </w:r>
      <w:r w:rsidR="00886557" w:rsidRPr="0057449F">
        <w:rPr>
          <w:b/>
          <w:color w:val="auto"/>
        </w:rPr>
        <w:t>Załącznik nr 5 do SWZ</w:t>
      </w:r>
      <w:r w:rsidR="00886557" w:rsidRPr="0057449F">
        <w:rPr>
          <w:color w:val="auto"/>
        </w:rPr>
        <w:t>;</w:t>
      </w:r>
    </w:p>
    <w:p w14:paraId="6B1FC359" w14:textId="38C61DD4" w:rsidR="00E844D2" w:rsidRPr="0057449F" w:rsidRDefault="00807EF2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rStyle w:val="wyrnienie"/>
          <w:b w:val="0"/>
          <w:color w:val="auto"/>
        </w:rPr>
      </w:pPr>
      <w:r w:rsidRPr="0057449F">
        <w:rPr>
          <w:rStyle w:val="wyrnienie"/>
          <w:color w:val="auto"/>
        </w:rPr>
        <w:t>Rozporządzenie Sankcyjne</w:t>
      </w:r>
      <w:r w:rsidRPr="0057449F">
        <w:rPr>
          <w:rStyle w:val="wyrnienie"/>
          <w:b w:val="0"/>
          <w:color w:val="auto"/>
        </w:rPr>
        <w:t xml:space="preserve"> – oznacza to rozporządzenie Rady (UE) nr 833/2014 z dnia 31 lipca 2014 r. dotyczące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</w:t>
      </w:r>
      <w:r w:rsidR="00801A5F" w:rsidRPr="00C46CB0">
        <w:rPr>
          <w:rStyle w:val="wyrnienie"/>
          <w:b w:val="0"/>
        </w:rPr>
        <w:t>)</w:t>
      </w:r>
      <w:r w:rsidR="00801A5F">
        <w:rPr>
          <w:rStyle w:val="wyrnienie"/>
          <w:b w:val="0"/>
        </w:rPr>
        <w:t xml:space="preserve">, </w:t>
      </w:r>
      <w:r w:rsidR="00801A5F" w:rsidRPr="00F3090F">
        <w:rPr>
          <w:rStyle w:val="wyrnienie"/>
          <w:b w:val="0"/>
        </w:rPr>
        <w:t>zaktualizowanym rozporządzeniem Rady (UE) 2025/2033 (Dz.U. L, 2025/2033 z 23.10.2025</w:t>
      </w:r>
      <w:r w:rsidRPr="0057449F">
        <w:rPr>
          <w:rStyle w:val="wyrnienie"/>
          <w:b w:val="0"/>
          <w:color w:val="auto"/>
        </w:rPr>
        <w:t>);</w:t>
      </w:r>
    </w:p>
    <w:p w14:paraId="1259C8EF" w14:textId="30247D12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Specyfikacja lub SWZ</w:t>
      </w:r>
      <w:r w:rsidRPr="0057449F">
        <w:rPr>
          <w:color w:val="auto"/>
        </w:rPr>
        <w:t>– niniejsza specyfikacja warunków Zamówienia określająca wymagania Zamawiającego związane z przygotowaniem Oferty oraz realizacją przedmiotu Zakupu;</w:t>
      </w:r>
    </w:p>
    <w:p w14:paraId="197E3119" w14:textId="11CDD9C9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System Zakupowy lub System</w:t>
      </w:r>
      <w:r w:rsidRPr="0057449F">
        <w:rPr>
          <w:color w:val="auto"/>
        </w:rPr>
        <w:t xml:space="preserve"> – narzędzie informatyczne wspierające proces planowania i</w:t>
      </w:r>
      <w:r w:rsidR="00D4797A" w:rsidRPr="0057449F">
        <w:rPr>
          <w:color w:val="auto"/>
        </w:rPr>
        <w:t> </w:t>
      </w:r>
      <w:r w:rsidRPr="0057449F">
        <w:rPr>
          <w:color w:val="auto"/>
        </w:rPr>
        <w:t xml:space="preserve">dokonywania Zakupów w GK PGE. System do obsługi postępowań zakupowych prowadzonych przez Spółki GK PGE, w którym Wykonawca składa Ofertę/dokumenty/oświadczenia w postaci elektronicznej za pomocą dedykowanych formularzy, dostępny na stronie internetowej </w:t>
      </w:r>
      <w:hyperlink r:id="rId15" w:history="1">
        <w:r w:rsidRPr="0057449F">
          <w:rPr>
            <w:color w:val="auto"/>
          </w:rPr>
          <w:t>https://swpp2.gkpge.pl</w:t>
        </w:r>
      </w:hyperlink>
      <w:r w:rsidRPr="0057449F">
        <w:rPr>
          <w:color w:val="auto"/>
        </w:rPr>
        <w:t>, a także za pomocą którego odbywa się komunikacja między Organizatorem Postępowania, a Wykonawcami;</w:t>
      </w:r>
    </w:p>
    <w:p w14:paraId="192E4F5F" w14:textId="279C68CA" w:rsidR="00886557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57449F">
        <w:rPr>
          <w:rStyle w:val="wyrnienie"/>
          <w:rFonts w:asciiTheme="minorHAnsi" w:hAnsiTheme="minorHAnsi"/>
          <w:color w:val="auto"/>
          <w:szCs w:val="18"/>
        </w:rPr>
        <w:t>Umowa</w:t>
      </w:r>
      <w:r w:rsidRPr="0057449F">
        <w:rPr>
          <w:color w:val="auto"/>
        </w:rPr>
        <w:t xml:space="preserve"> – zawarta w wyniku Postępowania </w:t>
      </w:r>
      <w:r w:rsidRPr="00910299">
        <w:t>zakupowego Umowa odpłatna pomiędzy Zamawiającym, a Wykonawcą, której przedmiotem są dostawy, usługi lub roboty budowlane, lub Umowa ramowa;</w:t>
      </w:r>
    </w:p>
    <w:p w14:paraId="2C7FF301" w14:textId="5B7AA56C" w:rsidR="00807EF2" w:rsidRDefault="00807EF2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rStyle w:val="wyrnienie"/>
          <w:b w:val="0"/>
        </w:rPr>
      </w:pPr>
      <w:r>
        <w:rPr>
          <w:rStyle w:val="wyrnienie"/>
        </w:rPr>
        <w:lastRenderedPageBreak/>
        <w:t>Ustawa Sankcyjna</w:t>
      </w:r>
      <w:r w:rsidRPr="00807EF2">
        <w:rPr>
          <w:rStyle w:val="wyrnienie"/>
          <w:b w:val="0"/>
        </w:rPr>
        <w:t xml:space="preserve"> – oznacza to ustawę z dnia 13 kwietnia 2022 r. o szczególnych rozwiązaniach w zakresie przeciwdziałania wspieraniu agresji na Ukrainę oraz służących ochronie bezpieczeństwa narodowego (t.j. Dz. U. z 202</w:t>
      </w:r>
      <w:r w:rsidR="00CA0840">
        <w:rPr>
          <w:rStyle w:val="wyrnienie"/>
          <w:b w:val="0"/>
        </w:rPr>
        <w:t>5</w:t>
      </w:r>
      <w:r w:rsidRPr="00807EF2">
        <w:rPr>
          <w:rStyle w:val="wyrnienie"/>
          <w:b w:val="0"/>
        </w:rPr>
        <w:t xml:space="preserve"> r. poz. </w:t>
      </w:r>
      <w:r w:rsidR="00CA0840">
        <w:rPr>
          <w:rStyle w:val="wyrnienie"/>
          <w:b w:val="0"/>
        </w:rPr>
        <w:t>514</w:t>
      </w:r>
      <w:r w:rsidRPr="00807EF2">
        <w:rPr>
          <w:rStyle w:val="wyrnienie"/>
          <w:b w:val="0"/>
        </w:rPr>
        <w:t>);</w:t>
      </w:r>
    </w:p>
    <w:p w14:paraId="20A7A756" w14:textId="2F81856D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07EF2">
        <w:rPr>
          <w:rStyle w:val="wyrnienie"/>
          <w:rFonts w:asciiTheme="minorHAnsi" w:hAnsiTheme="minorHAnsi"/>
          <w:szCs w:val="18"/>
        </w:rPr>
        <w:t>Wykonawca</w:t>
      </w:r>
      <w:r w:rsidRPr="00910299">
        <w:t xml:space="preserve"> – osoba fizyczna, osoba prawna lub jednostka organizacyjna nieposiadająca osobowości prawnej, która oferuje na rynku przedmiot Zakupu lub ubiega się o udzielenie Zakupu, złożyła Ofertę w Postępowaniu zakupowym lub zawarła Umowę;</w:t>
      </w:r>
    </w:p>
    <w:p w14:paraId="5ACB4E14" w14:textId="341FFD4A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910299">
        <w:rPr>
          <w:rStyle w:val="wyrnienie"/>
          <w:rFonts w:asciiTheme="minorHAnsi" w:hAnsiTheme="minorHAnsi"/>
          <w:szCs w:val="18"/>
        </w:rPr>
        <w:t>Zakup/Zamówienie</w:t>
      </w:r>
      <w:r w:rsidRPr="00910299">
        <w:t xml:space="preserve"> – dostawa, usługa lub robota budowlana będąca przedmiotem Postępowania zakupowego (Przedmiotem Zamówienia/Zakupu), którego celem jest wybór Wykonawcy. Przedmiot Postępowania (Przedmiot Zamówienia/Zakupu), został określony w pkt 2 SWZ oraz w </w:t>
      </w:r>
      <w:r w:rsidR="00DE6425">
        <w:rPr>
          <w:rFonts w:asciiTheme="minorHAnsi" w:hAnsiTheme="minorHAnsi" w:cstheme="minorHAnsi"/>
          <w:szCs w:val="22"/>
          <w:lang w:eastAsia="zh-CN"/>
        </w:rPr>
        <w:t>Ogólnych Warunkach Zakupu Robót Budowlanych</w:t>
      </w:r>
      <w:r w:rsidRPr="00910299">
        <w:t>;</w:t>
      </w:r>
    </w:p>
    <w:p w14:paraId="1699E837" w14:textId="71C715AE" w:rsidR="00886557" w:rsidRPr="00886557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86557">
        <w:rPr>
          <w:rStyle w:val="wyrnienie"/>
          <w:rFonts w:asciiTheme="minorHAnsi" w:hAnsiTheme="minorHAnsi"/>
          <w:szCs w:val="18"/>
        </w:rPr>
        <w:t>Zamawiający</w:t>
      </w:r>
      <w:r w:rsidRPr="00910299">
        <w:t xml:space="preserve"> – spółka określona w pkt 1.1 SWZ, na potrzeby której jest dokonywany Zakup;</w:t>
      </w:r>
    </w:p>
    <w:p w14:paraId="44C536CF" w14:textId="77777777" w:rsidR="006E100D" w:rsidRPr="00554AE1" w:rsidRDefault="006E100D" w:rsidP="00AA727F">
      <w:pPr>
        <w:pStyle w:val="Nagwek2"/>
        <w:keepNext w:val="0"/>
        <w:keepLines w:val="0"/>
        <w:rPr>
          <w:b/>
        </w:rPr>
      </w:pPr>
      <w:r w:rsidRPr="00554AE1">
        <w:rPr>
          <w:b/>
        </w:rPr>
        <w:t>Tryb Postępowania:</w:t>
      </w:r>
    </w:p>
    <w:p w14:paraId="5CD46FD9" w14:textId="09F573FB" w:rsidR="00BB6DE8" w:rsidRPr="00BB6DE8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 w:rsidRPr="00BB6DE8">
        <w:t xml:space="preserve">Przedmiotowe postępowanie o udzielenie zamówienia prowadzone jest </w:t>
      </w:r>
      <w:r w:rsidRPr="00291AF2">
        <w:rPr>
          <w:b/>
        </w:rPr>
        <w:t>w trybie</w:t>
      </w:r>
      <w:r w:rsidR="00291AF2">
        <w:rPr>
          <w:b/>
        </w:rPr>
        <w:t xml:space="preserve"> </w:t>
      </w:r>
      <w:r w:rsidR="008D42A5">
        <w:rPr>
          <w:b/>
        </w:rPr>
        <w:t>przetargu nieograniczonego</w:t>
      </w:r>
      <w:r w:rsidRPr="00BB6DE8">
        <w:t>, z zachowaniem zasad określonych w niniejszym dokumencie, zaś w</w:t>
      </w:r>
      <w:r w:rsidR="00BB203C">
        <w:t> </w:t>
      </w:r>
      <w:r w:rsidRPr="00BB6DE8">
        <w:t xml:space="preserve">zakresie w nim nieuregulowanym stosuje się zapisy Procedury oraz Dobrych Praktyk Zakupowych (oba dokumenty dostępne na stronie </w:t>
      </w:r>
      <w:hyperlink r:id="rId16" w:history="1">
        <w:r w:rsidRPr="00114346">
          <w:rPr>
            <w:color w:val="00B0F0"/>
          </w:rPr>
          <w:t>https://www.gkpge.pl/grupapge/przetargi/zakupy/dokumenty</w:t>
        </w:r>
      </w:hyperlink>
      <w:r w:rsidRPr="0057449F">
        <w:rPr>
          <w:color w:val="auto"/>
        </w:rPr>
        <w:t xml:space="preserve"> z uwzględnieniem Kodeksu Postępowania dla Partnerów Biznesowych Spółek GK PGE, dostępnego na stronie </w:t>
      </w:r>
      <w:hyperlink r:id="rId17" w:history="1">
        <w:r w:rsidRPr="00114346">
          <w:rPr>
            <w:color w:val="00B0F0"/>
          </w:rPr>
          <w:t>http://www.gkpge.pl/compliance</w:t>
        </w:r>
      </w:hyperlink>
      <w:r w:rsidR="001B23AA">
        <w:t>)</w:t>
      </w:r>
      <w:r w:rsidR="0020795A">
        <w:t>.</w:t>
      </w:r>
    </w:p>
    <w:p w14:paraId="5CD3D111" w14:textId="590B50A9" w:rsidR="00BB6DE8" w:rsidRPr="00BB6DE8" w:rsidRDefault="00854DFE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>
        <w:t xml:space="preserve">Przetarg nieograniczony </w:t>
      </w:r>
      <w:r w:rsidR="006E100D" w:rsidRPr="00BB6DE8">
        <w:t xml:space="preserve">to tryb, w którym </w:t>
      </w:r>
      <w:r>
        <w:t xml:space="preserve">w odpowiedzi na ogłoszenie o Zakupie lub opublikowaną na stronie internetowej Spółki GK PGE lub w strefie </w:t>
      </w:r>
      <w:r w:rsidR="003836DE">
        <w:t>publicznej Systemu Zakupowego Specyfikację, Oferty mogą składać wszyscy zainteresowani Wykonawcy</w:t>
      </w:r>
      <w:r w:rsidR="006E100D" w:rsidRPr="00BB6DE8">
        <w:t>.</w:t>
      </w:r>
      <w:r w:rsidR="003836DE">
        <w:t xml:space="preserve"> </w:t>
      </w:r>
    </w:p>
    <w:p w14:paraId="45084EF8" w14:textId="4B1ECDB1" w:rsidR="00BB6DE8" w:rsidRPr="00BB6DE8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 w:rsidRPr="00BB6DE8">
        <w:t>Zamawiający może przed upływem terminu składania Ofert dokonać zmian lub uzupełnienia treści SWZ oraz jej załączników.</w:t>
      </w:r>
      <w:r w:rsidR="00854DFE">
        <w:t xml:space="preserve"> </w:t>
      </w:r>
    </w:p>
    <w:p w14:paraId="6ACA591B" w14:textId="531DB420" w:rsidR="00BB6DE8" w:rsidRPr="00BB6DE8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 w:rsidRPr="00BB6DE8">
        <w:t>Zainteresowani W</w:t>
      </w:r>
      <w:r w:rsidR="008D42A5">
        <w:t>ykonawcy składają Oferty</w:t>
      </w:r>
      <w:r w:rsidRPr="00BB6DE8">
        <w:t xml:space="preserve"> zgodnie z wymaganiami S</w:t>
      </w:r>
      <w:r w:rsidR="003836DE">
        <w:t>WZ.</w:t>
      </w:r>
    </w:p>
    <w:p w14:paraId="7649B356" w14:textId="68D0B1F8" w:rsidR="001648DA" w:rsidRPr="00510B34" w:rsidRDefault="003836DE" w:rsidP="001E33AB">
      <w:pPr>
        <w:pStyle w:val="Nagwek3"/>
        <w:keepNext w:val="0"/>
        <w:keepLines w:val="0"/>
        <w:numPr>
          <w:ilvl w:val="2"/>
          <w:numId w:val="14"/>
        </w:numPr>
        <w:ind w:left="1276"/>
      </w:pPr>
      <w:r w:rsidRPr="00510B34">
        <w:t xml:space="preserve">Zamawiający </w:t>
      </w:r>
      <w:r w:rsidR="00D278F9" w:rsidRPr="00510B34">
        <w:rPr>
          <w:b/>
          <w:bCs/>
        </w:rPr>
        <w:t>nie przewiduje odwróconej</w:t>
      </w:r>
      <w:r w:rsidR="00D278F9" w:rsidRPr="00510B34">
        <w:t xml:space="preserve"> oceny </w:t>
      </w:r>
      <w:r w:rsidR="00DC3996" w:rsidRPr="00510B34">
        <w:t>O</w:t>
      </w:r>
      <w:r w:rsidR="00D278F9" w:rsidRPr="00510B34">
        <w:t>fert</w:t>
      </w:r>
      <w:r w:rsidR="001648DA" w:rsidRPr="00510B34">
        <w:t>.</w:t>
      </w:r>
    </w:p>
    <w:p w14:paraId="6227DB14" w14:textId="6E2CB15D" w:rsidR="006E100D" w:rsidRPr="00886557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  <w:rPr>
          <w:b/>
          <w:bCs/>
        </w:rPr>
      </w:pPr>
      <w:r>
        <w:t xml:space="preserve">Zamawiający zastrzega sobie prawo do przeprowadzenia aukcji elektronicznej lub/i negocjacji handlowych z Wykonawcami, których Oferty nie podlegają odrzuceniu. Szczegóły dotyczące aukcji elektronicznej zostały podane w pkt </w:t>
      </w:r>
      <w:r w:rsidR="0087690D">
        <w:t>14</w:t>
      </w:r>
      <w:r>
        <w:t xml:space="preserve"> SWZ.</w:t>
      </w:r>
      <w:r w:rsidRPr="11D7CD17">
        <w:rPr>
          <w:b/>
          <w:bCs/>
        </w:rPr>
        <w:t xml:space="preserve"> </w:t>
      </w:r>
    </w:p>
    <w:p w14:paraId="2E0C68DB" w14:textId="3D38F1B3" w:rsidR="006E100D" w:rsidRPr="00BB6DE8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BB6DE8">
        <w:t>W przypadku oczywistych omyłek w Ofercie, Zamawiający poprawia je i zawiadamia Wykonawcę o ich poprawieniu. W przypadku innych omyłek Zamawiający może wezwać Wykonawcę do</w:t>
      </w:r>
      <w:r w:rsidR="000C57E1">
        <w:t> </w:t>
      </w:r>
      <w:r w:rsidRPr="00BB6DE8">
        <w:t xml:space="preserve">wyrażenia zgody na poprawienie omyłek, zgodnie ze sposobem wskazanym przez Zamawiającego, w wyznaczonym terminie.  </w:t>
      </w:r>
    </w:p>
    <w:p w14:paraId="2D1F6430" w14:textId="42C78D6F" w:rsidR="006E100D" w:rsidRPr="00393D92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886557">
        <w:t xml:space="preserve">Zamawiający oceni Oferty pod względem zgodności z wymaganiami zawartymi w SWZ oraz </w:t>
      </w:r>
      <w:r w:rsidRPr="00393D92">
        <w:t>dokona oceny punktowej, zgodnie z określonymi w SWZ kryteriami.</w:t>
      </w:r>
    </w:p>
    <w:p w14:paraId="67FC87A6" w14:textId="3B27468A" w:rsidR="005025CF" w:rsidRPr="00393D92" w:rsidRDefault="006E100D" w:rsidP="00E027A6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393D92">
        <w:t>Zamawiający poinformuje za pośrednictwem System</w:t>
      </w:r>
      <w:r w:rsidR="00F340D4" w:rsidRPr="00393D92">
        <w:t>u</w:t>
      </w:r>
      <w:r w:rsidRPr="00393D92">
        <w:t xml:space="preserve"> Zakupowego bądź poczty elektronicznej Wykonawców, którzy brali udział w przedmiotowym Postępowaniu zakupowym o </w:t>
      </w:r>
      <w:r w:rsidR="005025CF" w:rsidRPr="00393D92">
        <w:rPr>
          <w:rFonts w:cstheme="minorHAnsi"/>
        </w:rPr>
        <w:t>zakończeniu Postępowania podając nazwę Postępowania zakupowego oraz numer systemowy postępowania zakupowego.</w:t>
      </w:r>
    </w:p>
    <w:p w14:paraId="2B9518F9" w14:textId="42A83F2B" w:rsidR="006E100D" w:rsidRPr="00393D92" w:rsidRDefault="006E100D" w:rsidP="00E027A6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393D92">
        <w:t xml:space="preserve">Zamawiający </w:t>
      </w:r>
      <w:r w:rsidRPr="00393D92">
        <w:rPr>
          <w:b/>
        </w:rPr>
        <w:t>nie dopuszcza</w:t>
      </w:r>
      <w:r w:rsidRPr="00393D92">
        <w:t xml:space="preserve"> udziału w Postępowaniu Wykonawców wspólnie </w:t>
      </w:r>
      <w:r w:rsidR="00291AF2" w:rsidRPr="00393D92">
        <w:t>ubiegających się o Zamówienie (k</w:t>
      </w:r>
      <w:r w:rsidRPr="00393D92">
        <w:t xml:space="preserve">onsorcjum). </w:t>
      </w:r>
    </w:p>
    <w:p w14:paraId="209D578F" w14:textId="7DD13CDD" w:rsidR="006E100D" w:rsidRPr="00F61C65" w:rsidRDefault="006E100D" w:rsidP="00F467A4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bookmarkStart w:id="12" w:name="_Ref496710046"/>
      <w:bookmarkStart w:id="13" w:name="_Toc354752351"/>
      <w:bookmarkStart w:id="14" w:name="_Toc516566309"/>
      <w:bookmarkStart w:id="15" w:name="_Toc516581577"/>
      <w:bookmarkStart w:id="16" w:name="_Toc516734751"/>
      <w:bookmarkStart w:id="17" w:name="_Toc516738781"/>
      <w:bookmarkStart w:id="18" w:name="_Toc8212117"/>
      <w:bookmarkEnd w:id="12"/>
      <w:r w:rsidRPr="00BB6DE8">
        <w:t xml:space="preserve">Zamawiający </w:t>
      </w:r>
      <w:r w:rsidRPr="00F467A4">
        <w:t xml:space="preserve">dopuszcza </w:t>
      </w:r>
      <w:r w:rsidRPr="00BB6DE8">
        <w:t>wykonywanie przedmiotu Zamówienia przez podwykonawców.</w:t>
      </w:r>
      <w:bookmarkEnd w:id="13"/>
      <w:r w:rsidR="00F61C65">
        <w:t xml:space="preserve">  </w:t>
      </w:r>
    </w:p>
    <w:bookmarkEnd w:id="14"/>
    <w:bookmarkEnd w:id="15"/>
    <w:bookmarkEnd w:id="16"/>
    <w:bookmarkEnd w:id="17"/>
    <w:bookmarkEnd w:id="18"/>
    <w:p w14:paraId="601D9EB7" w14:textId="784C0A36" w:rsidR="003D6BF7" w:rsidRPr="003D6BF7" w:rsidRDefault="006E100D" w:rsidP="00F467A4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3D6BF7">
        <w:t xml:space="preserve">Wszelkie </w:t>
      </w:r>
      <w:r w:rsidR="003D6BF7" w:rsidRPr="003D6BF7">
        <w:t xml:space="preserve">koszty związane z przygotowaniem i dostarczeniem Oferty oraz udziałem Wykonawcy </w:t>
      </w:r>
      <w:r w:rsidR="007E091F">
        <w:t xml:space="preserve">w </w:t>
      </w:r>
      <w:r w:rsidR="003D6BF7" w:rsidRPr="003D6BF7">
        <w:t>Postępowaniu i w negocjacjach ponosi Wykonawca. Zamawiający nie będzie odpowiedzialny za jakiekolwiek poniesione koszty, niezależnie od wyników Postępowania zakupowego, a</w:t>
      </w:r>
      <w:r w:rsidR="00127106">
        <w:t> </w:t>
      </w:r>
      <w:r w:rsidR="003D6BF7" w:rsidRPr="003D6BF7">
        <w:t>Wykonawca zrzeka się dochodzenia jakichkolwiek roszczeń z tego tytułu.</w:t>
      </w:r>
    </w:p>
    <w:p w14:paraId="2B33F690" w14:textId="1BEA6E1F" w:rsidR="006E100D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/>
      </w:pPr>
      <w:r w:rsidRPr="00BB6DE8">
        <w:lastRenderedPageBreak/>
        <w:t>Postępowanie prowadzone jest w języku polskim. Wszelkie oświadczenia, zawiadomienia, w tym również Umowa, sporządzone będą w języku polskim.</w:t>
      </w:r>
      <w:bookmarkStart w:id="19" w:name="_Toc8212121"/>
    </w:p>
    <w:p w14:paraId="284BC17C" w14:textId="6A8FD189" w:rsidR="00EE2844" w:rsidRPr="00EE2844" w:rsidRDefault="004031AA" w:rsidP="00EE2844">
      <w:pPr>
        <w:pStyle w:val="Nagwek3"/>
        <w:keepNext w:val="0"/>
        <w:keepLines w:val="0"/>
        <w:numPr>
          <w:ilvl w:val="2"/>
          <w:numId w:val="15"/>
        </w:numPr>
        <w:ind w:left="1276"/>
      </w:pPr>
      <w:r>
        <w:t xml:space="preserve">Zamawiający wymaga od Wykonawców zachowania </w:t>
      </w:r>
      <w:r w:rsidRPr="002C5DD3">
        <w:rPr>
          <w:b/>
          <w:bCs/>
        </w:rPr>
        <w:t>poufności danych</w:t>
      </w:r>
      <w:r>
        <w:t xml:space="preserve"> dotyczących Zamówienia oraz Zamawiającego uzyskanych w toku niniejszego Postępowania</w:t>
      </w:r>
      <w:r w:rsidR="00BA1469">
        <w:t>.</w:t>
      </w:r>
    </w:p>
    <w:p w14:paraId="12F5319F" w14:textId="48A1D779" w:rsidR="0068445D" w:rsidRDefault="00FE1946" w:rsidP="00E027A6">
      <w:pPr>
        <w:pStyle w:val="Nagwek3"/>
        <w:keepNext w:val="0"/>
        <w:keepLines w:val="0"/>
        <w:numPr>
          <w:ilvl w:val="2"/>
          <w:numId w:val="15"/>
        </w:numPr>
        <w:ind w:left="1276" w:hanging="709"/>
        <w:rPr>
          <w:rStyle w:val="wyrnienie"/>
          <w:rFonts w:asciiTheme="minorHAnsi" w:eastAsiaTheme="minorHAnsi" w:hAnsiTheme="minorHAnsi" w:cstheme="minorBidi"/>
          <w:b w:val="0"/>
          <w:color w:val="auto"/>
          <w:szCs w:val="22"/>
        </w:rPr>
      </w:pPr>
      <w:r w:rsidRPr="00FE1946">
        <w:rPr>
          <w:rStyle w:val="wyrnienie"/>
          <w:b w:val="0"/>
        </w:rPr>
        <w:t xml:space="preserve">Wszelkie informacje uzyskane przez Strony w związku z udzieleniem Zamówienia, w tym również treść i warunki </w:t>
      </w:r>
      <w:r w:rsidR="00E4432F">
        <w:rPr>
          <w:rStyle w:val="wyrnienie"/>
          <w:b w:val="0"/>
        </w:rPr>
        <w:t>OWZRB</w:t>
      </w:r>
      <w:r w:rsidRPr="00FE1946">
        <w:rPr>
          <w:rStyle w:val="wyrnienie"/>
          <w:b w:val="0"/>
        </w:rPr>
        <w:t>, mają charakter poufny i mogą być zarówno w trakcie, jak i po wykonaniu Zamówienia, udostępniane osobom trzecim przez Wykonawcę jedynie za zgodą Zamawiającego.</w:t>
      </w:r>
    </w:p>
    <w:p w14:paraId="69D56009" w14:textId="6A22F883" w:rsidR="00FE1946" w:rsidRPr="001B3017" w:rsidRDefault="00E4432F" w:rsidP="00E027A6">
      <w:pPr>
        <w:pStyle w:val="Nagwek3"/>
        <w:keepNext w:val="0"/>
        <w:keepLines w:val="0"/>
        <w:numPr>
          <w:ilvl w:val="2"/>
          <w:numId w:val="20"/>
        </w:numPr>
        <w:ind w:left="1276" w:hanging="709"/>
        <w:rPr>
          <w:iCs/>
        </w:rPr>
      </w:pPr>
      <w:r>
        <w:rPr>
          <w:iCs/>
        </w:rPr>
        <w:t>nie dotyczy</w:t>
      </w:r>
    </w:p>
    <w:p w14:paraId="39D22A30" w14:textId="7534CBE0" w:rsidR="00FE1946" w:rsidRPr="001B3017" w:rsidRDefault="00E4432F" w:rsidP="00E027A6">
      <w:pPr>
        <w:pStyle w:val="Nagwek3"/>
        <w:keepNext w:val="0"/>
        <w:keepLines w:val="0"/>
        <w:numPr>
          <w:ilvl w:val="2"/>
          <w:numId w:val="20"/>
        </w:numPr>
        <w:ind w:left="1276" w:hanging="709"/>
        <w:rPr>
          <w:b/>
          <w:iCs/>
        </w:rPr>
      </w:pPr>
      <w:r>
        <w:rPr>
          <w:iCs/>
        </w:rPr>
        <w:t>nie dotyczy</w:t>
      </w:r>
    </w:p>
    <w:p w14:paraId="5E176AD9" w14:textId="06B97338" w:rsidR="00E66343" w:rsidRDefault="004031AA" w:rsidP="00E027A6">
      <w:pPr>
        <w:pStyle w:val="Nagwek3"/>
        <w:keepNext w:val="0"/>
        <w:keepLines w:val="0"/>
        <w:numPr>
          <w:ilvl w:val="2"/>
          <w:numId w:val="20"/>
        </w:numPr>
        <w:ind w:left="1276" w:hanging="709"/>
        <w:rPr>
          <w:rStyle w:val="wyrnienie"/>
          <w:b w:val="0"/>
        </w:rPr>
      </w:pPr>
      <w:r w:rsidRPr="002A61E4">
        <w:rPr>
          <w:rStyle w:val="wyrnienie"/>
          <w:b w:val="0"/>
        </w:rPr>
        <w:t>Zamawiający informuje, że Postępowanie prowadzone jest z wykorzystaniem Systemu Zakupowego. Szczegóły dotyczące Systemu i elektronicznego składania Ofert wskazane zostały w pkt 19 SWZ.</w:t>
      </w:r>
    </w:p>
    <w:bookmarkEnd w:id="19"/>
    <w:p w14:paraId="43AD1808" w14:textId="77777777" w:rsidR="006E100D" w:rsidRPr="00865341" w:rsidRDefault="006E100D" w:rsidP="001E33AB">
      <w:pPr>
        <w:pStyle w:val="Nagwek1"/>
        <w:numPr>
          <w:ilvl w:val="0"/>
          <w:numId w:val="20"/>
        </w:numPr>
      </w:pPr>
      <w:r w:rsidRPr="00865341">
        <w:t xml:space="preserve">OPIS PRZEDMIOTU ZAMÓWIENIA </w:t>
      </w:r>
    </w:p>
    <w:p w14:paraId="627FB742" w14:textId="2277FEC4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bookmarkStart w:id="20" w:name="_Toc243294537"/>
      <w:bookmarkStart w:id="21" w:name="_Toc516566313"/>
      <w:bookmarkStart w:id="22" w:name="_Toc516581581"/>
      <w:bookmarkStart w:id="23" w:name="_Toc516734755"/>
      <w:bookmarkStart w:id="24" w:name="_Toc516738785"/>
      <w:bookmarkStart w:id="25" w:name="_Toc8212124"/>
      <w:r w:rsidRPr="00865341">
        <w:t xml:space="preserve">Przedmiotem </w:t>
      </w:r>
      <w:bookmarkStart w:id="26" w:name="_Toc243294538"/>
      <w:bookmarkEnd w:id="20"/>
      <w:r w:rsidRPr="00865341">
        <w:t xml:space="preserve">Zamówienia jest </w:t>
      </w:r>
      <w:bookmarkEnd w:id="21"/>
      <w:bookmarkEnd w:id="22"/>
      <w:bookmarkEnd w:id="23"/>
      <w:bookmarkEnd w:id="24"/>
      <w:bookmarkEnd w:id="25"/>
      <w:sdt>
        <w:sdtPr>
          <w:rPr>
            <w:b/>
            <w:bCs/>
          </w:rPr>
          <w:alias w:val="AUTOMAT- NIE uzupełniaj"/>
          <w:tag w:val=""/>
          <w:id w:val="1849373963"/>
          <w:placeholder>
            <w:docPart w:val="2A7F409DA7974DFB9E899E7B54BEFB4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F57FC7">
            <w:rPr>
              <w:b/>
              <w:bCs/>
            </w:rPr>
            <w:t>Remont hali pociągu sieciowego Oborniki Śląskie oraz Termomodernizacja hali pociągu sieciowego Sucha Beskidzka</w:t>
          </w:r>
        </w:sdtContent>
      </w:sdt>
      <w:r w:rsidRPr="00865341">
        <w:t xml:space="preserve"> </w:t>
      </w:r>
      <w:bookmarkStart w:id="27" w:name="_Toc516566314"/>
      <w:bookmarkStart w:id="28" w:name="_Toc516581582"/>
      <w:r w:rsidR="00F57FC7">
        <w:t>.</w:t>
      </w:r>
    </w:p>
    <w:p w14:paraId="1E96E345" w14:textId="4062A90C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bookmarkStart w:id="29" w:name="_Toc516566315"/>
      <w:bookmarkStart w:id="30" w:name="_Toc516581583"/>
      <w:bookmarkStart w:id="31" w:name="_Toc516734757"/>
      <w:bookmarkStart w:id="32" w:name="_Toc516738787"/>
      <w:bookmarkStart w:id="33" w:name="_Toc8212126"/>
      <w:bookmarkStart w:id="34" w:name="_Toc516734756"/>
      <w:bookmarkStart w:id="35" w:name="_Toc516738786"/>
      <w:bookmarkStart w:id="36" w:name="_Toc8212125"/>
      <w:r w:rsidRPr="00865341">
        <w:t xml:space="preserve">Szczegółowy Opis Przedmiotu Zamówienia zawiera </w:t>
      </w:r>
      <w:r w:rsidRPr="00865341">
        <w:rPr>
          <w:b/>
        </w:rPr>
        <w:t>Załącznik nr 1</w:t>
      </w:r>
      <w:r w:rsidR="00F57FC7">
        <w:rPr>
          <w:b/>
        </w:rPr>
        <w:t>a i 1b</w:t>
      </w:r>
      <w:r w:rsidRPr="00865341">
        <w:rPr>
          <w:b/>
        </w:rPr>
        <w:t xml:space="preserve"> do SWZ</w:t>
      </w:r>
      <w:r w:rsidRPr="00865341">
        <w:t>.</w:t>
      </w:r>
    </w:p>
    <w:p w14:paraId="1D99878A" w14:textId="5CE7263D" w:rsidR="006E100D" w:rsidRPr="00705CC1" w:rsidRDefault="006E100D" w:rsidP="001E33AB">
      <w:pPr>
        <w:pStyle w:val="Nagwek2"/>
        <w:keepNext w:val="0"/>
        <w:keepLines w:val="0"/>
        <w:numPr>
          <w:ilvl w:val="1"/>
          <w:numId w:val="16"/>
        </w:numPr>
        <w:rPr>
          <w:i/>
        </w:rPr>
      </w:pPr>
      <w:r w:rsidRPr="00865341">
        <w:t>Przedmiot Zamówienia może być realizowany wyłącznie przez Wykonawcę, który nie uczestniczy w</w:t>
      </w:r>
      <w:r w:rsidR="00A709CC" w:rsidRPr="00865341">
        <w:t> </w:t>
      </w:r>
      <w:r w:rsidRPr="00865341">
        <w:t xml:space="preserve">zleceniach mogących powodować konflikt interesów w przypadku realizacji Zamówienia oraz który spełnia warunki do realizacji Zamówienia w sposób bezstronny i rzetelny/nie wykonuje i w okresie wykonywania Zamówienia nie będzie wykonywać zleceń powodujących konflikt interesów z interesami GK PGE oraz spełnia warunek do realizacji </w:t>
      </w:r>
      <w:r w:rsidR="00F57FC7">
        <w:t>robót budowlanych</w:t>
      </w:r>
      <w:r w:rsidRPr="00865341">
        <w:t xml:space="preserve"> objętych przedmiotem Zamówienia w sposób bezstronny i rzetelny. </w:t>
      </w:r>
    </w:p>
    <w:p w14:paraId="25F178D3" w14:textId="50AAE368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r w:rsidRPr="00865341">
        <w:t xml:space="preserve">Pozostałe warunki świadczenia </w:t>
      </w:r>
      <w:sdt>
        <w:sdtPr>
          <w:rPr>
            <w:rFonts w:asciiTheme="minorHAnsi" w:hAnsiTheme="minorHAnsi" w:cstheme="minorHAnsi"/>
            <w:szCs w:val="22"/>
          </w:rPr>
          <w:alias w:val="Wskaż prawidłową wartość"/>
          <w:tag w:val=""/>
          <w:id w:val="866342537"/>
          <w:placeholder>
            <w:docPart w:val="F40CE23675824883B84A687798CA561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 w:rsidRPr="00E027A6">
            <w:rPr>
              <w:rFonts w:asciiTheme="minorHAnsi" w:hAnsiTheme="minorHAnsi" w:cstheme="minorHAnsi"/>
              <w:szCs w:val="22"/>
            </w:rPr>
            <w:t>robót budowlanych</w:t>
          </w:r>
        </w:sdtContent>
      </w:sdt>
      <w:r w:rsidRPr="00865341">
        <w:t xml:space="preserve"> zostały określone w załączonym </w:t>
      </w:r>
      <w:r w:rsidR="001C7DAC">
        <w:t>OWZRB</w:t>
      </w:r>
      <w:r w:rsidRPr="00865341">
        <w:t xml:space="preserve">, który stanowi </w:t>
      </w:r>
      <w:r w:rsidRPr="00865341">
        <w:rPr>
          <w:b/>
        </w:rPr>
        <w:t>Załącznik nr 5 do SWZ.</w:t>
      </w:r>
      <w:bookmarkEnd w:id="29"/>
      <w:bookmarkEnd w:id="30"/>
      <w:bookmarkEnd w:id="31"/>
      <w:bookmarkEnd w:id="32"/>
      <w:bookmarkEnd w:id="33"/>
      <w:r w:rsidRPr="00865341">
        <w:t xml:space="preserve"> </w:t>
      </w:r>
    </w:p>
    <w:p w14:paraId="3BB4F944" w14:textId="77777777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r w:rsidRPr="00865341">
        <w:t xml:space="preserve">Oferty częściowe. </w:t>
      </w:r>
    </w:p>
    <w:bookmarkEnd w:id="27"/>
    <w:bookmarkEnd w:id="28"/>
    <w:p w14:paraId="7709DF33" w14:textId="0F443686" w:rsidR="00A370AB" w:rsidRPr="00865341" w:rsidRDefault="006E100D" w:rsidP="00E027A6">
      <w:pPr>
        <w:pStyle w:val="Nagwek2"/>
        <w:keepNext w:val="0"/>
        <w:keepLines w:val="0"/>
        <w:numPr>
          <w:ilvl w:val="2"/>
          <w:numId w:val="23"/>
        </w:numPr>
        <w:ind w:left="1560"/>
      </w:pPr>
      <w:r w:rsidRPr="00865341">
        <w:t xml:space="preserve">Zamawiający </w:t>
      </w:r>
      <w:r w:rsidRPr="00865341">
        <w:rPr>
          <w:b/>
        </w:rPr>
        <w:t>dopuszcza</w:t>
      </w:r>
      <w:r w:rsidRPr="00865341">
        <w:t xml:space="preserve"> składanie Ofert częściowych. Zakup został podzielony na</w:t>
      </w:r>
      <w:r w:rsidR="001C7DAC">
        <w:t xml:space="preserve"> </w:t>
      </w:r>
      <w:r w:rsidR="001C7DAC">
        <w:br/>
        <w:t>2</w:t>
      </w:r>
      <w:r w:rsidR="005547D1" w:rsidRPr="00865341">
        <w:t xml:space="preserve"> </w:t>
      </w:r>
      <w:r w:rsidR="00D53C50" w:rsidRPr="00865341">
        <w:t>n</w:t>
      </w:r>
      <w:r w:rsidRPr="00865341">
        <w:t>iezależne części w sposób opisany poniżej:</w:t>
      </w:r>
      <w:bookmarkEnd w:id="34"/>
      <w:bookmarkEnd w:id="35"/>
      <w:bookmarkEnd w:id="36"/>
      <w:r w:rsidRPr="00865341">
        <w:t xml:space="preserve"> </w:t>
      </w:r>
    </w:p>
    <w:tbl>
      <w:tblPr>
        <w:tblStyle w:val="Tabelalisty3akcent3"/>
        <w:tblW w:w="8788" w:type="dxa"/>
        <w:tblInd w:w="702" w:type="dxa"/>
        <w:tblBorders>
          <w:insideH w:val="single" w:sz="4" w:space="0" w:color="1A7466" w:themeColor="accent3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19"/>
        <w:gridCol w:w="7269"/>
      </w:tblGrid>
      <w:tr w:rsidR="006E100D" w:rsidRPr="00865341" w14:paraId="0C40348B" w14:textId="77777777" w:rsidTr="00E02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19" w:type="dxa"/>
            <w:tcBorders>
              <w:bottom w:val="single" w:sz="4" w:space="0" w:color="1A7466" w:themeColor="accent3"/>
            </w:tcBorders>
            <w:vAlign w:val="center"/>
          </w:tcPr>
          <w:p w14:paraId="50C4AB2D" w14:textId="77777777" w:rsidR="006E100D" w:rsidRPr="00865341" w:rsidRDefault="001974F6" w:rsidP="00681BDE">
            <w:pPr>
              <w:jc w:val="center"/>
            </w:pPr>
            <w:r w:rsidRPr="00865341">
              <w:t xml:space="preserve">Nr </w:t>
            </w:r>
            <w:r w:rsidR="006E100D" w:rsidRPr="00865341">
              <w:t>Części</w:t>
            </w:r>
          </w:p>
        </w:tc>
        <w:tc>
          <w:tcPr>
            <w:tcW w:w="7269" w:type="dxa"/>
            <w:tcBorders>
              <w:bottom w:val="single" w:sz="4" w:space="0" w:color="1A7466" w:themeColor="accent3"/>
            </w:tcBorders>
            <w:vAlign w:val="center"/>
          </w:tcPr>
          <w:p w14:paraId="23E7BCBC" w14:textId="0D4B5396" w:rsidR="006E100D" w:rsidRPr="00865341" w:rsidRDefault="006E100D" w:rsidP="00681B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5341">
              <w:t>Nazwa części Zamówienia</w:t>
            </w:r>
          </w:p>
        </w:tc>
      </w:tr>
      <w:tr w:rsidR="001C7DAC" w:rsidRPr="00865341" w14:paraId="13B36E32" w14:textId="77777777" w:rsidTr="00E02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  <w:tcBorders>
              <w:right w:val="single" w:sz="4" w:space="0" w:color="1A7466" w:themeColor="text2"/>
            </w:tcBorders>
            <w:vAlign w:val="center"/>
          </w:tcPr>
          <w:p w14:paraId="162C6D79" w14:textId="3735C55D" w:rsidR="001C7DAC" w:rsidRPr="00865341" w:rsidRDefault="001C7DAC" w:rsidP="001C7DAC">
            <w:pPr>
              <w:jc w:val="center"/>
            </w:pPr>
            <w:r w:rsidRPr="00865341">
              <w:t>I</w:t>
            </w:r>
          </w:p>
        </w:tc>
        <w:tc>
          <w:tcPr>
            <w:tcW w:w="7269" w:type="dxa"/>
            <w:tcBorders>
              <w:left w:val="single" w:sz="4" w:space="0" w:color="1A7466" w:themeColor="text2"/>
            </w:tcBorders>
            <w:vAlign w:val="center"/>
          </w:tcPr>
          <w:p w14:paraId="41707E8B" w14:textId="0F2F5F65" w:rsidR="001C7DAC" w:rsidRPr="00865341" w:rsidRDefault="001C7DAC" w:rsidP="001C7D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BE1">
              <w:rPr>
                <w:rFonts w:cstheme="minorHAnsi"/>
              </w:rPr>
              <w:t>Remont hali pociągu sieciowego Oborniki Śląskie</w:t>
            </w:r>
          </w:p>
        </w:tc>
      </w:tr>
      <w:tr w:rsidR="001C7DAC" w:rsidRPr="00865341" w14:paraId="480200A7" w14:textId="77777777" w:rsidTr="00E027A6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  <w:tcBorders>
              <w:right w:val="single" w:sz="4" w:space="0" w:color="1A7466" w:themeColor="text2"/>
            </w:tcBorders>
            <w:vAlign w:val="center"/>
          </w:tcPr>
          <w:p w14:paraId="65972384" w14:textId="24E158FA" w:rsidR="001C7DAC" w:rsidRPr="00865341" w:rsidRDefault="001C7DAC" w:rsidP="001C7DAC">
            <w:pPr>
              <w:jc w:val="center"/>
            </w:pPr>
            <w:r w:rsidRPr="00865341">
              <w:t>II</w:t>
            </w:r>
          </w:p>
        </w:tc>
        <w:tc>
          <w:tcPr>
            <w:tcW w:w="7269" w:type="dxa"/>
            <w:tcBorders>
              <w:left w:val="single" w:sz="4" w:space="0" w:color="1A7466" w:themeColor="text2"/>
            </w:tcBorders>
            <w:vAlign w:val="center"/>
          </w:tcPr>
          <w:p w14:paraId="723A775C" w14:textId="276B6921" w:rsidR="001C7DAC" w:rsidRPr="00865341" w:rsidRDefault="001C7DAC" w:rsidP="001C7D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BE1">
              <w:rPr>
                <w:rFonts w:cstheme="minorHAnsi"/>
              </w:rPr>
              <w:t>Termomodernizacja hali pociągu sieciowego Sucha Beskidzka</w:t>
            </w:r>
          </w:p>
        </w:tc>
      </w:tr>
      <w:bookmarkEnd w:id="26"/>
    </w:tbl>
    <w:p w14:paraId="25233029" w14:textId="77777777" w:rsidR="00A74E10" w:rsidRPr="00865341" w:rsidRDefault="00A74E10" w:rsidP="009F7CC6">
      <w:pPr>
        <w:ind w:left="567"/>
      </w:pPr>
    </w:p>
    <w:p w14:paraId="213DAE77" w14:textId="4EFC7452" w:rsidR="0006787B" w:rsidRPr="00865341" w:rsidRDefault="0006787B" w:rsidP="001E33AB">
      <w:pPr>
        <w:pStyle w:val="Nagwek3"/>
        <w:numPr>
          <w:ilvl w:val="2"/>
          <w:numId w:val="23"/>
        </w:numPr>
        <w:ind w:left="1418"/>
      </w:pPr>
      <w:r w:rsidRPr="00865341">
        <w:t>Zamawiający nie dopuszcza składania Oferty na niepełny zakres danej części.</w:t>
      </w:r>
    </w:p>
    <w:p w14:paraId="0FDFE6CE" w14:textId="507198B0" w:rsidR="006E100D" w:rsidRPr="00C67E41" w:rsidRDefault="006E100D" w:rsidP="001E33AB">
      <w:pPr>
        <w:pStyle w:val="Nagwek2"/>
        <w:keepNext w:val="0"/>
        <w:keepLines w:val="0"/>
        <w:numPr>
          <w:ilvl w:val="1"/>
          <w:numId w:val="23"/>
        </w:numPr>
        <w:ind w:left="567" w:hanging="567"/>
      </w:pPr>
      <w:r w:rsidRPr="00865341">
        <w:t xml:space="preserve">Prawo </w:t>
      </w:r>
      <w:r w:rsidRPr="00C67E41">
        <w:t xml:space="preserve">Opcji. </w:t>
      </w:r>
    </w:p>
    <w:p w14:paraId="10B7293E" w14:textId="23F7CDC8" w:rsidR="000453A3" w:rsidRDefault="00C22825" w:rsidP="00C22825">
      <w:pPr>
        <w:ind w:left="567"/>
      </w:pPr>
      <w:r>
        <w:t>Nie dotyczy</w:t>
      </w:r>
    </w:p>
    <w:p w14:paraId="1D820BEE" w14:textId="3A011821" w:rsidR="006E100D" w:rsidRPr="002269EF" w:rsidRDefault="000D46CF" w:rsidP="001E33AB">
      <w:pPr>
        <w:pStyle w:val="Nagwek2"/>
        <w:keepNext w:val="0"/>
        <w:keepLines w:val="0"/>
        <w:numPr>
          <w:ilvl w:val="1"/>
          <w:numId w:val="23"/>
        </w:numPr>
        <w:ind w:left="567" w:hanging="567"/>
      </w:pPr>
      <w:r w:rsidRPr="002269EF">
        <w:t xml:space="preserve">Zamawiający </w:t>
      </w:r>
      <w:r w:rsidRPr="002269EF">
        <w:rPr>
          <w:b/>
          <w:bCs/>
        </w:rPr>
        <w:t>nie przewiduje</w:t>
      </w:r>
      <w:r w:rsidRPr="002269EF">
        <w:t xml:space="preserve"> możliwości udzielenia </w:t>
      </w:r>
      <w:r w:rsidRPr="002269EF">
        <w:rPr>
          <w:b/>
          <w:bCs/>
        </w:rPr>
        <w:t>Zamówień dodatkowych</w:t>
      </w:r>
      <w:r w:rsidRPr="002269EF">
        <w:t>.</w:t>
      </w:r>
    </w:p>
    <w:p w14:paraId="0CB02A84" w14:textId="0BEC2318" w:rsidR="006E100D" w:rsidRPr="006E100D" w:rsidRDefault="006E100D" w:rsidP="001E33AB">
      <w:pPr>
        <w:pStyle w:val="Nagwek1"/>
        <w:numPr>
          <w:ilvl w:val="0"/>
          <w:numId w:val="23"/>
        </w:numPr>
      </w:pPr>
      <w:r w:rsidRPr="006E100D">
        <w:lastRenderedPageBreak/>
        <w:t xml:space="preserve">WIZJA LOKALNA LUB </w:t>
      </w:r>
      <w:r w:rsidR="004C4D78">
        <w:t>WERYFIKACJA</w:t>
      </w:r>
      <w:r w:rsidRPr="006E100D">
        <w:t xml:space="preserve"> DOKUMENTÓW </w:t>
      </w:r>
    </w:p>
    <w:p w14:paraId="5E11D7BF" w14:textId="0BEF9C82" w:rsidR="00681BF3" w:rsidRPr="00705CC1" w:rsidRDefault="00681BF3" w:rsidP="00364832">
      <w:pPr>
        <w:pStyle w:val="Styl2"/>
        <w:ind w:left="709" w:hanging="709"/>
      </w:pPr>
      <w:r w:rsidRPr="00705CC1">
        <w:t>3.1.</w:t>
      </w:r>
      <w:r w:rsidR="0035743F">
        <w:tab/>
      </w:r>
      <w:r w:rsidR="001874E1" w:rsidRPr="00705CC1">
        <w:t>Zamawiaj</w:t>
      </w:r>
      <w:r w:rsidR="006F5F63" w:rsidRPr="000266BC">
        <w:t>ą</w:t>
      </w:r>
      <w:r w:rsidR="0084105D" w:rsidRPr="00705CC1">
        <w:t>c</w:t>
      </w:r>
      <w:r w:rsidR="001874E1" w:rsidRPr="00705CC1">
        <w:t>y</w:t>
      </w:r>
      <w:r w:rsidR="009D3AE0" w:rsidRPr="00705CC1">
        <w:t xml:space="preserve"> może umożliwić na wniosek Wykonawcy przeprowadzenie wizji lokalnej.</w:t>
      </w:r>
      <w:r w:rsidRPr="00705CC1">
        <w:t xml:space="preserve"> Wykonawca może wziąć udział w wizji lokalnej w celu zbadania Przedmiotu Zamówienia i jego otoczenia. </w:t>
      </w:r>
      <w:r w:rsidR="00AF3A08" w:rsidRPr="00705CC1">
        <w:t>Wykonawca jest zobowiązany wziąć udział w wizji lokalnej, jeżeli o taką wizję lokalną wystąpił.</w:t>
      </w:r>
      <w:r w:rsidR="00AF3A08" w:rsidRPr="000266BC">
        <w:t xml:space="preserve"> </w:t>
      </w:r>
      <w:r w:rsidRPr="00705CC1">
        <w:t xml:space="preserve">Udział w wizji lokalnej </w:t>
      </w:r>
      <w:r w:rsidRPr="00705CC1">
        <w:rPr>
          <w:b/>
          <w:bCs/>
        </w:rPr>
        <w:t>nie jest warunkiem koniecznym do złożenia Oferty</w:t>
      </w:r>
      <w:r w:rsidRPr="00705CC1">
        <w:t xml:space="preserve">. Brak </w:t>
      </w:r>
      <w:r w:rsidR="00A40C19">
        <w:t>przeprowadzenia</w:t>
      </w:r>
      <w:r w:rsidRPr="00705CC1">
        <w:t xml:space="preserve"> wizji lokalnej </w:t>
      </w:r>
      <w:r w:rsidRPr="00705CC1">
        <w:rPr>
          <w:b/>
          <w:bCs/>
        </w:rPr>
        <w:t>nie stanowi przesłanki do odrzucenia Oferty</w:t>
      </w:r>
      <w:r w:rsidRPr="00705CC1">
        <w:t xml:space="preserve">. </w:t>
      </w:r>
    </w:p>
    <w:p w14:paraId="296B1711" w14:textId="77777777" w:rsidR="00DC6D41" w:rsidRDefault="006E100D" w:rsidP="001E33AB">
      <w:pPr>
        <w:pStyle w:val="Styl2"/>
        <w:numPr>
          <w:ilvl w:val="1"/>
          <w:numId w:val="25"/>
        </w:numPr>
        <w:rPr>
          <w:i/>
        </w:rPr>
      </w:pPr>
      <w:r w:rsidRPr="004E2379">
        <w:t xml:space="preserve">Koszty wizji lokalnej ponosi samodzielnie Wykonawca. Zamawiający zapewni przedstawicielom Wykonawcy wejście na teren, gdzie wykonywany ma być przedmiot Umowy, z tym, że Wykonawca ponosi wszelką odpowiedzialność w odniesieniu do takiej wizyty, w szczególności konsekwencje śmierci lub zranienia, strat lub szkód majątkowych oraz wszelkich innych strat, szkód i wydatków poniesionych jako następstwo takiej wizji. Wizja lokalna zostanie </w:t>
      </w:r>
      <w:r w:rsidRPr="004E2379">
        <w:rPr>
          <w:b/>
          <w:bCs/>
        </w:rPr>
        <w:t>przeprowadzona</w:t>
      </w:r>
      <w:r w:rsidRPr="004E2379">
        <w:t xml:space="preserve"> </w:t>
      </w:r>
      <w:r w:rsidR="00031DCB" w:rsidRPr="004E2379">
        <w:t>n</w:t>
      </w:r>
      <w:r w:rsidRPr="004E2379">
        <w:t xml:space="preserve">a wniosek Wykonawców. </w:t>
      </w:r>
    </w:p>
    <w:p w14:paraId="3683E60C" w14:textId="4563F259" w:rsidR="00031DCB" w:rsidRPr="00F04A07" w:rsidRDefault="006E100D" w:rsidP="00F04A07">
      <w:pPr>
        <w:pStyle w:val="Styl2"/>
        <w:numPr>
          <w:ilvl w:val="1"/>
          <w:numId w:val="25"/>
        </w:numPr>
        <w:rPr>
          <w:i/>
        </w:rPr>
      </w:pPr>
      <w:r w:rsidRPr="004E2379">
        <w:t>Osobą odpowiedzialną za przeprowadzenie wizji lokalnej będzie:</w:t>
      </w:r>
      <w:r w:rsidR="00031DCB" w:rsidRPr="004E2379">
        <w:t xml:space="preserve"> </w:t>
      </w:r>
      <w:r w:rsidR="002704E1">
        <w:t xml:space="preserve">część I - </w:t>
      </w:r>
      <w:r w:rsidR="00C67E41" w:rsidRPr="00E027A6">
        <w:t>Dawid Twardy</w:t>
      </w:r>
      <w:r w:rsidR="009E5414" w:rsidRPr="00E027A6">
        <w:t>, tel</w:t>
      </w:r>
      <w:r w:rsidR="00C67E41" w:rsidRPr="00E027A6">
        <w:t>. 697049040</w:t>
      </w:r>
      <w:r w:rsidR="009E5414" w:rsidRPr="00E027A6">
        <w:t>, e-mail:</w:t>
      </w:r>
      <w:r w:rsidR="00C67E41" w:rsidRPr="00E027A6">
        <w:t xml:space="preserve"> </w:t>
      </w:r>
      <w:hyperlink r:id="rId18" w:history="1">
        <w:r w:rsidR="002704E1" w:rsidRPr="00E027A6">
          <w:rPr>
            <w:rStyle w:val="Hipercze"/>
            <w:sz w:val="18"/>
          </w:rPr>
          <w:t>d.twardy@pkpenergetyka.pl</w:t>
        </w:r>
      </w:hyperlink>
      <w:r w:rsidR="002704E1">
        <w:t xml:space="preserve">, część II </w:t>
      </w:r>
      <w:r w:rsidR="00E36530">
        <w:t>–</w:t>
      </w:r>
      <w:r w:rsidR="002704E1">
        <w:t xml:space="preserve"> </w:t>
      </w:r>
      <w:r w:rsidR="00E36530">
        <w:t>Łukasz Studnicki</w:t>
      </w:r>
      <w:r w:rsidR="00E36530" w:rsidRPr="00514CE2">
        <w:t>, tel. 69704</w:t>
      </w:r>
      <w:r w:rsidR="00E36530">
        <w:t>2618</w:t>
      </w:r>
      <w:r w:rsidR="00E36530" w:rsidRPr="00514CE2">
        <w:t xml:space="preserve">, e-mail: </w:t>
      </w:r>
      <w:hyperlink r:id="rId19" w:history="1">
        <w:r w:rsidR="003C6BF6" w:rsidRPr="003C6BF6">
          <w:rPr>
            <w:rStyle w:val="Hipercze"/>
            <w:sz w:val="18"/>
          </w:rPr>
          <w:t>l.studnicki@pkpenergetyka.pl</w:t>
        </w:r>
      </w:hyperlink>
      <w:r w:rsidRPr="00E027A6">
        <w:t>.</w:t>
      </w:r>
      <w:r w:rsidRPr="004E2379">
        <w:t xml:space="preserve"> Podczas wizji lokalnej nie będą udzielane przez przedstawicieli Zamawiającego odpowiedzi na pytania dotyczące przedmiotu Zamówienia lub SWZ. Pytania takie należy kierować za</w:t>
      </w:r>
      <w:r w:rsidR="009E5414">
        <w:t> </w:t>
      </w:r>
      <w:r w:rsidRPr="004E2379">
        <w:t>pośrednictwem Systemu Zakupowego w</w:t>
      </w:r>
      <w:r w:rsidR="002844BA">
        <w:t> </w:t>
      </w:r>
      <w:r w:rsidRPr="004E2379">
        <w:t>zakładce „Pytania/</w:t>
      </w:r>
      <w:r w:rsidR="00260857">
        <w:t>Odpowiedzi</w:t>
      </w:r>
      <w:r w:rsidRPr="004E2379">
        <w:t>”.</w:t>
      </w:r>
    </w:p>
    <w:p w14:paraId="79DBE6F0" w14:textId="77777777" w:rsidR="006E100D" w:rsidRPr="006E100D" w:rsidRDefault="006E100D" w:rsidP="001E33AB">
      <w:pPr>
        <w:pStyle w:val="Nagwek1"/>
        <w:numPr>
          <w:ilvl w:val="0"/>
          <w:numId w:val="26"/>
        </w:numPr>
      </w:pPr>
      <w:r w:rsidRPr="006E100D">
        <w:t>TERMIN WYKONANIA ZAMÓWIENIA</w:t>
      </w:r>
    </w:p>
    <w:p w14:paraId="287B7F03" w14:textId="0733CA42" w:rsidR="00311A4A" w:rsidRPr="00105B28" w:rsidRDefault="006E100D" w:rsidP="00105B28">
      <w:pPr>
        <w:pStyle w:val="Styl2"/>
        <w:numPr>
          <w:ilvl w:val="1"/>
          <w:numId w:val="26"/>
        </w:numPr>
      </w:pPr>
      <w:r w:rsidRPr="002B5688">
        <w:t xml:space="preserve">Termin realizacji przedmiotu Zamówienia: </w:t>
      </w:r>
      <w:r w:rsidR="005025CF" w:rsidRPr="00105B28">
        <w:t>c</w:t>
      </w:r>
      <w:r w:rsidR="002B5688" w:rsidRPr="00105B28">
        <w:t>zęść I oraz część II: 60 dni od dnia przekazania terenu budowy</w:t>
      </w:r>
      <w:r w:rsidR="00B424FD" w:rsidRPr="00105B28">
        <w:t xml:space="preserve"> lub</w:t>
      </w:r>
      <w:r w:rsidR="002B5688" w:rsidRPr="00105B28">
        <w:t xml:space="preserve"> podpisania protokołu zdawczo-odbiorczego. </w:t>
      </w:r>
      <w:r w:rsidR="00827599" w:rsidRPr="00E24D2A">
        <w:t>Przekazani</w:t>
      </w:r>
      <w:r w:rsidR="00827599">
        <w:t>e</w:t>
      </w:r>
      <w:r w:rsidR="00827599" w:rsidRPr="00E24D2A">
        <w:t xml:space="preserve"> terenu budowy lub podpisanie protokołu zdawczo-odbiorczego</w:t>
      </w:r>
      <w:r w:rsidR="00827599" w:rsidRPr="00105B28" w:rsidDel="00827599">
        <w:t xml:space="preserve"> </w:t>
      </w:r>
      <w:r w:rsidR="00366A0F">
        <w:t xml:space="preserve">powinno nastąpić </w:t>
      </w:r>
      <w:r w:rsidR="002B5688" w:rsidRPr="00105B28">
        <w:t>nie później niż 29.05.2026 r.</w:t>
      </w:r>
    </w:p>
    <w:p w14:paraId="4933F279" w14:textId="77777777" w:rsidR="006E100D" w:rsidRPr="006E100D" w:rsidRDefault="006E100D" w:rsidP="00E5794A">
      <w:pPr>
        <w:pStyle w:val="Nagwek1"/>
      </w:pPr>
      <w:bookmarkStart w:id="37" w:name="_Toc354752376"/>
      <w:bookmarkStart w:id="38" w:name="_Toc516581596"/>
      <w:bookmarkStart w:id="39" w:name="_Toc8212140"/>
      <w:r w:rsidRPr="006E100D">
        <w:t xml:space="preserve">PODSTAWY WYKLUCZENIA Z POSTĘPOWANIA ORAZ WARUNKI UDZIAŁU W POSTĘPOWANIU </w:t>
      </w:r>
      <w:bookmarkEnd w:id="37"/>
      <w:bookmarkEnd w:id="38"/>
      <w:bookmarkEnd w:id="39"/>
    </w:p>
    <w:p w14:paraId="68E9DF93" w14:textId="7DB3C39F" w:rsidR="006E100D" w:rsidRPr="0089712F" w:rsidRDefault="006E100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bookmarkStart w:id="40" w:name="_Toc516734772"/>
      <w:bookmarkStart w:id="41" w:name="_Toc516738802"/>
      <w:bookmarkStart w:id="42" w:name="_Toc8212141"/>
      <w:bookmarkStart w:id="43" w:name="_Toc354752377"/>
      <w:bookmarkStart w:id="44" w:name="_Toc516566329"/>
      <w:bookmarkStart w:id="45" w:name="_Toc516581597"/>
      <w:r w:rsidRPr="0089712F">
        <w:t>O udzielenie Zakupu mo</w:t>
      </w:r>
      <w:r w:rsidR="007909FA">
        <w:t>gą</w:t>
      </w:r>
      <w:r w:rsidRPr="0089712F">
        <w:t xml:space="preserve"> ubiegać się Wykonawc</w:t>
      </w:r>
      <w:r w:rsidR="007909FA">
        <w:t>y</w:t>
      </w:r>
      <w:r w:rsidRPr="0089712F">
        <w:t>, któr</w:t>
      </w:r>
      <w:r w:rsidR="007909FA">
        <w:t>zy</w:t>
      </w:r>
      <w:r w:rsidRPr="0089712F">
        <w:t>:</w:t>
      </w:r>
      <w:bookmarkEnd w:id="40"/>
      <w:bookmarkEnd w:id="41"/>
      <w:bookmarkEnd w:id="42"/>
    </w:p>
    <w:p w14:paraId="35EC13DA" w14:textId="7753DCD5" w:rsidR="000552E0" w:rsidRDefault="00EB42D3" w:rsidP="001E33AB">
      <w:pPr>
        <w:pStyle w:val="Nagwek3"/>
        <w:keepNext w:val="0"/>
        <w:keepLines w:val="0"/>
        <w:numPr>
          <w:ilvl w:val="2"/>
          <w:numId w:val="17"/>
        </w:numPr>
        <w:ind w:left="1276" w:hanging="709"/>
      </w:pPr>
      <w:bookmarkStart w:id="46" w:name="_Toc516734773"/>
      <w:bookmarkStart w:id="47" w:name="_Toc516738803"/>
      <w:bookmarkStart w:id="48" w:name="_Toc8212142"/>
      <w:bookmarkStart w:id="49" w:name="_Toc354752378"/>
      <w:bookmarkStart w:id="50" w:name="_Toc516566330"/>
      <w:bookmarkStart w:id="51" w:name="_Toc516581598"/>
      <w:bookmarkEnd w:id="43"/>
      <w:bookmarkEnd w:id="44"/>
      <w:bookmarkEnd w:id="45"/>
      <w:r>
        <w:t>n</w:t>
      </w:r>
      <w:r w:rsidR="006E100D" w:rsidRPr="0089712F">
        <w:t>ie podlega</w:t>
      </w:r>
      <w:r w:rsidR="00A470C3">
        <w:t>ją</w:t>
      </w:r>
      <w:r w:rsidR="006E100D" w:rsidRPr="0089712F">
        <w:t xml:space="preserve"> wykluczeniu, na podstawie pkt </w:t>
      </w:r>
      <w:r w:rsidR="006E100D" w:rsidRPr="00721BAD">
        <w:t>9.4.2.1 – 9.4.2.</w:t>
      </w:r>
      <w:r w:rsidR="00AE6736" w:rsidRPr="00721BAD">
        <w:t>6</w:t>
      </w:r>
      <w:r w:rsidR="003E7894">
        <w:t xml:space="preserve">, </w:t>
      </w:r>
      <w:r w:rsidR="003E7894" w:rsidRPr="003E7894">
        <w:t>9.4.2.8, 9.4.2.10-11, 9.4.2.14</w:t>
      </w:r>
      <w:r w:rsidR="00AE6736" w:rsidRPr="0089712F">
        <w:t xml:space="preserve"> </w:t>
      </w:r>
      <w:r w:rsidR="006E100D" w:rsidRPr="0089712F">
        <w:t>Procedury</w:t>
      </w:r>
      <w:bookmarkEnd w:id="46"/>
      <w:bookmarkEnd w:id="47"/>
      <w:bookmarkEnd w:id="48"/>
      <w:r w:rsidR="00DC5D41">
        <w:t xml:space="preserve">. Z postępowania </w:t>
      </w:r>
      <w:r w:rsidR="00A8547F">
        <w:t>zakupowego wyklucza się Wykonawcę, który:</w:t>
      </w:r>
    </w:p>
    <w:p w14:paraId="35F53C27" w14:textId="5ED8A1A7" w:rsidR="009E0285" w:rsidRPr="00374E89" w:rsidRDefault="009903D3" w:rsidP="00D21BCD">
      <w:pPr>
        <w:pStyle w:val="Akapitzlist"/>
        <w:ind w:left="2127" w:hanging="851"/>
        <w:jc w:val="both"/>
      </w:pPr>
      <w:r w:rsidRPr="00374E89">
        <w:t xml:space="preserve">5.1.1.1. </w:t>
      </w:r>
      <w:r>
        <w:t>(</w:t>
      </w:r>
      <w:r w:rsidRPr="00374E89">
        <w:rPr>
          <w:u w:val="single"/>
        </w:rPr>
        <w:t>zgodnie z pkt 9.4.</w:t>
      </w:r>
      <w:r w:rsidR="00F356F8" w:rsidRPr="00374E89">
        <w:rPr>
          <w:u w:val="single"/>
        </w:rPr>
        <w:t xml:space="preserve">2.1. </w:t>
      </w:r>
      <w:bookmarkEnd w:id="49"/>
      <w:bookmarkEnd w:id="50"/>
      <w:bookmarkEnd w:id="51"/>
      <w:r w:rsidR="00F356F8" w:rsidRPr="00374E89">
        <w:rPr>
          <w:u w:val="single"/>
        </w:rPr>
        <w:t>Procedury</w:t>
      </w:r>
      <w:r w:rsidR="00F356F8">
        <w:t>)</w:t>
      </w:r>
      <w:r w:rsidR="007F6FB5" w:rsidRPr="00374E89">
        <w:t xml:space="preserve"> nie spełnia lub nie wykazał spełnienia warunków udziału w Postępowaniu zakupowym,</w:t>
      </w:r>
    </w:p>
    <w:p w14:paraId="512E0612" w14:textId="09DC5BA5" w:rsidR="00F140EC" w:rsidRDefault="009E0285" w:rsidP="00F140EC">
      <w:pPr>
        <w:ind w:left="2127" w:hanging="851"/>
        <w:jc w:val="both"/>
      </w:pPr>
      <w:r w:rsidRPr="00374E89">
        <w:rPr>
          <w:iCs/>
        </w:rPr>
        <w:t xml:space="preserve">5.1.1.2. </w:t>
      </w:r>
      <w:r>
        <w:rPr>
          <w:iCs/>
        </w:rPr>
        <w:t>(</w:t>
      </w:r>
      <w:r w:rsidRPr="00374E89">
        <w:rPr>
          <w:iCs/>
          <w:u w:val="single"/>
        </w:rPr>
        <w:t xml:space="preserve">zgodnie z pkt </w:t>
      </w:r>
      <w:r w:rsidR="00D8595B" w:rsidRPr="00374E89">
        <w:rPr>
          <w:iCs/>
          <w:u w:val="single"/>
        </w:rPr>
        <w:t>9.4.2.2. Procedury</w:t>
      </w:r>
      <w:r w:rsidR="00D8595B">
        <w:rPr>
          <w:iCs/>
        </w:rPr>
        <w:t xml:space="preserve">) </w:t>
      </w:r>
      <w:r w:rsidR="001C4820">
        <w:t>będąc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3F6C6E">
        <w:t>:</w:t>
      </w:r>
    </w:p>
    <w:p w14:paraId="4C49F52D" w14:textId="7A4FC1D7" w:rsidR="003F6C6E" w:rsidRPr="003F6C6E" w:rsidRDefault="00205ED6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1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 xml:space="preserve">udziału w zorganizowanej grupie przestępczej albo związku mającym na celu popełnienie przestępstwa lub przestępstwa skarbowego, o którym mowa w art. 258 Kodeksu karnego, </w:t>
      </w:r>
    </w:p>
    <w:p w14:paraId="149BDE39" w14:textId="1C3C5870" w:rsidR="003F6C6E" w:rsidRPr="003F6C6E" w:rsidRDefault="00205ED6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2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 xml:space="preserve">handlu ludźmi, o którym mowa w art. 189a Kodeksu karnego, </w:t>
      </w:r>
    </w:p>
    <w:p w14:paraId="3A9EB74A" w14:textId="293E1A03" w:rsidR="009E5CD7" w:rsidRPr="009E5CD7" w:rsidRDefault="00205ED6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3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o którym mowa w art. 228–230a, art. 250a Kodeksu karnego</w:t>
      </w:r>
      <w:r w:rsidR="00924F39">
        <w:t xml:space="preserve">, </w:t>
      </w:r>
      <w:r w:rsidR="00F140EC">
        <w:t>w art. 46</w:t>
      </w:r>
      <w:r w:rsidR="00924F39">
        <w:t>-</w:t>
      </w:r>
      <w:r w:rsidR="00F140EC">
        <w:t>48 ustawy z dnia 25 czerwca 2010 r. o sporcie (Dz.U. z 2020 r. poz. 1133 oraz z 2021 r. poz. 2054) lub w art. 54 ust. 1-</w:t>
      </w:r>
      <w:r w:rsidR="00A66A2B">
        <w:t xml:space="preserve"> </w:t>
      </w:r>
      <w:r w:rsidR="00F140EC">
        <w:t xml:space="preserve">4 ustawy </w:t>
      </w:r>
      <w:r w:rsidR="00A66A2B">
        <w:br/>
      </w:r>
      <w:r w:rsidR="00F140EC">
        <w:t>z dnia 12 maja 2011 r. o refundacji leków, środków spożywczych specjalnego przeznaczenia żywieniowego oraz wyrobów medycznych (Dz.U. z 2021 r. poz. 523, 1292, 1559 i 2054),</w:t>
      </w:r>
    </w:p>
    <w:p w14:paraId="1375FA98" w14:textId="238B2E76" w:rsidR="009E5CD7" w:rsidRPr="009E5CD7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4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 w:rsidR="00AE6736">
        <w:t> </w:t>
      </w:r>
      <w:r w:rsidR="00F140EC">
        <w:t xml:space="preserve">art. 299 Kodeksu karnego, </w:t>
      </w:r>
    </w:p>
    <w:p w14:paraId="0D09BEF1" w14:textId="53F65F31" w:rsidR="003964CE" w:rsidRPr="003964CE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lastRenderedPageBreak/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5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 xml:space="preserve">o charakterze terrorystycznym, o którym mowa w art. 115 § 20 Kodeksu karnego, lub mające na celu popełnienie tego przestępstwa, </w:t>
      </w:r>
    </w:p>
    <w:p w14:paraId="7BE7835F" w14:textId="448DC073" w:rsidR="003964CE" w:rsidRPr="003964CE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6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5221EDD1" w14:textId="2293D411" w:rsidR="00D43B38" w:rsidRPr="00122928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7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</w:t>
      </w:r>
      <w:r w:rsidR="00122928">
        <w:t xml:space="preserve"> </w:t>
      </w:r>
      <w:r w:rsidR="00F140EC">
        <w:t>- lub za odpowiedni czyn zabroniony określony w przepisach prawa obcego.</w:t>
      </w:r>
    </w:p>
    <w:p w14:paraId="3C94D318" w14:textId="77777777" w:rsidR="00D8595B" w:rsidRPr="00374E89" w:rsidRDefault="00D8595B" w:rsidP="00374E89">
      <w:pPr>
        <w:ind w:left="2127" w:hanging="851"/>
        <w:jc w:val="both"/>
        <w:rPr>
          <w:iCs/>
        </w:rPr>
      </w:pPr>
    </w:p>
    <w:p w14:paraId="48F4C88F" w14:textId="1DFFC1C2" w:rsidR="00D50A98" w:rsidRDefault="00D8595B" w:rsidP="009D6F5D">
      <w:pPr>
        <w:pStyle w:val="Akapitzlist"/>
        <w:ind w:left="2127" w:hanging="851"/>
        <w:jc w:val="both"/>
      </w:pPr>
      <w:r>
        <w:t>5.1.1.3. (</w:t>
      </w:r>
      <w:r w:rsidRPr="00374E89">
        <w:rPr>
          <w:u w:val="single"/>
        </w:rPr>
        <w:t xml:space="preserve">zgodnie z pkt </w:t>
      </w:r>
      <w:r w:rsidR="00D50A98" w:rsidRPr="00374E89">
        <w:rPr>
          <w:u w:val="single"/>
        </w:rPr>
        <w:t>9.4.2.3. Procedury</w:t>
      </w:r>
      <w:r w:rsidR="00D50A98">
        <w:t xml:space="preserve">) </w:t>
      </w:r>
      <w:r w:rsidR="00721BAD">
        <w:t>w</w:t>
      </w:r>
      <w:r w:rsidR="00AE6736">
        <w:t>obec Wykonawcy orzeczono zakaz ubiegania się</w:t>
      </w:r>
      <w:r w:rsidR="00511D05">
        <w:t> </w:t>
      </w:r>
      <w:r w:rsidR="00AE6736">
        <w:t>o</w:t>
      </w:r>
      <w:r w:rsidR="009D6F5D">
        <w:t> </w:t>
      </w:r>
      <w:r w:rsidR="00AE6736">
        <w:t>zamówienia publiczne</w:t>
      </w:r>
      <w:r w:rsidR="00511D05">
        <w:t>,</w:t>
      </w:r>
    </w:p>
    <w:p w14:paraId="5D6AFE88" w14:textId="08E8C304" w:rsidR="00D50A98" w:rsidRDefault="00D50A98" w:rsidP="009D6F5D">
      <w:pPr>
        <w:pStyle w:val="Akapitzlist"/>
        <w:ind w:left="2127" w:hanging="851"/>
        <w:jc w:val="both"/>
      </w:pPr>
      <w:r>
        <w:t>5.1.1.4. (</w:t>
      </w:r>
      <w:r w:rsidRPr="00374E89">
        <w:rPr>
          <w:u w:val="single"/>
        </w:rPr>
        <w:t>zgodnie z pkt 9.4.2.</w:t>
      </w:r>
      <w:r w:rsidR="00BC18A4" w:rsidRPr="00374E89">
        <w:rPr>
          <w:u w:val="single"/>
        </w:rPr>
        <w:t>4</w:t>
      </w:r>
      <w:r w:rsidRPr="00374E89">
        <w:rPr>
          <w:u w:val="single"/>
        </w:rPr>
        <w:t>. Procedury</w:t>
      </w:r>
      <w:r w:rsidRPr="00D50A98">
        <w:t xml:space="preserve">) </w:t>
      </w:r>
      <w:r w:rsidR="009D6F5D">
        <w:t>Zamawiający może stwierdzić, na podstawie 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</w:t>
      </w:r>
      <w:r w:rsidR="00F72F37">
        <w:t>Wnioski o dopuszczenie do DS/</w:t>
      </w:r>
      <w:r w:rsidR="009D6F5D">
        <w:t>Oferty wstępne/Oferty, chyba że wykażą, że przygotowali Wnioski o dopuszczenie do udziału w Postępowaniu zakupowym/</w:t>
      </w:r>
      <w:r w:rsidR="00DB1EAB" w:rsidRPr="00DB1EAB">
        <w:t xml:space="preserve"> </w:t>
      </w:r>
      <w:r w:rsidR="00DB1EAB">
        <w:t>Wnioski o dopuszczenie do DS/</w:t>
      </w:r>
      <w:r w:rsidR="009D6F5D">
        <w:t>Oferty wstępne/Oferty niezależnie od siebie</w:t>
      </w:r>
      <w:r w:rsidR="00746777">
        <w:t>,</w:t>
      </w:r>
    </w:p>
    <w:p w14:paraId="08F24493" w14:textId="6D88D202" w:rsidR="00BC18A4" w:rsidRDefault="00BC18A4" w:rsidP="003E7922">
      <w:pPr>
        <w:pStyle w:val="Akapitzlist"/>
        <w:ind w:left="2127" w:hanging="851"/>
        <w:jc w:val="both"/>
      </w:pPr>
      <w:r>
        <w:t>5.1.1.5. (</w:t>
      </w:r>
      <w:r w:rsidRPr="00374E89">
        <w:rPr>
          <w:u w:val="single"/>
        </w:rPr>
        <w:t>zgodnie z pkt 9.4.2.5. Procedury</w:t>
      </w:r>
      <w:r w:rsidRPr="00BC18A4">
        <w:t xml:space="preserve">) </w:t>
      </w:r>
      <w:r w:rsidR="003E7922">
        <w:t>Wykonawca bezprawnie wpływał lub próbował wpływać na czynności Zamawiającego lub próbował pozyskać lub pozyskał informacje poufne, mogące dać mu przewagę w Postępowaniu zakupowym</w:t>
      </w:r>
      <w:r w:rsidR="00746777">
        <w:t>,</w:t>
      </w:r>
    </w:p>
    <w:p w14:paraId="594203A1" w14:textId="77928DAC" w:rsidR="003E7922" w:rsidRDefault="004E3A09" w:rsidP="003E7922">
      <w:pPr>
        <w:pStyle w:val="Akapitzlist"/>
        <w:ind w:left="2127" w:hanging="851"/>
        <w:jc w:val="both"/>
      </w:pPr>
      <w:r>
        <w:t xml:space="preserve">5.1.1.6. </w:t>
      </w:r>
      <w:r w:rsidRPr="00374E89">
        <w:rPr>
          <w:u w:val="single"/>
        </w:rPr>
        <w:t>(zgodnie z pkt 9.4.2.6. Procedury</w:t>
      </w:r>
      <w:r>
        <w:t xml:space="preserve">) </w:t>
      </w:r>
      <w:r w:rsidR="003E7922">
        <w:t>Wykonawca nie daje rękojmi należytego wykonania Zakupu z uwagi na prowadzone przeciwko niemu lub członkom organów spółki Wykonawcy postępowanie o popełnienie przestępstwa w związku z prowadzoną działalnością gospodarczą</w:t>
      </w:r>
      <w:r w:rsidR="00A61DCF">
        <w:t>,</w:t>
      </w:r>
      <w:r w:rsidR="003E7922">
        <w:t xml:space="preserve"> </w:t>
      </w:r>
    </w:p>
    <w:p w14:paraId="229DE322" w14:textId="791CD965" w:rsidR="00670F53" w:rsidRDefault="006F685D" w:rsidP="00670F53">
      <w:pPr>
        <w:pStyle w:val="Akapitzlist"/>
        <w:ind w:left="2127" w:hanging="851"/>
        <w:jc w:val="both"/>
      </w:pPr>
      <w:r>
        <w:t xml:space="preserve">5.1.1.7. </w:t>
      </w:r>
      <w:r w:rsidRPr="006F685D">
        <w:t>(</w:t>
      </w:r>
      <w:r w:rsidRPr="00374E89">
        <w:rPr>
          <w:u w:val="single"/>
        </w:rPr>
        <w:t>zgodnie z pkt 9.4.2.6. Procedury</w:t>
      </w:r>
      <w:r w:rsidRPr="006F685D">
        <w:t xml:space="preserve">) </w:t>
      </w:r>
      <w:r w:rsidR="00A03401">
        <w:t>w stosunku do Wykonawcy otwarto likwidację, ogłoszono upadłość, którego aktywami zarządza likwidator lub sąd, zawarł układ z wierzycielami, którego działalność gospodarcza jest zawieszona albo znajduje się on w innej tego rodzaju sytuacji wynikającej z podobnej procedury przewidzianej w przepisach miejsca wszczęcia tej procedury</w:t>
      </w:r>
      <w:r w:rsidR="006A7D54">
        <w:t>,</w:t>
      </w:r>
    </w:p>
    <w:p w14:paraId="1B54E41A" w14:textId="1E6D0354" w:rsidR="006A7D54" w:rsidRPr="00F67FF3" w:rsidRDefault="006A7D54" w:rsidP="006A7D54">
      <w:pPr>
        <w:pStyle w:val="Akapitzlist"/>
        <w:ind w:left="2128" w:hanging="852"/>
        <w:jc w:val="both"/>
        <w:rPr>
          <w:color w:val="000000" w:themeColor="text1"/>
          <w:lang w:eastAsia="pl-PL"/>
        </w:rPr>
      </w:pPr>
      <w:r w:rsidRPr="00F67FF3">
        <w:rPr>
          <w:color w:val="000000" w:themeColor="text1"/>
          <w:lang w:eastAsia="pl-PL"/>
        </w:rPr>
        <w:t>5.1.1.8. (</w:t>
      </w:r>
      <w:r w:rsidRPr="00F67FF3">
        <w:rPr>
          <w:color w:val="000000" w:themeColor="text1"/>
          <w:u w:val="single"/>
          <w:lang w:eastAsia="pl-PL"/>
        </w:rPr>
        <w:t>zgodnie z punktem 9.4.2.8. Procedury</w:t>
      </w:r>
      <w:r w:rsidRPr="00F67FF3">
        <w:rPr>
          <w:color w:val="000000" w:themeColor="text1"/>
          <w:lang w:eastAsia="pl-PL"/>
        </w:rPr>
        <w:t>) Wykonawca, który nie wykonał lub nienależycie wykonał zobowiązanie wynikające z innej umowy zakupowej zawartej ze Spółką GK PGE lub innymi podmiotami</w:t>
      </w:r>
      <w:r w:rsidR="00A61DCF">
        <w:rPr>
          <w:color w:val="000000" w:themeColor="text1"/>
          <w:lang w:eastAsia="pl-PL"/>
        </w:rPr>
        <w:t>,</w:t>
      </w:r>
    </w:p>
    <w:p w14:paraId="22BF71DE" w14:textId="28B36902" w:rsidR="006A7D54" w:rsidRPr="00F67FF3" w:rsidRDefault="006A7D54" w:rsidP="006A7D54">
      <w:pPr>
        <w:pStyle w:val="Akapitzlist"/>
        <w:ind w:left="2127" w:hanging="851"/>
        <w:jc w:val="both"/>
        <w:rPr>
          <w:rFonts w:cstheme="minorHAnsi"/>
          <w:iCs/>
          <w:color w:val="000000" w:themeColor="text1"/>
          <w:lang w:eastAsia="pl-PL"/>
        </w:rPr>
      </w:pPr>
      <w:r w:rsidRPr="00F67FF3">
        <w:rPr>
          <w:rFonts w:cstheme="minorHAnsi"/>
          <w:iCs/>
          <w:color w:val="000000" w:themeColor="text1"/>
          <w:lang w:eastAsia="pl-PL"/>
        </w:rPr>
        <w:t>5.1.1.9 (</w:t>
      </w:r>
      <w:r w:rsidRPr="00F67FF3">
        <w:rPr>
          <w:rFonts w:cstheme="minorHAnsi"/>
          <w:iCs/>
          <w:color w:val="000000" w:themeColor="text1"/>
          <w:u w:val="single"/>
          <w:lang w:eastAsia="pl-PL"/>
        </w:rPr>
        <w:t>zgodnie z punktem 9.4.2.10 Procedury</w:t>
      </w:r>
      <w:r w:rsidRPr="00F67FF3">
        <w:rPr>
          <w:rFonts w:cstheme="minorHAnsi"/>
          <w:iCs/>
          <w:color w:val="000000" w:themeColor="text1"/>
          <w:lang w:eastAsia="pl-PL"/>
        </w:rPr>
        <w:t>) Wykonawca nie wykonał umowy zakupowej zawartej przez danego Zamawiającego lub wykonał ją nienależycie</w:t>
      </w:r>
      <w:r w:rsidR="00A61DCF">
        <w:rPr>
          <w:rFonts w:cstheme="minorHAnsi"/>
          <w:iCs/>
          <w:color w:val="000000" w:themeColor="text1"/>
          <w:lang w:eastAsia="pl-PL"/>
        </w:rPr>
        <w:t>,</w:t>
      </w:r>
    </w:p>
    <w:p w14:paraId="258022DF" w14:textId="77777777" w:rsidR="006A7D54" w:rsidRPr="00F67FF3" w:rsidRDefault="006A7D54" w:rsidP="006A7D54">
      <w:pPr>
        <w:pStyle w:val="Akapitzlist"/>
        <w:ind w:left="2127" w:hanging="851"/>
        <w:jc w:val="both"/>
        <w:rPr>
          <w:rFonts w:cstheme="minorHAnsi"/>
          <w:iCs/>
          <w:color w:val="000000" w:themeColor="text1"/>
          <w:lang w:eastAsia="pl-PL"/>
        </w:rPr>
      </w:pPr>
      <w:r w:rsidRPr="00F67FF3">
        <w:rPr>
          <w:rFonts w:cstheme="minorHAnsi"/>
          <w:iCs/>
          <w:color w:val="000000" w:themeColor="text1"/>
          <w:lang w:eastAsia="pl-PL"/>
        </w:rPr>
        <w:t>5.1.1.10 (</w:t>
      </w:r>
      <w:r w:rsidRPr="00F67FF3">
        <w:rPr>
          <w:rFonts w:cstheme="minorHAnsi"/>
          <w:iCs/>
          <w:color w:val="000000" w:themeColor="text1"/>
          <w:u w:val="single"/>
          <w:lang w:eastAsia="pl-PL"/>
        </w:rPr>
        <w:t>zgodnie z puntem 9.4.2.11 Procedury</w:t>
      </w:r>
      <w:r w:rsidRPr="00F67FF3">
        <w:rPr>
          <w:rFonts w:cstheme="minorHAnsi"/>
          <w:iCs/>
          <w:color w:val="000000" w:themeColor="text1"/>
          <w:lang w:eastAsia="pl-PL"/>
        </w:rPr>
        <w:t>) Wykonawca odmówił zawarcia umowy po przeprowadzonym Postępowaniu zakupowym,</w:t>
      </w:r>
    </w:p>
    <w:p w14:paraId="3FC69AF4" w14:textId="0CDB8A02" w:rsidR="006A7D54" w:rsidRPr="00F67FF3" w:rsidRDefault="006A7D54" w:rsidP="006A7D54">
      <w:pPr>
        <w:pStyle w:val="Akapitzlist"/>
        <w:ind w:left="2127" w:hanging="851"/>
        <w:jc w:val="both"/>
        <w:rPr>
          <w:rFonts w:cstheme="minorHAnsi"/>
          <w:iCs/>
          <w:color w:val="000000" w:themeColor="text1"/>
          <w:lang w:eastAsia="pl-PL"/>
        </w:rPr>
      </w:pPr>
      <w:r w:rsidRPr="00F67FF3">
        <w:rPr>
          <w:rFonts w:cstheme="minorHAnsi"/>
          <w:iCs/>
          <w:color w:val="000000" w:themeColor="text1"/>
          <w:lang w:eastAsia="pl-PL"/>
        </w:rPr>
        <w:t>5.1.1.11.(</w:t>
      </w:r>
      <w:r w:rsidRPr="00F67FF3">
        <w:rPr>
          <w:rFonts w:cstheme="minorHAnsi"/>
          <w:iCs/>
          <w:color w:val="000000" w:themeColor="text1"/>
          <w:u w:val="single"/>
          <w:lang w:eastAsia="pl-PL"/>
        </w:rPr>
        <w:t>zgodnie z punktem 9.4.2.14  Procedury</w:t>
      </w:r>
      <w:r w:rsidRPr="00F67FF3">
        <w:rPr>
          <w:rFonts w:cstheme="minorHAnsi"/>
          <w:iCs/>
          <w:color w:val="000000" w:themeColor="text1"/>
          <w:lang w:eastAsia="pl-PL"/>
        </w:rPr>
        <w:t xml:space="preserve">) Wykonawca zalega z uiszczeniem podatków, opłat lub składek na ubezpieczenie społeczne lub zdrowotne, chyba że Wykonawca przed upływem składania </w:t>
      </w:r>
      <w:r w:rsidR="00A9765A" w:rsidRPr="00F67FF3">
        <w:rPr>
          <w:rFonts w:cstheme="minorHAnsi"/>
          <w:iCs/>
          <w:color w:val="000000" w:themeColor="text1"/>
          <w:lang w:eastAsia="pl-PL"/>
        </w:rPr>
        <w:t xml:space="preserve">Wniosków o dopuszczenie do udziału w postępowaniu, Wnioski o dopuszczenie do DS lub Ofert </w:t>
      </w:r>
      <w:r w:rsidRPr="00F67FF3">
        <w:rPr>
          <w:rFonts w:cstheme="minorHAnsi"/>
          <w:iCs/>
          <w:color w:val="000000" w:themeColor="text1"/>
          <w:lang w:eastAsia="pl-PL"/>
        </w:rPr>
        <w:t>dokonał płatności należnych podatków, opłat lub składek co będzie w stanie wykazać Zamawiającemu.</w:t>
      </w:r>
    </w:p>
    <w:p w14:paraId="070633BA" w14:textId="77777777" w:rsidR="007F6FB5" w:rsidRPr="0089712F" w:rsidRDefault="007F6FB5" w:rsidP="00681BDE">
      <w:pPr>
        <w:ind w:left="1021"/>
        <w:jc w:val="both"/>
      </w:pPr>
    </w:p>
    <w:p w14:paraId="750D4A11" w14:textId="34C2C85D" w:rsidR="000552E0" w:rsidRDefault="0008267F" w:rsidP="001E33AB">
      <w:pPr>
        <w:pStyle w:val="Nagwek3"/>
        <w:keepNext w:val="0"/>
        <w:keepLines w:val="0"/>
        <w:numPr>
          <w:ilvl w:val="2"/>
          <w:numId w:val="17"/>
        </w:numPr>
        <w:ind w:left="1276" w:hanging="709"/>
      </w:pPr>
      <w:r>
        <w:t xml:space="preserve">nie </w:t>
      </w:r>
      <w:r w:rsidR="00CC5E67" w:rsidRPr="0089712F">
        <w:t>podleg</w:t>
      </w:r>
      <w:r w:rsidR="00CC5E67">
        <w:t>aj</w:t>
      </w:r>
      <w:r w:rsidR="00CC5E67" w:rsidRPr="0089712F">
        <w:t>ą</w:t>
      </w:r>
      <w:r>
        <w:t xml:space="preserve"> wykluczeniu na podstawie pkt </w:t>
      </w:r>
      <w:r w:rsidR="007F6FB5" w:rsidRPr="0089712F">
        <w:t>9.4.3.1 - 9.4.3.4 Procedury</w:t>
      </w:r>
      <w:r w:rsidR="00A8547F">
        <w:t xml:space="preserve">. Z postępowania zakupowego wyklucza się </w:t>
      </w:r>
      <w:r w:rsidR="004E4D21">
        <w:t>Wykonawcę</w:t>
      </w:r>
      <w:r w:rsidR="0089765D">
        <w:t>:</w:t>
      </w:r>
    </w:p>
    <w:p w14:paraId="3E77D2FC" w14:textId="43966418" w:rsidR="007F6FB5" w:rsidRPr="00374E89" w:rsidRDefault="007C1D3C" w:rsidP="00E5794A">
      <w:pPr>
        <w:pStyle w:val="Nagwek2"/>
        <w:keepNext w:val="0"/>
        <w:keepLines w:val="0"/>
        <w:numPr>
          <w:ilvl w:val="0"/>
          <w:numId w:val="0"/>
        </w:numPr>
        <w:ind w:left="2127" w:hanging="851"/>
      </w:pPr>
      <w:r w:rsidRPr="00374E89">
        <w:t>5.1.2.1. (</w:t>
      </w:r>
      <w:r w:rsidRPr="00374E89">
        <w:rPr>
          <w:u w:val="single"/>
        </w:rPr>
        <w:t xml:space="preserve">zgodnie z pkt </w:t>
      </w:r>
      <w:r w:rsidR="007F6FB5" w:rsidRPr="00374E89">
        <w:rPr>
          <w:u w:val="single"/>
        </w:rPr>
        <w:t xml:space="preserve">9.4.3.1 </w:t>
      </w:r>
      <w:r w:rsidRPr="00374E89">
        <w:rPr>
          <w:u w:val="single"/>
        </w:rPr>
        <w:t>Procedury</w:t>
      </w:r>
      <w:r w:rsidRPr="00374E89">
        <w:t xml:space="preserve">) </w:t>
      </w:r>
      <w:r w:rsidR="004E4D21">
        <w:t>który jest</w:t>
      </w:r>
      <w:r w:rsidR="007F6FB5" w:rsidRPr="00374E89">
        <w:t xml:space="preserve"> </w:t>
      </w:r>
      <w:r w:rsidR="007813F6" w:rsidRPr="00374E89">
        <w:t>wymienio</w:t>
      </w:r>
      <w:r w:rsidR="007813F6">
        <w:t>ny</w:t>
      </w:r>
      <w:r w:rsidR="007813F6" w:rsidRPr="00374E89">
        <w:t xml:space="preserve"> </w:t>
      </w:r>
      <w:r w:rsidR="007F6FB5" w:rsidRPr="00374E89">
        <w:t>w wykazach określonych w</w:t>
      </w:r>
      <w:r w:rsidR="007813F6">
        <w:t> </w:t>
      </w:r>
      <w:r w:rsidR="007F6FB5" w:rsidRPr="00374E89">
        <w:t>Rozporządzeniu Rady (WE) nr 765/2006 z dnia 18 maja 2006 r. dotyczącego środków ograniczających w związku z sytuacją na Białorusi i udziałem Białorusi w</w:t>
      </w:r>
      <w:r w:rsidR="004E4D21">
        <w:t> </w:t>
      </w:r>
      <w:r w:rsidR="007F6FB5" w:rsidRPr="00374E89">
        <w:t xml:space="preserve">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r w:rsidR="0008267F" w:rsidRPr="00374E89">
        <w:t>późn. zm.</w:t>
      </w:r>
      <w:r w:rsidR="007F6FB5" w:rsidRPr="00374E89">
        <w:t xml:space="preserve">) (dalej: Rozporządzenie 269/2014) albo wpisanego na listę na podstawie decyzji w sprawie wpisu na listę rozstrzygającej o zastosowaniu środka, o którym mowa w art. 1 pkt 3 Ustawy z dnia 13 kwietnia 2022 r. o szczególnych rozwiązaniach w zakresie </w:t>
      </w:r>
      <w:r w:rsidR="007F6FB5" w:rsidRPr="00374E89">
        <w:lastRenderedPageBreak/>
        <w:t>przeciwdziałania wspieraniu agresji na Ukrainę oraz służących ochronie bezpieczeństwa narodowego (Dz. U. z 2022 r. poz. 835) (dalej: Ustawa przeciwdziałania wspierania agresji),</w:t>
      </w:r>
    </w:p>
    <w:p w14:paraId="15E5E045" w14:textId="35E7C4AA" w:rsidR="007F6FB5" w:rsidRPr="00374E89" w:rsidRDefault="004E4D21" w:rsidP="00F06850">
      <w:pPr>
        <w:pStyle w:val="Styl2"/>
        <w:ind w:left="2127" w:hanging="851"/>
      </w:pPr>
      <w:r w:rsidRPr="00374E89">
        <w:t xml:space="preserve">5.1.2.2.  </w:t>
      </w:r>
      <w:r w:rsidRPr="00374E89">
        <w:rPr>
          <w:u w:val="single"/>
        </w:rPr>
        <w:t xml:space="preserve">(zgodnie z pkt </w:t>
      </w:r>
      <w:r w:rsidR="007F6FB5" w:rsidRPr="00374E89">
        <w:rPr>
          <w:u w:val="single"/>
        </w:rPr>
        <w:t xml:space="preserve">9.4.3.2 </w:t>
      </w:r>
      <w:r w:rsidRPr="00374E89">
        <w:rPr>
          <w:u w:val="single"/>
        </w:rPr>
        <w:t>Procedury</w:t>
      </w:r>
      <w:r w:rsidRPr="00374E89">
        <w:t xml:space="preserve">) </w:t>
      </w:r>
      <w:r w:rsidR="007F6FB5" w:rsidRPr="00374E89">
        <w:t>którego beneficjentem rzeczywistym w rozumieniu ustawy z dnia 1 marca 2018 r. o przeciwdziałaniu praniu pieniędzy oraz finans</w:t>
      </w:r>
      <w:r w:rsidR="0008267F" w:rsidRPr="00374E89">
        <w:t xml:space="preserve">owaniu terroryzmu (tj. </w:t>
      </w:r>
      <w:r w:rsidR="005C1532" w:rsidRPr="00CF5801">
        <w:rPr>
          <w:rFonts w:cstheme="minorHAnsi"/>
          <w:szCs w:val="22"/>
          <w:lang w:eastAsia="pl-PL"/>
        </w:rPr>
        <w:t>Dz. U. z 2023 r. poz. 1124 z późn. zm</w:t>
      </w:r>
      <w:r w:rsidR="005C1532">
        <w:rPr>
          <w:rFonts w:cstheme="minorHAnsi"/>
          <w:szCs w:val="22"/>
          <w:lang w:eastAsia="pl-PL"/>
        </w:rPr>
        <w:t>.</w:t>
      </w:r>
      <w:r w:rsidR="007F6FB5" w:rsidRPr="00374E89">
        <w:t>) jest osoba wymieniona w wykazach określonych w</w:t>
      </w:r>
      <w:r w:rsidR="00B63F99">
        <w:t> </w:t>
      </w:r>
      <w:r w:rsidR="007F6FB5" w:rsidRPr="00374E89"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B63F99">
        <w:t> </w:t>
      </w:r>
      <w:r w:rsidR="007F6FB5" w:rsidRPr="00374E89">
        <w:t>którym mowa w art. 1 pkt 3 Ustawy przeciwdziałaniu wspieraniu agresji,</w:t>
      </w:r>
    </w:p>
    <w:p w14:paraId="2ED97EED" w14:textId="3B610394" w:rsidR="007F6FB5" w:rsidRPr="00374E89" w:rsidRDefault="004E4D21" w:rsidP="00F06850">
      <w:pPr>
        <w:pStyle w:val="Styl2"/>
        <w:ind w:left="2127" w:hanging="851"/>
      </w:pPr>
      <w:r w:rsidRPr="00374E89">
        <w:t>5.1.2.3. (</w:t>
      </w:r>
      <w:r w:rsidRPr="00374E89">
        <w:rPr>
          <w:u w:val="single"/>
        </w:rPr>
        <w:t xml:space="preserve">zgodnie z pkt </w:t>
      </w:r>
      <w:r w:rsidR="007F6FB5" w:rsidRPr="00374E89">
        <w:rPr>
          <w:u w:val="single"/>
        </w:rPr>
        <w:t>9.4.3.3</w:t>
      </w:r>
      <w:r w:rsidRPr="00374E89">
        <w:rPr>
          <w:u w:val="single"/>
        </w:rPr>
        <w:t xml:space="preserve"> Procedury</w:t>
      </w:r>
      <w:r w:rsidRPr="00374E89">
        <w:t xml:space="preserve">) </w:t>
      </w:r>
      <w:r w:rsidR="007F6FB5" w:rsidRPr="00374E89">
        <w:t>którego jednostką dominującą w rozumieniu art. 3 ust. 1 pkt 37 ustawy z dnia 29 września 1994 r.</w:t>
      </w:r>
      <w:r w:rsidR="0008267F" w:rsidRPr="00374E89">
        <w:t xml:space="preserve"> o rachunkowości (tj.: </w:t>
      </w:r>
      <w:r w:rsidR="00485EDB" w:rsidRPr="005C02D2">
        <w:rPr>
          <w:rFonts w:cstheme="minorHAnsi"/>
          <w:szCs w:val="22"/>
          <w:lang w:eastAsia="pl-PL"/>
        </w:rPr>
        <w:t>Dz.U. z 2023 r. poz. 120, 295 i 1598 oraz z 2024 r. poz. 619, 1685 i 1863</w:t>
      </w:r>
      <w:r w:rsidR="007F6FB5" w:rsidRPr="00374E89">
        <w:t>), jest podmiot wymieniony w wykazach określonych w Rozporządzeniu 765/2006 i</w:t>
      </w:r>
      <w:r w:rsidR="007811A7">
        <w:t> </w:t>
      </w:r>
      <w:r w:rsidR="007F6FB5" w:rsidRPr="00374E89"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68E704FD" w14:textId="537DF8D3" w:rsidR="007F6FB5" w:rsidRPr="00374E89" w:rsidRDefault="00317E78" w:rsidP="00F06850">
      <w:pPr>
        <w:pStyle w:val="Styl2"/>
        <w:ind w:left="2127" w:hanging="851"/>
      </w:pPr>
      <w:r w:rsidRPr="00374E89">
        <w:t xml:space="preserve">5.1.2.4. (zgodnie z pkt </w:t>
      </w:r>
      <w:r w:rsidR="007F6FB5" w:rsidRPr="00374E89">
        <w:t xml:space="preserve">9.4.3.4 </w:t>
      </w:r>
      <w:r w:rsidRPr="00374E89">
        <w:t xml:space="preserve">Procedury) </w:t>
      </w:r>
      <w:r w:rsidR="007F6FB5" w:rsidRPr="00374E89">
        <w:t>z udziałem:</w:t>
      </w:r>
    </w:p>
    <w:p w14:paraId="01B75546" w14:textId="1120EE3E" w:rsidR="007F6FB5" w:rsidRPr="00374E89" w:rsidRDefault="0008267F" w:rsidP="001E33AB">
      <w:pPr>
        <w:pStyle w:val="Styl2"/>
        <w:numPr>
          <w:ilvl w:val="0"/>
          <w:numId w:val="24"/>
        </w:numPr>
      </w:pPr>
      <w:r w:rsidRPr="00374E89">
        <w:t xml:space="preserve">obywateli </w:t>
      </w:r>
      <w:r w:rsidR="007F6FB5" w:rsidRPr="00374E89">
        <w:t>rosyjskich</w:t>
      </w:r>
      <w:r w:rsidR="00F06850">
        <w:t xml:space="preserve">, </w:t>
      </w:r>
      <w:r w:rsidR="007F6FB5" w:rsidRPr="00374E89">
        <w:t xml:space="preserve">osób fizycznych </w:t>
      </w:r>
      <w:r w:rsidR="003310D6">
        <w:t>zamieszkałych w Rosji</w:t>
      </w:r>
      <w:r w:rsidR="009B2FC6">
        <w:t xml:space="preserve"> lub osób </w:t>
      </w:r>
      <w:r w:rsidR="007F6FB5" w:rsidRPr="00374E89">
        <w:t>prawnych, podmiotów lub organów z</w:t>
      </w:r>
      <w:r w:rsidR="00317E78">
        <w:t> </w:t>
      </w:r>
      <w:r w:rsidR="007F6FB5" w:rsidRPr="00374E89">
        <w:t>siedzibą w Rosji;</w:t>
      </w:r>
    </w:p>
    <w:p w14:paraId="714F1F77" w14:textId="24D5C24A" w:rsidR="007F6FB5" w:rsidRPr="00374E89" w:rsidRDefault="007F6FB5" w:rsidP="001E33AB">
      <w:pPr>
        <w:pStyle w:val="Styl2"/>
        <w:numPr>
          <w:ilvl w:val="0"/>
          <w:numId w:val="24"/>
        </w:numPr>
      </w:pPr>
      <w:r w:rsidRPr="00374E89">
        <w:t xml:space="preserve">osób prawnych, podmiotów lub organów, do których prawa własności bezpośrednio lub pośrednio w ponad 50 % należą </w:t>
      </w:r>
      <w:r w:rsidR="00DE797E">
        <w:t xml:space="preserve">do </w:t>
      </w:r>
      <w:r w:rsidR="003624E5">
        <w:t>osoby fizycznej lub prawn</w:t>
      </w:r>
      <w:r w:rsidR="007943F7">
        <w:t xml:space="preserve">ej, </w:t>
      </w:r>
      <w:r w:rsidRPr="00374E89">
        <w:t>podmiotu</w:t>
      </w:r>
      <w:r w:rsidR="00CC014B">
        <w:t xml:space="preserve"> lub organu</w:t>
      </w:r>
      <w:r w:rsidRPr="00374E89">
        <w:t>, o który</w:t>
      </w:r>
      <w:r w:rsidR="00D9276E">
        <w:t>ch</w:t>
      </w:r>
      <w:r w:rsidRPr="00374E89">
        <w:t xml:space="preserve"> mowa w lit. a) niniejszego punktu; lub</w:t>
      </w:r>
    </w:p>
    <w:p w14:paraId="0902D93F" w14:textId="4E273B49" w:rsidR="007F6FB5" w:rsidRPr="000552E0" w:rsidRDefault="0008267F" w:rsidP="004E18C1">
      <w:pPr>
        <w:pStyle w:val="Styl2"/>
        <w:numPr>
          <w:ilvl w:val="0"/>
          <w:numId w:val="24"/>
        </w:numPr>
        <w:ind w:left="2835" w:hanging="348"/>
      </w:pPr>
      <w:r w:rsidRPr="00374E89">
        <w:t xml:space="preserve">osób </w:t>
      </w:r>
      <w:r w:rsidR="007F6FB5" w:rsidRPr="00374E89">
        <w:t xml:space="preserve">fizycznych lub prawnych, podmiotów lub organów działających w imieniu lub pod kierunkiem </w:t>
      </w:r>
      <w:r w:rsidR="00D9276E">
        <w:t>osoby fizycznej lub prawnej</w:t>
      </w:r>
      <w:r w:rsidR="008720C4">
        <w:t xml:space="preserve">, </w:t>
      </w:r>
      <w:r w:rsidR="007F6FB5" w:rsidRPr="00374E89">
        <w:t>podmiotu</w:t>
      </w:r>
      <w:r w:rsidR="008720C4">
        <w:t xml:space="preserve"> lub organu</w:t>
      </w:r>
      <w:r w:rsidR="007F6FB5" w:rsidRPr="00374E89">
        <w:t xml:space="preserve">, </w:t>
      </w:r>
      <w:r w:rsidR="00DE797E">
        <w:t>o</w:t>
      </w:r>
      <w:r w:rsidR="008720C4">
        <w:t xml:space="preserve"> </w:t>
      </w:r>
      <w:r w:rsidR="007F6FB5" w:rsidRPr="00374E89">
        <w:t>który</w:t>
      </w:r>
      <w:r w:rsidR="008720C4">
        <w:t>ch</w:t>
      </w:r>
      <w:r w:rsidR="007F6FB5" w:rsidRPr="00374E89">
        <w:t xml:space="preserve"> mowa w lit. a) lub b) niniejszego punktu,</w:t>
      </w:r>
      <w:r w:rsidR="00DE797E">
        <w:t xml:space="preserve"> </w:t>
      </w:r>
      <w:r w:rsidR="007F6FB5" w:rsidRPr="00374E89">
        <w:t xml:space="preserve">w tym podwykonawców, dostawców lub podmiotów, na których zdolnościach dany Wykonawca polega w celu wykazania spełniania warunków udziału w Postępowaniu zakupowym, </w:t>
      </w:r>
      <w:r w:rsidR="007F6FB5" w:rsidRPr="00ED3FB2">
        <w:rPr>
          <w:iCs w:val="0"/>
        </w:rPr>
        <w:t>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</w:t>
      </w:r>
      <w:r w:rsidR="007F6FB5" w:rsidRPr="00ED3FB2">
        <w:t xml:space="preserve"> w</w:t>
      </w:r>
      <w:r w:rsidR="00317E78">
        <w:t> </w:t>
      </w:r>
      <w:r w:rsidR="007F6FB5" w:rsidRPr="00374E89">
        <w:t>przypadku</w:t>
      </w:r>
      <w:r w:rsidRPr="00374E89">
        <w:t xml:space="preserve"> </w:t>
      </w:r>
      <w:r w:rsidR="007F6FB5" w:rsidRPr="00374E89">
        <w:t>gdy przypada na nich ponad 10 % wartości Zamówienia.</w:t>
      </w:r>
    </w:p>
    <w:p w14:paraId="4D550221" w14:textId="06A9D0B0" w:rsidR="007F6FB5" w:rsidRPr="0089712F" w:rsidRDefault="0008267F" w:rsidP="001E33AB">
      <w:pPr>
        <w:pStyle w:val="Nagwek3"/>
        <w:keepNext w:val="0"/>
        <w:keepLines w:val="0"/>
        <w:numPr>
          <w:ilvl w:val="2"/>
          <w:numId w:val="17"/>
        </w:numPr>
        <w:ind w:left="1276" w:hanging="709"/>
      </w:pPr>
      <w:r>
        <w:t>spełnia</w:t>
      </w:r>
      <w:r w:rsidR="003F278D">
        <w:t>ją</w:t>
      </w:r>
      <w:r>
        <w:t xml:space="preserve"> </w:t>
      </w:r>
      <w:r w:rsidR="007F6FB5" w:rsidRPr="0089712F">
        <w:t>warunki udziału w Postępowaniu zakupowym, tj.:</w:t>
      </w:r>
    </w:p>
    <w:p w14:paraId="0D37651B" w14:textId="5FC89EBF" w:rsidR="007F6FB5" w:rsidRDefault="0008267F" w:rsidP="0058623A">
      <w:pPr>
        <w:pStyle w:val="Styl3"/>
      </w:pPr>
      <w:r w:rsidRPr="004F6724">
        <w:t>posiada</w:t>
      </w:r>
      <w:r w:rsidR="00CC5E67">
        <w:t>ją</w:t>
      </w:r>
      <w:r w:rsidRPr="004F6724">
        <w:t xml:space="preserve"> </w:t>
      </w:r>
      <w:r w:rsidR="007F6FB5" w:rsidRPr="004F6724">
        <w:t>niezbędne zdolności techniczne lub zawodowe do zrealizowania Zakupu, w</w:t>
      </w:r>
      <w:r w:rsidR="00524ECC" w:rsidRPr="004F6724">
        <w:t> </w:t>
      </w:r>
      <w:r w:rsidR="007F6FB5" w:rsidRPr="004F6724">
        <w:t>szczególności wiedzę i doświadczenie oraz dysponu</w:t>
      </w:r>
      <w:r w:rsidR="00524ECC" w:rsidRPr="004F6724">
        <w:t>je</w:t>
      </w:r>
      <w:r w:rsidR="007F6FB5" w:rsidRPr="004F6724">
        <w:t xml:space="preserve"> potencjałem technicznym i</w:t>
      </w:r>
      <w:r w:rsidR="00524ECC" w:rsidRPr="004F6724">
        <w:t> </w:t>
      </w:r>
      <w:r w:rsidR="007F6FB5" w:rsidRPr="004F6724">
        <w:t>osobami zdolnymi do realizacji Zakupu</w:t>
      </w:r>
      <w:r w:rsidR="007F6FB5" w:rsidRPr="00E454B8">
        <w:t xml:space="preserve">: </w:t>
      </w:r>
    </w:p>
    <w:p w14:paraId="4395C95A" w14:textId="26C4C9C0" w:rsidR="001A0C97" w:rsidRPr="001A0C97" w:rsidRDefault="001A0C97" w:rsidP="00E027A6">
      <w:pPr>
        <w:pStyle w:val="Styl3"/>
        <w:numPr>
          <w:ilvl w:val="0"/>
          <w:numId w:val="0"/>
        </w:numPr>
        <w:ind w:left="2268"/>
        <w:rPr>
          <w:b/>
          <w:bCs/>
          <w:lang w:eastAsia="pl-PL"/>
        </w:rPr>
      </w:pPr>
      <w:r w:rsidRPr="001A0C97">
        <w:rPr>
          <w:lang w:eastAsia="pl-PL"/>
        </w:rPr>
        <w:t>W celu potwierdzenia spełnienia warunku Wykonawcy powinni wykazać że,</w:t>
      </w:r>
      <w:r w:rsidRPr="001A0C97">
        <w:rPr>
          <w:lang w:eastAsia="pl-PL"/>
        </w:rPr>
        <w:br/>
        <w:t xml:space="preserve">w okresie </w:t>
      </w:r>
      <w:r w:rsidRPr="001A0C97">
        <w:rPr>
          <w:b/>
          <w:bCs/>
          <w:lang w:eastAsia="pl-PL"/>
        </w:rPr>
        <w:t>ostatnich 3 lat</w:t>
      </w:r>
      <w:r w:rsidRPr="001A0C97">
        <w:rPr>
          <w:lang w:eastAsia="pl-PL"/>
        </w:rPr>
        <w:t xml:space="preserve"> przed upływem terminu składania ofert, a jeżeli okres prowadzenia działalności jest krótszy – w tym okresie,</w:t>
      </w:r>
      <w:r w:rsidRPr="001A0C97">
        <w:rPr>
          <w:b/>
          <w:bCs/>
          <w:lang w:eastAsia="pl-PL"/>
        </w:rPr>
        <w:t xml:space="preserve"> zrealizowali:</w:t>
      </w:r>
    </w:p>
    <w:p w14:paraId="645A60DA" w14:textId="0EF67D00" w:rsidR="001A0C97" w:rsidRPr="00554DF1" w:rsidRDefault="001A0C97" w:rsidP="001A0C97">
      <w:pPr>
        <w:pStyle w:val="Akapitzlist"/>
        <w:widowControl w:val="0"/>
        <w:numPr>
          <w:ilvl w:val="0"/>
          <w:numId w:val="34"/>
        </w:numPr>
        <w:snapToGrid w:val="0"/>
        <w:spacing w:before="120" w:after="120" w:line="276" w:lineRule="auto"/>
        <w:ind w:right="23"/>
        <w:jc w:val="both"/>
        <w:outlineLvl w:val="0"/>
        <w:rPr>
          <w:rFonts w:cstheme="minorHAnsi"/>
          <w:b/>
          <w:bCs/>
          <w:spacing w:val="-3"/>
          <w:lang w:eastAsia="pl-PL"/>
        </w:rPr>
      </w:pPr>
      <w:r w:rsidRPr="00D753E7">
        <w:rPr>
          <w:rFonts w:cstheme="minorHAnsi"/>
          <w:b/>
          <w:bCs/>
          <w:spacing w:val="-3"/>
          <w:lang w:eastAsia="pl-PL"/>
        </w:rPr>
        <w:t>dla części I</w:t>
      </w:r>
      <w:r>
        <w:rPr>
          <w:rFonts w:cstheme="minorHAnsi"/>
          <w:spacing w:val="-3"/>
          <w:lang w:eastAsia="pl-PL"/>
        </w:rPr>
        <w:t>:</w:t>
      </w:r>
      <w:r w:rsidR="00C90761">
        <w:rPr>
          <w:rFonts w:cstheme="minorHAnsi"/>
          <w:spacing w:val="-3"/>
          <w:lang w:eastAsia="pl-PL"/>
        </w:rPr>
        <w:t xml:space="preserve"> </w:t>
      </w:r>
      <w:r>
        <w:rPr>
          <w:rFonts w:cstheme="minorHAnsi"/>
          <w:b/>
          <w:bCs/>
          <w:spacing w:val="-3"/>
          <w:lang w:eastAsia="pl-PL"/>
        </w:rPr>
        <w:t>co najmniej</w:t>
      </w:r>
      <w:r w:rsidRPr="00A24F57">
        <w:rPr>
          <w:rFonts w:cstheme="minorHAnsi"/>
          <w:b/>
          <w:bCs/>
          <w:spacing w:val="-3"/>
          <w:lang w:eastAsia="pl-PL"/>
        </w:rPr>
        <w:t xml:space="preserve"> </w:t>
      </w:r>
      <w:r>
        <w:rPr>
          <w:rFonts w:cstheme="minorHAnsi"/>
          <w:b/>
          <w:bCs/>
          <w:spacing w:val="-3"/>
          <w:lang w:eastAsia="pl-PL"/>
        </w:rPr>
        <w:t>dwa</w:t>
      </w:r>
      <w:r w:rsidRPr="00A24F57">
        <w:rPr>
          <w:rFonts w:cstheme="minorHAnsi"/>
          <w:b/>
          <w:bCs/>
          <w:spacing w:val="-3"/>
          <w:lang w:eastAsia="pl-PL"/>
        </w:rPr>
        <w:t xml:space="preserve"> </w:t>
      </w:r>
      <w:r>
        <w:rPr>
          <w:rFonts w:cstheme="minorHAnsi"/>
          <w:b/>
          <w:bCs/>
          <w:spacing w:val="-3"/>
          <w:lang w:eastAsia="pl-PL"/>
        </w:rPr>
        <w:t xml:space="preserve">zamówienia </w:t>
      </w:r>
      <w:r w:rsidRPr="00D753E7">
        <w:rPr>
          <w:rFonts w:cstheme="minorHAnsi"/>
          <w:b/>
          <w:bCs/>
          <w:spacing w:val="-3"/>
          <w:lang w:eastAsia="pl-PL"/>
        </w:rPr>
        <w:t xml:space="preserve">polegające na wykonaniu robót budowlanych, odpowiadających swoim rodzajem i zakresem robotom </w:t>
      </w:r>
      <w:r w:rsidRPr="00554DF1">
        <w:rPr>
          <w:rFonts w:cstheme="minorHAnsi"/>
          <w:b/>
          <w:bCs/>
          <w:spacing w:val="-3"/>
          <w:lang w:eastAsia="pl-PL"/>
        </w:rPr>
        <w:t>budowlanym stanowiącym przedmiot Zakupu na kwotę minimum 200 tys. zł netto (słownie: dwieście tysięcy złotych) każde.</w:t>
      </w:r>
    </w:p>
    <w:p w14:paraId="7A427F42" w14:textId="77777777" w:rsidR="001A0C97" w:rsidRPr="00554DF1" w:rsidRDefault="001A0C97" w:rsidP="001A0C97">
      <w:pPr>
        <w:pStyle w:val="Akapitzlist"/>
        <w:widowControl w:val="0"/>
        <w:numPr>
          <w:ilvl w:val="0"/>
          <w:numId w:val="34"/>
        </w:numPr>
        <w:snapToGrid w:val="0"/>
        <w:spacing w:before="120" w:after="120" w:line="276" w:lineRule="auto"/>
        <w:ind w:right="23"/>
        <w:jc w:val="both"/>
        <w:outlineLvl w:val="0"/>
        <w:rPr>
          <w:rFonts w:cstheme="minorHAnsi"/>
          <w:b/>
          <w:bCs/>
          <w:spacing w:val="-3"/>
          <w:lang w:eastAsia="pl-PL"/>
        </w:rPr>
      </w:pPr>
      <w:r w:rsidRPr="00554DF1">
        <w:rPr>
          <w:rFonts w:cstheme="minorHAnsi"/>
          <w:b/>
          <w:bCs/>
          <w:spacing w:val="-3"/>
          <w:lang w:eastAsia="pl-PL"/>
        </w:rPr>
        <w:t>dla części II: co najmniej dwa zamówienia polegające na wykonaniu robót budowlanych, odpowiadających swoim rodzajem i zakresem robotom budowlanym stanowiącym przedmiot Zakupu na kwotę minimum 200 tys. zł netto (słownie: dwieście tysięcy złotych) każde</w:t>
      </w:r>
    </w:p>
    <w:p w14:paraId="6D8B1FF2" w14:textId="6D345A8B" w:rsidR="001A0C97" w:rsidRPr="00E027A6" w:rsidRDefault="001A0C97" w:rsidP="001A0C97">
      <w:pPr>
        <w:pStyle w:val="Akapitzlist"/>
        <w:widowControl w:val="0"/>
        <w:snapToGrid w:val="0"/>
        <w:spacing w:before="120" w:after="120" w:line="276" w:lineRule="auto"/>
        <w:ind w:left="2487" w:right="23"/>
        <w:outlineLvl w:val="0"/>
        <w:rPr>
          <w:rFonts w:cstheme="minorHAnsi"/>
          <w:spacing w:val="-3"/>
          <w:lang w:eastAsia="pl-PL"/>
        </w:rPr>
      </w:pPr>
      <w:r w:rsidRPr="00554DF1">
        <w:rPr>
          <w:rFonts w:cstheme="minorHAnsi"/>
          <w:b/>
          <w:bCs/>
          <w:spacing w:val="-3"/>
          <w:lang w:eastAsia="pl-PL"/>
        </w:rPr>
        <w:lastRenderedPageBreak/>
        <w:t>co Wykonawca ma obowiązek wykazać w składanej ofercie.</w:t>
      </w:r>
      <w:r w:rsidRPr="00554DF1">
        <w:rPr>
          <w:rFonts w:cstheme="minorHAnsi"/>
          <w:spacing w:val="-3"/>
          <w:lang w:eastAsia="pl-PL"/>
        </w:rPr>
        <w:t xml:space="preserve"> </w:t>
      </w:r>
    </w:p>
    <w:p w14:paraId="4C865D0A" w14:textId="3B3B0739" w:rsidR="007F6FB5" w:rsidRPr="00E454B8" w:rsidRDefault="0008267F" w:rsidP="0058623A">
      <w:pPr>
        <w:pStyle w:val="Styl3"/>
      </w:pPr>
      <w:r w:rsidRPr="004F6724">
        <w:t>posiada</w:t>
      </w:r>
      <w:r w:rsidR="00F52444">
        <w:t>ją</w:t>
      </w:r>
      <w:r w:rsidRPr="004F6724">
        <w:t xml:space="preserve"> </w:t>
      </w:r>
      <w:r w:rsidR="007F6FB5" w:rsidRPr="004F6724">
        <w:t>uprawnienia do prowadzenia określonej działalności gospodarczej lub zawodowej, jeżeli odrębne przepisy nakładają obowiązek posiadania takich uprawnień, tj.</w:t>
      </w:r>
      <w:r w:rsidR="007F6FB5" w:rsidRPr="00E454B8">
        <w:t>:</w:t>
      </w:r>
    </w:p>
    <w:p w14:paraId="31E086B3" w14:textId="77777777" w:rsidR="007F6FB5" w:rsidRDefault="007F6FB5" w:rsidP="00F727E4">
      <w:pPr>
        <w:pStyle w:val="Styl2"/>
        <w:ind w:left="2268" w:firstLine="0"/>
        <w:outlineLvl w:val="2"/>
      </w:pPr>
      <w:r w:rsidRPr="00E454B8">
        <w:t>Zamawiający nie określa warunku w tym zakresie</w:t>
      </w:r>
    </w:p>
    <w:p w14:paraId="0D9C5EEA" w14:textId="740DB0E1" w:rsidR="007F6FB5" w:rsidRPr="00E454B8" w:rsidRDefault="0008267F" w:rsidP="0058623A">
      <w:pPr>
        <w:pStyle w:val="Styl3"/>
      </w:pPr>
      <w:r w:rsidRPr="004F6724">
        <w:t>znajduj</w:t>
      </w:r>
      <w:r w:rsidR="00AA33F5">
        <w:t>ą</w:t>
      </w:r>
      <w:r w:rsidRPr="004F6724">
        <w:t xml:space="preserve"> </w:t>
      </w:r>
      <w:r w:rsidR="007F6FB5" w:rsidRPr="004F6724">
        <w:t>się w sytuacji ekonomicznej lub finansowej zapewniającej wykonanie Zakupu</w:t>
      </w:r>
      <w:r w:rsidR="001A1BB8">
        <w:t>:</w:t>
      </w:r>
    </w:p>
    <w:p w14:paraId="18248FEB" w14:textId="0A42DE6F" w:rsidR="001A0C97" w:rsidRPr="00554DF1" w:rsidRDefault="00A64B14" w:rsidP="00E027A6">
      <w:pPr>
        <w:pStyle w:val="Styl2"/>
        <w:ind w:left="2268" w:firstLine="0"/>
        <w:outlineLvl w:val="2"/>
        <w:rPr>
          <w:rFonts w:cstheme="minorHAnsi"/>
          <w:b/>
          <w:bCs/>
          <w:spacing w:val="-3"/>
          <w:lang w:eastAsia="pl-PL"/>
        </w:rPr>
      </w:pPr>
      <w:r w:rsidRPr="00A64B14">
        <w:t>W celu potwierdzenia spełnienia warunku Wykonawca powinien wykazać, że</w:t>
      </w:r>
      <w:r w:rsidR="001A0C97">
        <w:t xml:space="preserve"> jest ubezpieczony od odpowiedzialności cywilnej w zakresie prowadzonej działalności związanej przedmiotem zamówienia tj. </w:t>
      </w:r>
      <w:r w:rsidR="001A0C97">
        <w:rPr>
          <w:rFonts w:cstheme="minorHAnsi"/>
          <w:b/>
          <w:bCs/>
          <w:color w:val="auto"/>
          <w:spacing w:val="-3"/>
          <w:szCs w:val="22"/>
          <w:lang w:eastAsia="pl-PL"/>
        </w:rPr>
        <w:t>posiada</w:t>
      </w:r>
      <w:r w:rsidR="001A0C97" w:rsidRPr="00554DF1">
        <w:rPr>
          <w:rFonts w:cstheme="minorHAnsi"/>
          <w:b/>
          <w:bCs/>
          <w:color w:val="auto"/>
          <w:spacing w:val="-3"/>
          <w:szCs w:val="22"/>
          <w:lang w:eastAsia="pl-PL"/>
        </w:rPr>
        <w:t xml:space="preserve"> polis</w:t>
      </w:r>
      <w:r w:rsidR="001A0C97">
        <w:rPr>
          <w:rFonts w:cstheme="minorHAnsi"/>
          <w:b/>
          <w:bCs/>
          <w:color w:val="auto"/>
          <w:spacing w:val="-3"/>
          <w:szCs w:val="22"/>
          <w:lang w:eastAsia="pl-PL"/>
        </w:rPr>
        <w:t>ę</w:t>
      </w:r>
      <w:r w:rsidR="001A0C97" w:rsidRPr="00554DF1">
        <w:rPr>
          <w:rFonts w:cstheme="minorHAnsi"/>
          <w:b/>
          <w:bCs/>
          <w:color w:val="auto"/>
          <w:spacing w:val="-3"/>
          <w:szCs w:val="22"/>
          <w:lang w:eastAsia="pl-PL"/>
        </w:rPr>
        <w:t xml:space="preserve"> OC o wartości 500.000 zł netto (wraz z potwierdzeniem opłacenia składki)</w:t>
      </w:r>
      <w:r w:rsidR="001A0C97">
        <w:rPr>
          <w:rFonts w:cstheme="minorHAnsi"/>
          <w:b/>
          <w:bCs/>
          <w:color w:val="auto"/>
          <w:spacing w:val="-3"/>
          <w:szCs w:val="22"/>
          <w:lang w:eastAsia="pl-PL"/>
        </w:rPr>
        <w:t xml:space="preserve"> </w:t>
      </w:r>
      <w:r w:rsidR="001A0C97" w:rsidRPr="00E027A6">
        <w:rPr>
          <w:rFonts w:cstheme="minorHAnsi"/>
          <w:b/>
          <w:bCs/>
          <w:color w:val="auto"/>
          <w:spacing w:val="-3"/>
          <w:szCs w:val="22"/>
          <w:lang w:eastAsia="pl-PL"/>
        </w:rPr>
        <w:t>niezależnie od ilości części, na które została złożona oferta.</w:t>
      </w:r>
    </w:p>
    <w:p w14:paraId="5567F911" w14:textId="5BE7AB30" w:rsidR="00020A75" w:rsidRPr="00E454B8" w:rsidRDefault="00020A75" w:rsidP="00F727E4">
      <w:pPr>
        <w:pStyle w:val="Styl2"/>
        <w:ind w:left="2268" w:firstLine="0"/>
        <w:outlineLvl w:val="2"/>
      </w:pPr>
      <w:r w:rsidRPr="0030162F">
        <w:rPr>
          <w:b/>
          <w:bCs/>
          <w:u w:val="single"/>
        </w:rPr>
        <w:t>UWAGA:</w:t>
      </w:r>
      <w:r>
        <w:t xml:space="preserve"> </w:t>
      </w:r>
      <w:r w:rsidR="00CD1B00">
        <w:t>Wartości pienię</w:t>
      </w:r>
      <w:r w:rsidR="00A019AF">
        <w:t>ż</w:t>
      </w:r>
      <w:r w:rsidR="00CD1B00">
        <w:t>ne wskazane w dokumentach i oświadczeniach, mające na celu wykazanie spełnienia przez Wykonawców warunków udziału w postępowaniu</w:t>
      </w:r>
      <w:r w:rsidR="00B05927">
        <w:t xml:space="preserve"> podane w walutach obcych, Zamawiający przeliczy na złote polskie wg średniego kursu walut NBP z dnia opublikowania Ogłosze</w:t>
      </w:r>
      <w:r w:rsidR="00A019AF">
        <w:t xml:space="preserve">nia o zakupie. W przypadku wskazania wartości pieniężnej w walucie obcej nie obowiązującej w dniu opublikowania ww. Ogłoszenia o zakupie, zostanie ona przeliczona na złote polskie wg średniego </w:t>
      </w:r>
      <w:r w:rsidR="00E7682B">
        <w:t>kursu walut NBP z ostatniego dnia obowiązywania tej waluty.</w:t>
      </w:r>
      <w:r w:rsidR="00A019AF">
        <w:t xml:space="preserve"> </w:t>
      </w:r>
    </w:p>
    <w:p w14:paraId="304D397A" w14:textId="268D94DA" w:rsidR="007F6FB5" w:rsidRPr="0089712F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89712F">
        <w:t xml:space="preserve">Na potwierdzenie wymagań określonych w pkt 5.1. powyżej, Wykonawca zobowiązany jest złożyć wraz z </w:t>
      </w:r>
      <w:r w:rsidR="00537958" w:rsidRPr="00374E89">
        <w:rPr>
          <w:b/>
          <w:bCs/>
        </w:rPr>
        <w:t>F</w:t>
      </w:r>
      <w:r w:rsidR="000E031B" w:rsidRPr="00374E89">
        <w:rPr>
          <w:b/>
          <w:bCs/>
        </w:rPr>
        <w:t xml:space="preserve">ormularzem Oferty </w:t>
      </w:r>
      <w:r w:rsidR="00537958" w:rsidRPr="00E36F5E">
        <w:t>przygotowanym zgodnie ze wzorem stanowiącym</w:t>
      </w:r>
      <w:r w:rsidR="00537958" w:rsidRPr="00374E89">
        <w:rPr>
          <w:b/>
          <w:bCs/>
        </w:rPr>
        <w:t xml:space="preserve"> Załącznik nr </w:t>
      </w:r>
      <w:r w:rsidR="0081174E">
        <w:rPr>
          <w:b/>
          <w:bCs/>
        </w:rPr>
        <w:t>2</w:t>
      </w:r>
      <w:r w:rsidR="00537958" w:rsidRPr="00374E89">
        <w:rPr>
          <w:b/>
          <w:bCs/>
        </w:rPr>
        <w:t xml:space="preserve"> do SWZ</w:t>
      </w:r>
      <w:r w:rsidR="00537958">
        <w:t>,</w:t>
      </w:r>
      <w:r w:rsidR="000E031B" w:rsidRPr="0089712F">
        <w:t xml:space="preserve"> </w:t>
      </w:r>
      <w:r w:rsidR="0089712F" w:rsidRPr="0089712F">
        <w:t>następujące dokumenty</w:t>
      </w:r>
      <w:r w:rsidRPr="0089712F">
        <w:t>:</w:t>
      </w:r>
    </w:p>
    <w:p w14:paraId="1DA2D045" w14:textId="02319300" w:rsidR="007F6FB5" w:rsidRPr="0089712F" w:rsidRDefault="007F6FB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89712F">
        <w:rPr>
          <w:b/>
        </w:rPr>
        <w:t xml:space="preserve">Oświadczenie </w:t>
      </w:r>
      <w:r w:rsidRPr="0089712F">
        <w:t xml:space="preserve">o spełnieniu warunków udziału </w:t>
      </w:r>
      <w:r w:rsidRPr="008D13C2">
        <w:t>w Postępowaniu oraz niepodleganiu wykluczeniu z Postępowa</w:t>
      </w:r>
      <w:r w:rsidR="0008267F" w:rsidRPr="008D13C2">
        <w:t>nia –</w:t>
      </w:r>
      <w:r w:rsidR="006F72EA">
        <w:t xml:space="preserve"> </w:t>
      </w:r>
      <w:r w:rsidR="00B36806" w:rsidRPr="008D13C2">
        <w:t xml:space="preserve">w treści Formularza Oferty wg </w:t>
      </w:r>
      <w:r w:rsidR="00B36806">
        <w:rPr>
          <w:b/>
        </w:rPr>
        <w:t>Załącznika n</w:t>
      </w:r>
      <w:r w:rsidR="00B36806" w:rsidRPr="008D13C2">
        <w:rPr>
          <w:b/>
        </w:rPr>
        <w:t>r 2 do SWZ</w:t>
      </w:r>
      <w:r w:rsidRPr="008D13C2">
        <w:t>;</w:t>
      </w:r>
    </w:p>
    <w:p w14:paraId="231E6D4D" w14:textId="77E2BA24" w:rsidR="00842B65" w:rsidRDefault="007F6FB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E454B8">
        <w:rPr>
          <w:b/>
        </w:rPr>
        <w:t>Oświadczenie Wykonawcy o niepodleganiu wykluczeniu</w:t>
      </w:r>
      <w:r w:rsidRPr="00AF2710">
        <w:t xml:space="preserve"> z Postępowa</w:t>
      </w:r>
      <w:r w:rsidR="000552E0">
        <w:t>nia na podstawie art. 7 ust. 1 U</w:t>
      </w:r>
      <w:r w:rsidRPr="00AF2710">
        <w:t xml:space="preserve">stawy </w:t>
      </w:r>
      <w:r w:rsidR="000552E0">
        <w:t xml:space="preserve">Sankcyjnej </w:t>
      </w:r>
      <w:r w:rsidR="00E454B8">
        <w:t>oraz art. 5 k R</w:t>
      </w:r>
      <w:r w:rsidRPr="00AF2710">
        <w:t>ozporządzenia</w:t>
      </w:r>
      <w:r w:rsidR="00E454B8">
        <w:t xml:space="preserve"> Sankcyjnego</w:t>
      </w:r>
      <w:r w:rsidR="00734026">
        <w:t xml:space="preserve">.   </w:t>
      </w:r>
    </w:p>
    <w:p w14:paraId="44B32082" w14:textId="12DE3F0D" w:rsidR="00985B3A" w:rsidRPr="00E027A6" w:rsidRDefault="00985B3A" w:rsidP="00734026">
      <w:pPr>
        <w:pStyle w:val="Styl3"/>
        <w:numPr>
          <w:ilvl w:val="0"/>
          <w:numId w:val="0"/>
        </w:numPr>
        <w:ind w:left="2268" w:hanging="850"/>
      </w:pPr>
      <w:r w:rsidRPr="00E027A6">
        <w:t xml:space="preserve">Wzór oświadczenia stanowi </w:t>
      </w:r>
      <w:r w:rsidRPr="00E027A6">
        <w:rPr>
          <w:b/>
          <w:bCs/>
        </w:rPr>
        <w:t>Załącznik nr 7 do SWZ</w:t>
      </w:r>
      <w:r w:rsidRPr="00E027A6">
        <w:t>.</w:t>
      </w:r>
    </w:p>
    <w:p w14:paraId="46AA1039" w14:textId="4A5FF1FC" w:rsidR="007F6FB5" w:rsidRPr="0089712F" w:rsidRDefault="0008267F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rPr>
          <w:b/>
        </w:rPr>
        <w:t xml:space="preserve">Odpis </w:t>
      </w:r>
      <w:r w:rsidR="007F6FB5" w:rsidRPr="0089712F">
        <w:rPr>
          <w:b/>
        </w:rPr>
        <w:t>lub informację z Krajowego Rejestru Sądowego lub z Centralnej Ewidencji i</w:t>
      </w:r>
      <w:r w:rsidR="00405466">
        <w:rPr>
          <w:b/>
        </w:rPr>
        <w:t> </w:t>
      </w:r>
      <w:r w:rsidR="007F6FB5" w:rsidRPr="0089712F">
        <w:rPr>
          <w:b/>
        </w:rPr>
        <w:t>Informacji o Działalności Gospodarcze</w:t>
      </w:r>
      <w:r w:rsidR="007F6FB5" w:rsidRPr="0089712F">
        <w:t xml:space="preserve">j, sporządzony nie wcześniej niż 3 miesiące przed jej złożeniem, jeżeli odrębne przepisy wymagają </w:t>
      </w:r>
      <w:r w:rsidR="00096FE0">
        <w:t>wpisu do rejestru lub ewidencji.</w:t>
      </w:r>
    </w:p>
    <w:p w14:paraId="053D3693" w14:textId="4C9317FB" w:rsidR="007F6FB5" w:rsidRDefault="00405466" w:rsidP="00D62421">
      <w:pPr>
        <w:pStyle w:val="Styl2"/>
        <w:ind w:left="1418"/>
      </w:pPr>
      <w:r w:rsidRPr="00374E89">
        <w:rPr>
          <w:b/>
          <w:bCs/>
          <w:u w:val="single"/>
        </w:rPr>
        <w:t>UWAGA:</w:t>
      </w:r>
      <w:r>
        <w:t xml:space="preserve"> </w:t>
      </w:r>
      <w:r w:rsidR="007F6FB5">
        <w:t>Wykonawca nie jest zobowiązany do przedkładania ww. dokumentów, jeżeli wskaże w Formularzu ofertowym, że ww. dokumenty są dostępne pod określonymi adresami internetowymi ogólnodostępnych i</w:t>
      </w:r>
      <w:r w:rsidR="00956BA2">
        <w:t> </w:t>
      </w:r>
      <w:r w:rsidR="007F6FB5">
        <w:t>bezpłatnych baz danych. W takim pr</w:t>
      </w:r>
      <w:r w:rsidR="0008267F">
        <w:t xml:space="preserve">zypadku Zamawiający pobiera te </w:t>
      </w:r>
      <w:r w:rsidR="007F6FB5">
        <w:t>dokumenty z tych baz danych, o ile posiada do nich dostęp.</w:t>
      </w:r>
    </w:p>
    <w:p w14:paraId="0973A2BC" w14:textId="30C9E664" w:rsidR="0033104D" w:rsidRDefault="0008267F" w:rsidP="00E027A6">
      <w:pPr>
        <w:pStyle w:val="Nagwek3"/>
        <w:keepNext w:val="0"/>
        <w:keepLines w:val="0"/>
        <w:numPr>
          <w:ilvl w:val="2"/>
          <w:numId w:val="17"/>
        </w:numPr>
        <w:ind w:left="1418" w:hanging="716"/>
      </w:pPr>
      <w:r w:rsidRPr="0033104D">
        <w:rPr>
          <w:b/>
          <w:bCs/>
        </w:rPr>
        <w:t>O</w:t>
      </w:r>
      <w:r w:rsidR="007F6FB5" w:rsidRPr="0033104D">
        <w:rPr>
          <w:b/>
          <w:bCs/>
        </w:rPr>
        <w:t>świadczenie własne Wykonawcy potwierdzające, że nie zalega z opłacaniem podatków i opłat</w:t>
      </w:r>
      <w:r w:rsidR="004D5661" w:rsidRPr="0033104D">
        <w:rPr>
          <w:b/>
          <w:bCs/>
        </w:rPr>
        <w:t xml:space="preserve"> </w:t>
      </w:r>
      <w:r w:rsidR="004D5661" w:rsidRPr="004D5661">
        <w:t>(</w:t>
      </w:r>
      <w:r w:rsidR="0055382F">
        <w:t xml:space="preserve">w </w:t>
      </w:r>
      <w:r w:rsidR="0055382F" w:rsidRPr="00EE7EDA">
        <w:t xml:space="preserve">treści </w:t>
      </w:r>
      <w:r w:rsidR="0055382F" w:rsidRPr="00EE7EDA">
        <w:rPr>
          <w:b/>
          <w:bCs/>
        </w:rPr>
        <w:t>Formularza oferty – Załącznik nr 2 do SWZ</w:t>
      </w:r>
      <w:r w:rsidR="0055382F" w:rsidRPr="00EE7EDA">
        <w:t>)</w:t>
      </w:r>
      <w:r w:rsidR="0033104D" w:rsidRPr="00EE7EDA">
        <w:t>.</w:t>
      </w:r>
      <w:r w:rsidR="007E59A8" w:rsidRPr="007E59A8">
        <w:t xml:space="preserve"> </w:t>
      </w:r>
    </w:p>
    <w:p w14:paraId="31E73FF5" w14:textId="40B5080D" w:rsidR="00A334F0" w:rsidRDefault="007F6FB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89712F">
        <w:rPr>
          <w:b/>
        </w:rPr>
        <w:t xml:space="preserve">Wykaz zrealizowanych </w:t>
      </w:r>
      <w:sdt>
        <w:sdtPr>
          <w:rPr>
            <w:rFonts w:asciiTheme="minorHAnsi" w:hAnsiTheme="minorHAnsi" w:cstheme="minorHAnsi"/>
            <w:b/>
            <w:iCs/>
            <w:szCs w:val="22"/>
          </w:rPr>
          <w:alias w:val="AUTOMAT - NIE uzupełniaj"/>
          <w:tag w:val=""/>
          <w:id w:val="2078239762"/>
          <w:placeholder>
            <w:docPart w:val="F8243EF2E1164EA782B5A1E6BADB1635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>
            <w:rPr>
              <w:rFonts w:asciiTheme="minorHAnsi" w:hAnsiTheme="minorHAnsi" w:cstheme="minorHAnsi"/>
              <w:b/>
              <w:iCs/>
              <w:szCs w:val="22"/>
            </w:rPr>
            <w:t>robót budowlanych</w:t>
          </w:r>
        </w:sdtContent>
      </w:sdt>
      <w:r w:rsidRPr="0089712F">
        <w:rPr>
          <w:b/>
        </w:rPr>
        <w:t>,</w:t>
      </w:r>
      <w:r w:rsidR="0008267F">
        <w:t xml:space="preserve"> </w:t>
      </w:r>
      <w:r w:rsidRPr="0089712F">
        <w:t>o których mowa w pkt 5.1.</w:t>
      </w:r>
      <w:r w:rsidRPr="00DD41B0">
        <w:t xml:space="preserve">3.1 </w:t>
      </w:r>
      <w:r w:rsidRPr="0089712F">
        <w:t xml:space="preserve">SWZ, </w:t>
      </w:r>
      <w:r w:rsidR="00F14710">
        <w:br/>
      </w:r>
      <w:r w:rsidRPr="0089712F">
        <w:t xml:space="preserve">z podaniem informacji określonych we wzorze wykazu </w:t>
      </w:r>
      <w:r w:rsidRPr="008D13C2">
        <w:t xml:space="preserve">stanowiącym </w:t>
      </w:r>
      <w:r w:rsidRPr="008D13C2">
        <w:rPr>
          <w:b/>
        </w:rPr>
        <w:t xml:space="preserve">Załącznik nr </w:t>
      </w:r>
      <w:r w:rsidRPr="00AE54A0">
        <w:rPr>
          <w:b/>
        </w:rPr>
        <w:t>3</w:t>
      </w:r>
      <w:r w:rsidRPr="008D13C2">
        <w:rPr>
          <w:b/>
        </w:rPr>
        <w:t xml:space="preserve"> do SWZ</w:t>
      </w:r>
      <w:r w:rsidRPr="008D13C2">
        <w:t>,</w:t>
      </w:r>
      <w:r w:rsidRPr="0089712F">
        <w:t xml:space="preserve"> wraz z dokumentami potwierdzającymi należyte </w:t>
      </w:r>
      <w:r w:rsidRPr="000A1605">
        <w:t xml:space="preserve">wykonanie </w:t>
      </w:r>
      <w:sdt>
        <w:sdtPr>
          <w:rPr>
            <w:rFonts w:asciiTheme="minorHAnsi" w:hAnsiTheme="minorHAnsi" w:cstheme="minorHAnsi"/>
            <w:iCs/>
            <w:szCs w:val="22"/>
          </w:rPr>
          <w:alias w:val="AUTOMAT - NIE uzupełniaj"/>
          <w:tag w:val=""/>
          <w:id w:val="-796441457"/>
          <w:placeholder>
            <w:docPart w:val="E72F73DE53304BA69993E9464A8838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>
            <w:rPr>
              <w:rFonts w:asciiTheme="minorHAnsi" w:hAnsiTheme="minorHAnsi" w:cstheme="minorHAnsi"/>
              <w:iCs/>
              <w:szCs w:val="22"/>
            </w:rPr>
            <w:t>robót budowlanych</w:t>
          </w:r>
        </w:sdtContent>
      </w:sdt>
      <w:r w:rsidRPr="000A1605">
        <w:t xml:space="preserve"> zamieszczonych w wykazie (np. referencje, pr</w:t>
      </w:r>
      <w:r w:rsidRPr="0089712F">
        <w:t>otokoły odbioru itp. bądź inne dokumen</w:t>
      </w:r>
      <w:r w:rsidR="0008267F">
        <w:t xml:space="preserve">ty wystawione przez podmiot, na </w:t>
      </w:r>
      <w:r w:rsidRPr="0089712F">
        <w:t xml:space="preserve">rzecz którego </w:t>
      </w:r>
      <w:r w:rsidRPr="001A771D">
        <w:t xml:space="preserve">były </w:t>
      </w:r>
      <w:r w:rsidR="00B02172">
        <w:t xml:space="preserve">one </w:t>
      </w:r>
      <w:r w:rsidRPr="001A771D">
        <w:t xml:space="preserve">wykonywane). W przypadku </w:t>
      </w:r>
      <w:r w:rsidR="003356EA" w:rsidRPr="001A771D">
        <w:t xml:space="preserve">kiedy </w:t>
      </w:r>
      <w:r w:rsidR="003356EA" w:rsidRPr="00612037">
        <w:t>Wykonawca z</w:t>
      </w:r>
      <w:r w:rsidR="001A771D" w:rsidRPr="00612037">
        <w:t> </w:t>
      </w:r>
      <w:r w:rsidR="003356EA" w:rsidRPr="00612037">
        <w:t>przyczyn niezależnych od niego nie jest w stanie uzyska</w:t>
      </w:r>
      <w:r w:rsidR="0008267F" w:rsidRPr="00612037">
        <w:t xml:space="preserve">ć tych dokumentów dopuszcza się </w:t>
      </w:r>
      <w:r w:rsidR="00096FE0" w:rsidRPr="00612037">
        <w:t xml:space="preserve">złożenie </w:t>
      </w:r>
      <w:r w:rsidR="003356EA" w:rsidRPr="00612037">
        <w:t xml:space="preserve">oświadczenia własnego Wykonawcy w zakresie należytego zrealizowania </w:t>
      </w:r>
      <w:sdt>
        <w:sdtPr>
          <w:rPr>
            <w:rFonts w:asciiTheme="minorHAnsi" w:hAnsiTheme="minorHAnsi" w:cstheme="minorHAnsi"/>
            <w:iCs/>
            <w:szCs w:val="22"/>
          </w:rPr>
          <w:alias w:val="AUTOMAT - NIE uzupełniaj"/>
          <w:tag w:val=""/>
          <w:id w:val="69623600"/>
          <w:placeholder>
            <w:docPart w:val="49B9645863AB443CAD868EEBCD1CA64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>
            <w:rPr>
              <w:rFonts w:asciiTheme="minorHAnsi" w:hAnsiTheme="minorHAnsi" w:cstheme="minorHAnsi"/>
              <w:iCs/>
              <w:szCs w:val="22"/>
            </w:rPr>
            <w:t>robót budowlanych</w:t>
          </w:r>
        </w:sdtContent>
      </w:sdt>
      <w:r w:rsidR="0043209F" w:rsidRPr="00612037">
        <w:t xml:space="preserve"> wraz z uzasadnieniem braku dokumentów pot</w:t>
      </w:r>
      <w:r w:rsidR="0043209F">
        <w:t>wierdzających</w:t>
      </w:r>
      <w:r w:rsidR="0043209F" w:rsidRPr="0043209F">
        <w:t xml:space="preserve"> </w:t>
      </w:r>
      <w:r w:rsidR="0043209F">
        <w:t xml:space="preserve">ich </w:t>
      </w:r>
      <w:r w:rsidR="0043209F" w:rsidRPr="0043209F">
        <w:t>należyte wykonani</w:t>
      </w:r>
      <w:r w:rsidR="0043209F">
        <w:t>e.</w:t>
      </w:r>
    </w:p>
    <w:p w14:paraId="1B3C2A94" w14:textId="176A0767" w:rsidR="00A90D60" w:rsidRDefault="00BA266E" w:rsidP="001E33AB">
      <w:pPr>
        <w:pStyle w:val="Akapitzlist"/>
        <w:numPr>
          <w:ilvl w:val="2"/>
          <w:numId w:val="17"/>
        </w:numPr>
        <w:ind w:left="1418" w:hanging="709"/>
        <w:jc w:val="both"/>
      </w:pPr>
      <w:r w:rsidRPr="00374E89">
        <w:rPr>
          <w:b/>
          <w:bCs/>
        </w:rPr>
        <w:t>Dokument potwierdzający</w:t>
      </w:r>
      <w:r w:rsidR="000B1E2D" w:rsidRPr="00374E89">
        <w:rPr>
          <w:b/>
          <w:bCs/>
        </w:rPr>
        <w:t>, że Wykonawca</w:t>
      </w:r>
      <w:r w:rsidR="00297A31" w:rsidRPr="00374E89">
        <w:rPr>
          <w:b/>
          <w:bCs/>
        </w:rPr>
        <w:t xml:space="preserve"> jest ubezpieczony od odpowiedzialności cywilnej</w:t>
      </w:r>
      <w:r w:rsidR="00297A31">
        <w:t>, o</w:t>
      </w:r>
      <w:r w:rsidR="007D25A0">
        <w:t> </w:t>
      </w:r>
      <w:r w:rsidR="00297A31">
        <w:t xml:space="preserve">której mowa w pkt </w:t>
      </w:r>
      <w:r w:rsidR="00497C63">
        <w:t xml:space="preserve">5.1.3.3. SWZ, w zakresie prowadzonej działalności </w:t>
      </w:r>
      <w:r w:rsidR="003D6758">
        <w:t xml:space="preserve">związanej </w:t>
      </w:r>
      <w:r w:rsidR="003D6758">
        <w:lastRenderedPageBreak/>
        <w:t>z</w:t>
      </w:r>
      <w:r w:rsidR="007D25A0">
        <w:t> </w:t>
      </w:r>
      <w:r w:rsidR="003D6758">
        <w:t>przedmiotem zamówienia ze wskazaniem sumy gwarancyjnej tego ubezpieczenia wraz z</w:t>
      </w:r>
      <w:r w:rsidR="007D25A0">
        <w:t> </w:t>
      </w:r>
      <w:r w:rsidR="003D6758">
        <w:t xml:space="preserve">dokumentem potwierdzającym </w:t>
      </w:r>
      <w:r w:rsidR="007D25A0">
        <w:t>opłacenie składki ubezpieczeniowej.</w:t>
      </w:r>
    </w:p>
    <w:p w14:paraId="51681CCE" w14:textId="048DF9FF" w:rsidR="00BA266E" w:rsidRPr="008077E3" w:rsidRDefault="00390C63" w:rsidP="00E027A6">
      <w:pPr>
        <w:ind w:left="1418"/>
        <w:jc w:val="both"/>
        <w:rPr>
          <w:highlight w:val="yellow"/>
        </w:rPr>
      </w:pPr>
      <w:r w:rsidRPr="00E00745">
        <w:rPr>
          <w:b/>
          <w:bCs/>
          <w:color w:val="000000" w:themeColor="text1"/>
        </w:rPr>
        <w:t>UWAGA</w:t>
      </w:r>
      <w:r w:rsidRPr="00E00745">
        <w:rPr>
          <w:color w:val="000000" w:themeColor="text1"/>
        </w:rPr>
        <w:t xml:space="preserve">: </w:t>
      </w:r>
      <w:r w:rsidR="000A20D4" w:rsidRPr="00E00745">
        <w:rPr>
          <w:color w:val="000000" w:themeColor="text1"/>
        </w:rPr>
        <w:t xml:space="preserve">w przypadku wyboru oferty Wykonawcy jako najkorzystniejszej, Wykonawca zobowiązany będzie do przedstawienia </w:t>
      </w:r>
      <w:r w:rsidR="000A20D4" w:rsidRPr="00A80D63">
        <w:rPr>
          <w:b/>
          <w:bCs/>
          <w:color w:val="000000" w:themeColor="text1"/>
        </w:rPr>
        <w:t>polisy OC</w:t>
      </w:r>
      <w:r w:rsidR="000A20D4" w:rsidRPr="00E00745">
        <w:rPr>
          <w:color w:val="000000" w:themeColor="text1"/>
        </w:rPr>
        <w:t xml:space="preserve"> o wartości nie niższej </w:t>
      </w:r>
      <w:r w:rsidR="00272E42">
        <w:rPr>
          <w:color w:val="000000" w:themeColor="text1"/>
        </w:rPr>
        <w:t xml:space="preserve">niż </w:t>
      </w:r>
      <w:r w:rsidR="000A20D4" w:rsidRPr="00E00745">
        <w:rPr>
          <w:color w:val="000000" w:themeColor="text1"/>
        </w:rPr>
        <w:t xml:space="preserve">wartość zamówienia brutto w zakresie prowadzonej działalności związanej z przedmiotem Zakupu (wraz z potwierdzeniem opłacenia składki) i w zakresie zgodnym z zapisami </w:t>
      </w:r>
      <w:r w:rsidR="0065428C" w:rsidRPr="00E027A6">
        <w:rPr>
          <w:color w:val="000000" w:themeColor="text1"/>
        </w:rPr>
        <w:t>OWZ</w:t>
      </w:r>
      <w:r w:rsidR="00272E42">
        <w:rPr>
          <w:color w:val="000000" w:themeColor="text1"/>
        </w:rPr>
        <w:t>RB</w:t>
      </w:r>
      <w:r w:rsidR="000A20D4" w:rsidRPr="00E00745">
        <w:rPr>
          <w:color w:val="000000" w:themeColor="text1"/>
        </w:rPr>
        <w:t xml:space="preserve"> - </w:t>
      </w:r>
      <w:r w:rsidR="0026726A">
        <w:rPr>
          <w:b/>
          <w:bCs/>
          <w:color w:val="000000" w:themeColor="text1"/>
        </w:rPr>
        <w:t>Z</w:t>
      </w:r>
      <w:r w:rsidR="000A20D4" w:rsidRPr="00E00745">
        <w:rPr>
          <w:b/>
          <w:bCs/>
          <w:color w:val="000000" w:themeColor="text1"/>
        </w:rPr>
        <w:t>ałącznik nr 5 do SWZ</w:t>
      </w:r>
      <w:r w:rsidR="00C33071" w:rsidRPr="00E00745">
        <w:rPr>
          <w:color w:val="000000" w:themeColor="text1"/>
        </w:rPr>
        <w:t>.</w:t>
      </w:r>
    </w:p>
    <w:p w14:paraId="2460C199" w14:textId="2B2F48B6" w:rsidR="007F6FB5" w:rsidRPr="00A334F0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A334F0">
        <w:t xml:space="preserve">Ponadto Zamawiający informuje, że w </w:t>
      </w:r>
      <w:r w:rsidRPr="00E454B8">
        <w:t>przypadku wykonawcy najwyżej ocenionego dokona</w:t>
      </w:r>
      <w:r w:rsidRPr="00A334F0">
        <w:t xml:space="preserve"> weryfikacji przesłanek wykluczenia, o których mowa w pkt 5.1.2. SWZ powyżej (pkt 9.4.3.1-9.4.3.4 Procedury) również w oparciu o dokumenty do</w:t>
      </w:r>
      <w:r w:rsidR="00B150F7">
        <w:t>tyczące statusu własnościowego W</w:t>
      </w:r>
      <w:r w:rsidRPr="00A334F0">
        <w:t>ykonawcy (oraz odpowiednio członka konsorcjum, podmiotu udostępniającego zasoby, podwykonawcy, dostawcy), które uzna za niezbędne w konkretnym przypadku. W szczególności na potwierdzenie braku podstaw wykluczenia, o których mowa w pkt 5.1.2. SWZ powyżej, Zamawiający może żądać złożenia od Wykonawcy dodatkowych wyjaśnień</w:t>
      </w:r>
      <w:r w:rsidR="0008267F">
        <w:t xml:space="preserve">/dokumentów, w szczególności - </w:t>
      </w:r>
      <w:r w:rsidRPr="00A334F0">
        <w:t>dokumentów rejestrowych poszczególnych podmiotów którym przysługują bezpośrednio lu</w:t>
      </w:r>
      <w:r w:rsidR="00551282">
        <w:t>b pośrednio prawa własności do W</w:t>
      </w:r>
      <w:r w:rsidRPr="00A334F0">
        <w:t>ykonawcy (odpowiednio członka konsorcjum, podmiotu udostępniającego zasoby, podwykonawcy, dostawcy) (w</w:t>
      </w:r>
      <w:r w:rsidR="00E0430B">
        <w:t> </w:t>
      </w:r>
      <w:r w:rsidRPr="00A334F0">
        <w:t>tym CEIDG, KRS lub ich odpowiedników) oraz informacji z Centralnego Rejestru Beneficjentów Rzeczywistych – jeżeli odrębne przepisy wymagają wpisu do tego rejestru, o ile nie będzie możliwe będzie uzyskanie tych dokumentów za pomocą bezpłatnych i ogólnodostępnych baz danych, w</w:t>
      </w:r>
      <w:r w:rsidR="00E0430B">
        <w:t> </w:t>
      </w:r>
      <w:r w:rsidRPr="00A334F0">
        <w:t>szczególności rejestrów publicznych.</w:t>
      </w:r>
    </w:p>
    <w:p w14:paraId="2EEFCD6B" w14:textId="77777777" w:rsidR="007F6FB5" w:rsidRPr="00FE1946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FE1946"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40A85C9C" w14:textId="35FDD1D7" w:rsidR="008548B7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FE1946">
        <w:t>W przypadku wskazania przez Wykonawcę dostępności wymaganych przez Zamawiającego dokumentów, o których mowa powyżej pod określonymi adresami internetowymi ogólnodostępnych i</w:t>
      </w:r>
      <w:r w:rsidR="00A90D60">
        <w:t> </w:t>
      </w:r>
      <w:r w:rsidRPr="00FE1946">
        <w:t>bezpłatnych baz danych, Zamawiający może żądać od Wykonawcy przedstawienia tłumaczenia podmiotowych środków dowodowych lub dokumentów na język polski pobranych samodzielnie przez Zamawiającego.</w:t>
      </w:r>
      <w:r w:rsidRPr="00FE1946">
        <w:tab/>
      </w:r>
      <w:r w:rsidR="00710355">
        <w:tab/>
      </w:r>
    </w:p>
    <w:p w14:paraId="017B659B" w14:textId="77777777" w:rsidR="00E454B8" w:rsidRPr="008576C2" w:rsidRDefault="00E454B8" w:rsidP="001E33AB">
      <w:pPr>
        <w:pStyle w:val="Nagwek2"/>
        <w:keepNext w:val="0"/>
        <w:keepLines w:val="0"/>
        <w:numPr>
          <w:ilvl w:val="1"/>
          <w:numId w:val="17"/>
        </w:numPr>
      </w:pPr>
      <w:r w:rsidRPr="008576C2">
        <w:t>Zamawiający będzie dokonywał również weryfikacji list, o których mowa w art. 7 u</w:t>
      </w:r>
      <w:r>
        <w:t>st. 1 Ustawy Sankcyjnej.</w:t>
      </w:r>
    </w:p>
    <w:p w14:paraId="08C48418" w14:textId="54ED19C4" w:rsidR="00680C09" w:rsidRDefault="008576C2" w:rsidP="001E33AB">
      <w:pPr>
        <w:pStyle w:val="Nagwek2"/>
        <w:keepNext w:val="0"/>
        <w:keepLines w:val="0"/>
        <w:numPr>
          <w:ilvl w:val="1"/>
          <w:numId w:val="17"/>
        </w:numPr>
      </w:pPr>
      <w:r w:rsidRPr="008576C2">
        <w:t>Zamawiający dokona oceny spełnienia warunków udziału w Postępowaniu oraz b</w:t>
      </w:r>
      <w:r w:rsidR="00A34F45">
        <w:t>r</w:t>
      </w:r>
      <w:r w:rsidRPr="008576C2">
        <w:t>aku podstaw wykluczenia, o których mowa w pkt. 5.1., według formuły „spełnia„/„nie spełnia”. Wykonawca niespełniającego choćby jednego warunku udziału w Postępowaniu podlega wykluczeniu.</w:t>
      </w:r>
    </w:p>
    <w:p w14:paraId="350E915A" w14:textId="342F1255" w:rsidR="005E498C" w:rsidRPr="00EE7EDA" w:rsidRDefault="005E498C" w:rsidP="001E33AB">
      <w:pPr>
        <w:pStyle w:val="Akapitzlist"/>
        <w:numPr>
          <w:ilvl w:val="1"/>
          <w:numId w:val="17"/>
        </w:numPr>
        <w:jc w:val="both"/>
      </w:pPr>
      <w:r w:rsidRPr="00EE7EDA">
        <w:t>Zamawiający informuje, iż w przypadku oceny jako najkorzystniejszej Oferty danego Wykonawcy, zobligowany on będzie</w:t>
      </w:r>
      <w:r w:rsidR="00D773F7" w:rsidRPr="00EE7EDA">
        <w:t>,</w:t>
      </w:r>
      <w:r w:rsidRPr="00EE7EDA">
        <w:t xml:space="preserve"> przed wyborem jego Oferty</w:t>
      </w:r>
      <w:r w:rsidR="00D773F7" w:rsidRPr="00EE7EDA">
        <w:t>,</w:t>
      </w:r>
      <w:r w:rsidRPr="00EE7EDA">
        <w:t xml:space="preserve"> do złożenia na wezwanie Zamawiającego, </w:t>
      </w:r>
      <w:r w:rsidRPr="00EE7EDA">
        <w:rPr>
          <w:b/>
          <w:bCs/>
        </w:rPr>
        <w:t>zaświadczenia właściwego naczelnika urzędu skarbowego</w:t>
      </w:r>
      <w:r w:rsidRPr="00EE7EDA">
        <w:t xml:space="preserve"> wystawionego nie wcześniej niż </w:t>
      </w:r>
      <w:r w:rsidR="001755CF">
        <w:br/>
      </w:r>
      <w:r w:rsidRPr="00EE7EDA">
        <w:t>3 miesiące przed jego złożeniem, potwierdzającego, że Wykonawca nie zalega z opłacaniem podatków i opłat</w:t>
      </w:r>
      <w:r w:rsidR="00AB3CA2" w:rsidRPr="00E027A6">
        <w:t>.</w:t>
      </w:r>
    </w:p>
    <w:p w14:paraId="7FB39D91" w14:textId="651FC598" w:rsidR="007436A1" w:rsidRPr="00374E89" w:rsidRDefault="008576C2" w:rsidP="00E027A6">
      <w:pPr>
        <w:pStyle w:val="Nagwek2"/>
        <w:keepNext w:val="0"/>
        <w:keepLines w:val="0"/>
        <w:numPr>
          <w:ilvl w:val="1"/>
          <w:numId w:val="17"/>
        </w:numPr>
      </w:pPr>
      <w:r w:rsidRPr="00A90D60">
        <w:t xml:space="preserve">W celu potwierdzenia spełniania warunków udziału w Postępowaniu Wykonawca </w:t>
      </w:r>
      <w:r w:rsidRPr="00374E89">
        <w:rPr>
          <w:b/>
          <w:bCs/>
        </w:rPr>
        <w:t>nie może polegać</w:t>
      </w:r>
      <w:r w:rsidRPr="00A90D60">
        <w:t xml:space="preserve"> na zdolnościach technicznych lub zawodowych lub sytuacji finansowej lub ekonomicznej podmiotów udostępniających zasoby. </w:t>
      </w:r>
    </w:p>
    <w:p w14:paraId="1536D690" w14:textId="77777777" w:rsidR="008576C2" w:rsidRPr="00002CDF" w:rsidRDefault="00AF2710" w:rsidP="00E5794A">
      <w:pPr>
        <w:pStyle w:val="Nagwek1"/>
      </w:pPr>
      <w:r w:rsidRPr="00002CDF">
        <w:t>WADIUM</w:t>
      </w:r>
    </w:p>
    <w:p w14:paraId="4FB867A5" w14:textId="4421B551" w:rsidR="00D87A70" w:rsidRPr="00E027A6" w:rsidRDefault="00AF2710" w:rsidP="001E33AB">
      <w:pPr>
        <w:pStyle w:val="Nagwek2"/>
        <w:keepNext w:val="0"/>
        <w:keepLines w:val="0"/>
        <w:numPr>
          <w:ilvl w:val="1"/>
          <w:numId w:val="17"/>
        </w:numPr>
        <w:rPr>
          <w:i/>
        </w:rPr>
      </w:pPr>
      <w:r w:rsidRPr="00002CDF">
        <w:t xml:space="preserve">Zamawiający </w:t>
      </w:r>
      <w:r w:rsidRPr="00002CDF">
        <w:rPr>
          <w:b/>
        </w:rPr>
        <w:t>nie</w:t>
      </w:r>
      <w:r w:rsidR="0008267F" w:rsidRPr="00002CDF">
        <w:rPr>
          <w:b/>
        </w:rPr>
        <w:t xml:space="preserve"> </w:t>
      </w:r>
      <w:r w:rsidRPr="00002CDF">
        <w:rPr>
          <w:b/>
        </w:rPr>
        <w:t>wymaga</w:t>
      </w:r>
      <w:r w:rsidRPr="00002CDF">
        <w:t xml:space="preserve"> wniesienia wadium.  </w:t>
      </w:r>
    </w:p>
    <w:p w14:paraId="17C45A67" w14:textId="67169B29" w:rsidR="00FA5175" w:rsidRDefault="00FA5175" w:rsidP="00E5794A">
      <w:pPr>
        <w:pStyle w:val="Nagwek1"/>
      </w:pPr>
      <w:r w:rsidRPr="00FA5175">
        <w:lastRenderedPageBreak/>
        <w:t xml:space="preserve">OPIS SPOSOBU PRZYGOTOWANIA OFERTY </w:t>
      </w:r>
    </w:p>
    <w:p w14:paraId="62CCDF3B" w14:textId="75BB98DE" w:rsidR="00FA5175" w:rsidRPr="00FA5175" w:rsidRDefault="00FA5175" w:rsidP="001E33AB">
      <w:pPr>
        <w:pStyle w:val="Nagwek2"/>
        <w:keepNext w:val="0"/>
        <w:keepLines w:val="0"/>
        <w:numPr>
          <w:ilvl w:val="1"/>
          <w:numId w:val="17"/>
        </w:numPr>
      </w:pPr>
      <w:r w:rsidRPr="00FA5175">
        <w:t>Wykonawca składa Ofertę w postaci elektronicznej za pośrednictwem Systemu Zakupowego, z</w:t>
      </w:r>
      <w:r w:rsidR="00BF36AE">
        <w:t> </w:t>
      </w:r>
      <w:r w:rsidRPr="00FA5175">
        <w:t>zastrzeże</w:t>
      </w:r>
      <w:r w:rsidR="004454C8">
        <w:t>n</w:t>
      </w:r>
      <w:r w:rsidR="005A4393">
        <w:t>iem sytuacji opisanej w pkt 7.6</w:t>
      </w:r>
      <w:r w:rsidRPr="00FA5175">
        <w:t xml:space="preserve"> SWZ.</w:t>
      </w:r>
    </w:p>
    <w:p w14:paraId="689CD504" w14:textId="2715A65D" w:rsidR="00FA5175" w:rsidRPr="00A827CC" w:rsidRDefault="00FA5175" w:rsidP="001E33AB">
      <w:pPr>
        <w:pStyle w:val="Nagwek2"/>
        <w:keepNext w:val="0"/>
        <w:keepLines w:val="0"/>
        <w:numPr>
          <w:ilvl w:val="1"/>
          <w:numId w:val="17"/>
        </w:numPr>
      </w:pPr>
      <w:r w:rsidRPr="00A827CC">
        <w:t>Wykonawca</w:t>
      </w:r>
      <w:r w:rsidR="008D42A5" w:rsidRPr="00A827CC">
        <w:t xml:space="preserve"> może złożyć tylko jedną Ofertę</w:t>
      </w:r>
      <w:r w:rsidRPr="00A827CC">
        <w:t>. Jeżeli Wykonawc</w:t>
      </w:r>
      <w:r w:rsidR="008D42A5" w:rsidRPr="00A827CC">
        <w:t>a złoży więcej niż jedną Ofertę</w:t>
      </w:r>
      <w:r w:rsidRPr="00A827CC">
        <w:t>, tj. samodzielnie lub samodzielnie i wspólnie z innymi Wykonawcami, wszystkie zł</w:t>
      </w:r>
      <w:r w:rsidR="008D42A5" w:rsidRPr="00A827CC">
        <w:t>ożone przez niego Oferty</w:t>
      </w:r>
      <w:r w:rsidRPr="00A827CC">
        <w:t xml:space="preserve"> zostaną odrzucone.</w:t>
      </w:r>
    </w:p>
    <w:p w14:paraId="63A4DA96" w14:textId="52C412E8" w:rsidR="00FA5175" w:rsidRDefault="008D42A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t xml:space="preserve">Przez Ofertę </w:t>
      </w:r>
      <w:r w:rsidR="00FA5175" w:rsidRPr="00FA5175">
        <w:t>w postaci elektronicznej rozumie się dokument sporządzony zgodnie z</w:t>
      </w:r>
      <w:r w:rsidR="00BF36AE">
        <w:t> </w:t>
      </w:r>
      <w:r w:rsidR="00FA5175" w:rsidRPr="00FA5175">
        <w:t xml:space="preserve">wymaganiami SWZ, wg wzoru stanowiącego </w:t>
      </w:r>
      <w:r w:rsidR="00FA5175" w:rsidRPr="008D13C2">
        <w:rPr>
          <w:b/>
        </w:rPr>
        <w:t xml:space="preserve">Załącznik nr </w:t>
      </w:r>
      <w:r w:rsidR="00FA5175" w:rsidRPr="00AE54A0">
        <w:rPr>
          <w:b/>
        </w:rPr>
        <w:t>2</w:t>
      </w:r>
      <w:r w:rsidR="00FA5175" w:rsidRPr="008D13C2">
        <w:rPr>
          <w:b/>
        </w:rPr>
        <w:t xml:space="preserve"> do SWZ</w:t>
      </w:r>
      <w:r w:rsidR="00FA5175" w:rsidRPr="008D13C2">
        <w:t xml:space="preserve"> (F</w:t>
      </w:r>
      <w:r w:rsidR="00FA5175" w:rsidRPr="00FA5175">
        <w:t>ormularz Oferty)</w:t>
      </w:r>
      <w:r w:rsidR="00AD5D1D">
        <w:t>.</w:t>
      </w:r>
      <w:r w:rsidR="00FA5175" w:rsidRPr="00FA5175">
        <w:t xml:space="preserve"> </w:t>
      </w:r>
    </w:p>
    <w:p w14:paraId="5C9F4063" w14:textId="762A14AD" w:rsidR="00C77BA4" w:rsidRDefault="00C77BA4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t>Przez podpisany dokument Zamawiający rozumie:</w:t>
      </w:r>
    </w:p>
    <w:p w14:paraId="6475F3D9" w14:textId="794630AD" w:rsidR="00C77BA4" w:rsidRDefault="00C77BA4" w:rsidP="0058623A">
      <w:pPr>
        <w:pStyle w:val="Styl3"/>
      </w:pPr>
      <w:r>
        <w:t>skan lub zdjęcie do</w:t>
      </w:r>
      <w:r w:rsidR="00AD5D1D">
        <w:t>kumentu, o którym mowa w pkt 7.2.1</w:t>
      </w:r>
      <w:r>
        <w:t xml:space="preserve"> SWZ, na którym złożono własnoręczny podpis umożliwiający identyfikację osoby go składającej; [lub]</w:t>
      </w:r>
    </w:p>
    <w:p w14:paraId="1C18BC87" w14:textId="34DD64CB" w:rsidR="00C77BA4" w:rsidRDefault="00C77BA4" w:rsidP="0058623A">
      <w:pPr>
        <w:pStyle w:val="Styl3"/>
      </w:pPr>
      <w:r>
        <w:t>postać elektroniczną opatrzoną kwalifikowanym podpisem elektronicznym; [lub]</w:t>
      </w:r>
    </w:p>
    <w:p w14:paraId="7C0541B5" w14:textId="40198B9C" w:rsidR="00C77BA4" w:rsidRDefault="00C77BA4" w:rsidP="0058623A">
      <w:pPr>
        <w:pStyle w:val="Styl3"/>
      </w:pPr>
      <w:r>
        <w:t>postać elektroniczną opatrzoną podpisem elektronicznym (</w:t>
      </w:r>
      <w:r w:rsidR="00AD5D1D">
        <w:t xml:space="preserve">innym niż określony w pkt 7.2.2.2 </w:t>
      </w:r>
      <w:r>
        <w:t>SWZ) umożliwiającym identyfikację osoby go składającej, w szczególności:</w:t>
      </w:r>
    </w:p>
    <w:p w14:paraId="70B6C592" w14:textId="15E9B154" w:rsidR="00C77BA4" w:rsidRDefault="00C77BA4" w:rsidP="00E027A6">
      <w:pPr>
        <w:pStyle w:val="Styl3"/>
        <w:numPr>
          <w:ilvl w:val="4"/>
          <w:numId w:val="17"/>
        </w:numPr>
        <w:ind w:left="2410" w:hanging="992"/>
      </w:pPr>
      <w:r>
        <w:t>podpis cyfrowy oferowany w ramach funkcjonalności pakietu MS Office;</w:t>
      </w:r>
    </w:p>
    <w:p w14:paraId="615DF400" w14:textId="04D6E2F2" w:rsidR="00C77BA4" w:rsidRDefault="00C77BA4" w:rsidP="00E027A6">
      <w:pPr>
        <w:pStyle w:val="Styl3"/>
        <w:numPr>
          <w:ilvl w:val="4"/>
          <w:numId w:val="17"/>
        </w:numPr>
        <w:ind w:left="2410" w:hanging="992"/>
      </w:pPr>
      <w:r>
        <w:t>podpis zaufany</w:t>
      </w:r>
      <w:r w:rsidR="00AD5D1D">
        <w:t>;</w:t>
      </w:r>
    </w:p>
    <w:p w14:paraId="42CD180F" w14:textId="3D80AFCF" w:rsidR="00AD5D1D" w:rsidRPr="00AD5D1D" w:rsidRDefault="00AD5D1D" w:rsidP="00E027A6">
      <w:pPr>
        <w:pStyle w:val="Styl3"/>
        <w:numPr>
          <w:ilvl w:val="4"/>
          <w:numId w:val="17"/>
        </w:numPr>
        <w:ind w:left="2410" w:hanging="992"/>
      </w:pPr>
      <w:r>
        <w:t>podpis osob</w:t>
      </w:r>
      <w:r w:rsidR="1711C17A">
        <w:t>i</w:t>
      </w:r>
      <w:r>
        <w:t>sty.</w:t>
      </w:r>
    </w:p>
    <w:p w14:paraId="0ADFE155" w14:textId="5151C7FB" w:rsidR="00AD5D1D" w:rsidRPr="008F7C4E" w:rsidRDefault="00AD5D1D" w:rsidP="001E33AB">
      <w:pPr>
        <w:pStyle w:val="Nagwek2"/>
        <w:keepNext w:val="0"/>
        <w:keepLines w:val="0"/>
        <w:numPr>
          <w:ilvl w:val="1"/>
          <w:numId w:val="17"/>
        </w:numPr>
      </w:pPr>
      <w:r w:rsidRPr="008F7C4E">
        <w:t>W przypadku niezłożenia Oferty zgodnie z wymaganymi technicznymi określonymi w SWZ, przy jednoczesnym wprowadzeniu przez Wykonawcę w Systemie Zakupowym informacji o cenach, Zamawiający wezwie Wykonawcę do uzupełnienia for</w:t>
      </w:r>
      <w:r w:rsidR="005A4393" w:rsidRPr="008F7C4E">
        <w:t>mularza, o którym mowa w pkt 7.2.1</w:t>
      </w:r>
      <w:r w:rsidRPr="008F7C4E">
        <w:t xml:space="preserve"> SWZ.</w:t>
      </w:r>
    </w:p>
    <w:p w14:paraId="6B11CE98" w14:textId="00580281" w:rsidR="005A4393" w:rsidRDefault="005A4393" w:rsidP="00274FA4">
      <w:pPr>
        <w:pStyle w:val="Nagwek2"/>
        <w:keepNext w:val="0"/>
        <w:keepLines w:val="0"/>
        <w:numPr>
          <w:ilvl w:val="0"/>
          <w:numId w:val="0"/>
        </w:numPr>
        <w:ind w:left="709"/>
      </w:pPr>
      <w:r w:rsidRPr="00274FA4">
        <w:t>U</w:t>
      </w:r>
      <w:r w:rsidR="00AD5D1D" w:rsidRPr="00274FA4">
        <w:t xml:space="preserve">zupełniony dokument (formularz) nie może pozostawać w sprzeczności z treścią danych wprowadzonych </w:t>
      </w:r>
      <w:r w:rsidR="00D21F8D" w:rsidRPr="00274FA4">
        <w:t>uprzednio do Systemu Zakupowego</w:t>
      </w:r>
      <w:r w:rsidR="00D21F8D" w:rsidRPr="00690D4D">
        <w:t>.</w:t>
      </w:r>
    </w:p>
    <w:p w14:paraId="452EC08B" w14:textId="045D82AD" w:rsidR="00FA5175" w:rsidRPr="002B06C4" w:rsidRDefault="00FA5175" w:rsidP="001E33AB">
      <w:pPr>
        <w:pStyle w:val="Nagwek2"/>
        <w:keepNext w:val="0"/>
        <w:keepLines w:val="0"/>
        <w:numPr>
          <w:ilvl w:val="1"/>
          <w:numId w:val="17"/>
        </w:numPr>
        <w:rPr>
          <w:b/>
        </w:rPr>
      </w:pPr>
      <w:r w:rsidRPr="002B06C4">
        <w:rPr>
          <w:b/>
        </w:rPr>
        <w:t xml:space="preserve">Do Oferty Wykonawca </w:t>
      </w:r>
      <w:r w:rsidR="005601F3">
        <w:rPr>
          <w:b/>
        </w:rPr>
        <w:t>do</w:t>
      </w:r>
      <w:r w:rsidR="005601F3" w:rsidRPr="002B06C4">
        <w:rPr>
          <w:b/>
        </w:rPr>
        <w:t>łącza</w:t>
      </w:r>
      <w:r w:rsidRPr="002B06C4">
        <w:rPr>
          <w:b/>
        </w:rPr>
        <w:t xml:space="preserve">: </w:t>
      </w:r>
    </w:p>
    <w:p w14:paraId="1A3E75E7" w14:textId="1376E22B" w:rsidR="005A4393" w:rsidRPr="008D13C2" w:rsidRDefault="004B183D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rPr>
          <w:rFonts w:asciiTheme="minorHAnsi" w:hAnsiTheme="minorHAnsi" w:cstheme="minorHAnsi"/>
          <w:b/>
          <w:iCs/>
          <w:szCs w:val="22"/>
        </w:rPr>
        <w:t xml:space="preserve">Kosztorys Wykonawcy do </w:t>
      </w:r>
      <w:r w:rsidR="00100004">
        <w:rPr>
          <w:rFonts w:asciiTheme="minorHAnsi" w:hAnsiTheme="minorHAnsi" w:cstheme="minorHAnsi"/>
          <w:b/>
          <w:iCs/>
          <w:szCs w:val="22"/>
        </w:rPr>
        <w:t>O</w:t>
      </w:r>
      <w:r>
        <w:rPr>
          <w:rFonts w:asciiTheme="minorHAnsi" w:hAnsiTheme="minorHAnsi" w:cstheme="minorHAnsi"/>
          <w:b/>
          <w:iCs/>
          <w:szCs w:val="22"/>
        </w:rPr>
        <w:t>ferty</w:t>
      </w:r>
      <w:r w:rsidRPr="007C7C5F">
        <w:rPr>
          <w:rFonts w:asciiTheme="minorHAnsi" w:hAnsiTheme="minorHAnsi" w:cstheme="minorHAnsi"/>
          <w:b/>
          <w:iCs/>
          <w:szCs w:val="22"/>
        </w:rPr>
        <w:t xml:space="preserve"> wg Załącznika nr 2a</w:t>
      </w:r>
      <w:r>
        <w:rPr>
          <w:rFonts w:asciiTheme="minorHAnsi" w:hAnsiTheme="minorHAnsi" w:cstheme="minorHAnsi"/>
          <w:b/>
          <w:iCs/>
          <w:szCs w:val="22"/>
        </w:rPr>
        <w:t xml:space="preserve"> oraz 2b</w:t>
      </w:r>
      <w:r w:rsidRPr="007C7C5F">
        <w:rPr>
          <w:rFonts w:asciiTheme="minorHAnsi" w:hAnsiTheme="minorHAnsi" w:cstheme="minorHAnsi"/>
          <w:b/>
          <w:iCs/>
          <w:szCs w:val="22"/>
        </w:rPr>
        <w:t xml:space="preserve"> do SWZ</w:t>
      </w:r>
      <w:r>
        <w:rPr>
          <w:rFonts w:asciiTheme="minorHAnsi" w:hAnsiTheme="minorHAnsi" w:cstheme="minorHAnsi"/>
          <w:b/>
          <w:iCs/>
          <w:szCs w:val="22"/>
        </w:rPr>
        <w:t>.</w:t>
      </w:r>
      <w:r w:rsidR="00D816DC">
        <w:rPr>
          <w:rFonts w:asciiTheme="minorHAnsi" w:hAnsiTheme="minorHAnsi" w:cstheme="minorHAnsi"/>
          <w:b/>
          <w:iCs/>
          <w:szCs w:val="22"/>
        </w:rPr>
        <w:t xml:space="preserve"> </w:t>
      </w:r>
    </w:p>
    <w:p w14:paraId="2D9D7A1A" w14:textId="3724E307" w:rsidR="00FA5175" w:rsidRDefault="00FA5175" w:rsidP="001E33AB">
      <w:pPr>
        <w:pStyle w:val="Nagwek3"/>
        <w:keepNext w:val="0"/>
        <w:keepLines w:val="0"/>
        <w:numPr>
          <w:ilvl w:val="2"/>
          <w:numId w:val="17"/>
        </w:numPr>
        <w:ind w:left="1418"/>
      </w:pPr>
      <w:r w:rsidRPr="00FA5175">
        <w:t xml:space="preserve">Dokumenty/oświadczenia/wykazy wymienione w </w:t>
      </w:r>
      <w:r w:rsidRPr="00E66641">
        <w:rPr>
          <w:b/>
          <w:bCs/>
        </w:rPr>
        <w:t>pkt 5.2. SWZ</w:t>
      </w:r>
      <w:r w:rsidRPr="00FA5175">
        <w:t>.</w:t>
      </w:r>
    </w:p>
    <w:p w14:paraId="22A7BA62" w14:textId="4BD14202" w:rsidR="005A4393" w:rsidRDefault="00FA517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EE30B3">
        <w:rPr>
          <w:rStyle w:val="Nagwek3Znak"/>
          <w:b/>
          <w:bCs/>
        </w:rPr>
        <w:t>Pełnomocnictwo</w:t>
      </w:r>
      <w:r w:rsidRPr="005A4393">
        <w:rPr>
          <w:rStyle w:val="Nagwek3Znak"/>
        </w:rPr>
        <w:t xml:space="preserve"> dla osoby składającej Ofertę, jeżeli uprawnienie do reprezentacji Wykonawcy nie wynika z dokumentu rejestrowego, o którym mowa w punkcie 5.2.3 SWZ. Pełnomocnictwo należy załączyć w oryginale – jeśli zostało wystawione w postaci elektronicznej - lub w formie skanu – jeśli zostało wystawione</w:t>
      </w:r>
      <w:r w:rsidRPr="00FA5175">
        <w:t xml:space="preserve"> w postaci papierowej.</w:t>
      </w:r>
      <w:r w:rsidR="005A4393" w:rsidRPr="005A4393">
        <w:t xml:space="preserve"> </w:t>
      </w:r>
    </w:p>
    <w:p w14:paraId="2ED414BD" w14:textId="104B3411" w:rsidR="00E16DC0" w:rsidRDefault="00E16DC0" w:rsidP="001E33AB">
      <w:pPr>
        <w:pStyle w:val="Nagwek3"/>
        <w:numPr>
          <w:ilvl w:val="2"/>
          <w:numId w:val="17"/>
        </w:numPr>
        <w:ind w:left="1418" w:hanging="709"/>
      </w:pPr>
      <w:r>
        <w:t xml:space="preserve">Jeżeli działalność gospodarcza przedsiębiorców prowadzona jest wspólnie na podstawie zawartej </w:t>
      </w:r>
      <w:r w:rsidR="00FE0C00" w:rsidRPr="00FE0C00">
        <w:t xml:space="preserve">umowy, Wykonawca powinien załączyć </w:t>
      </w:r>
      <w:r w:rsidR="00FE0C00" w:rsidRPr="00EE30B3">
        <w:rPr>
          <w:b/>
          <w:bCs/>
        </w:rPr>
        <w:t>umowę spółki cywilnej</w:t>
      </w:r>
      <w:r w:rsidR="00FE0C00">
        <w:t>.</w:t>
      </w:r>
    </w:p>
    <w:p w14:paraId="3B8AB1BD" w14:textId="12C5000D" w:rsidR="00FE0C00" w:rsidRPr="00274FA4" w:rsidRDefault="00163C44" w:rsidP="001E33AB">
      <w:pPr>
        <w:pStyle w:val="Akapitzlist"/>
        <w:numPr>
          <w:ilvl w:val="2"/>
          <w:numId w:val="17"/>
        </w:numPr>
        <w:spacing w:line="276" w:lineRule="auto"/>
        <w:ind w:left="1418" w:hanging="709"/>
        <w:jc w:val="both"/>
        <w:rPr>
          <w:rFonts w:ascii="Verdana" w:hAnsi="Verdana"/>
        </w:rPr>
      </w:pPr>
      <w:r w:rsidRPr="00274FA4">
        <w:rPr>
          <w:rFonts w:ascii="Verdana" w:hAnsi="Verdana"/>
        </w:rPr>
        <w:t xml:space="preserve">W przypadku składania Oferty przez Wykonawców wspólnie ubiegających się o udzielenie zamówienia do Oferty należy załączyć </w:t>
      </w:r>
      <w:r w:rsidRPr="00EE30B3">
        <w:rPr>
          <w:rFonts w:ascii="Verdana" w:hAnsi="Verdana"/>
          <w:b/>
          <w:bCs/>
        </w:rPr>
        <w:t>umowę konsorcjum</w:t>
      </w:r>
      <w:r w:rsidRPr="00274FA4">
        <w:rPr>
          <w:rFonts w:ascii="Verdana" w:hAnsi="Verdana"/>
        </w:rPr>
        <w:t xml:space="preserve"> lub inną podobną umowę regulującą współpracę, która powinna zawierać co najmniej następujące postanowienia:</w:t>
      </w:r>
    </w:p>
    <w:p w14:paraId="557CCA7E" w14:textId="65C405A1" w:rsidR="00274FA4" w:rsidRPr="00D21BCD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D21BCD">
        <w:t>oznaczenie Stron umowy,</w:t>
      </w:r>
    </w:p>
    <w:p w14:paraId="095F3111" w14:textId="05DD8BAD" w:rsidR="00274FA4" w:rsidRPr="00274FA4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D21BCD">
        <w:t>wskazanie sposobu reprezentacji konsorcjantów,</w:t>
      </w:r>
    </w:p>
    <w:p w14:paraId="2B5F4790" w14:textId="6D89D813" w:rsidR="00D21BCD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274FA4">
        <w:t xml:space="preserve">jednoznaczne określenie wspólnego przedsięwzięcia gospodarczego obejmującego swoim </w:t>
      </w:r>
      <w:r w:rsidRPr="00D21BCD">
        <w:t>zakresem przedmiot zamówienia,</w:t>
      </w:r>
    </w:p>
    <w:p w14:paraId="1D76BB7A" w14:textId="66A6C6FC" w:rsidR="00D21BCD" w:rsidRPr="00D21BCD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274FA4">
        <w:lastRenderedPageBreak/>
        <w:t xml:space="preserve">odpowiedzialność solidarną konsorcjantów za wykonanie umowy zakupowej wobec </w:t>
      </w:r>
      <w:r w:rsidRPr="0058623A">
        <w:rPr>
          <w:rFonts w:ascii="Verdana" w:hAnsi="Verdana"/>
        </w:rPr>
        <w:t>Zamawiającego,</w:t>
      </w:r>
    </w:p>
    <w:p w14:paraId="3F39D0B0" w14:textId="6A6AC78F" w:rsidR="00913ED5" w:rsidRPr="00D77AD5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58623A">
        <w:rPr>
          <w:rFonts w:eastAsiaTheme="minorHAnsi"/>
        </w:rPr>
        <w:t>czas obowiązywania umowy, który nie może być krótszy, niż termin realizacji zamówienia.</w:t>
      </w:r>
    </w:p>
    <w:p w14:paraId="3722C31D" w14:textId="087D1B3E" w:rsidR="00FA5175" w:rsidRDefault="001E70F8" w:rsidP="001E33AB">
      <w:pPr>
        <w:pStyle w:val="Nagwek2"/>
        <w:keepNext w:val="0"/>
        <w:keepLines w:val="0"/>
        <w:numPr>
          <w:ilvl w:val="2"/>
          <w:numId w:val="17"/>
        </w:numPr>
        <w:spacing w:before="120" w:after="120" w:line="276" w:lineRule="auto"/>
        <w:ind w:left="1418" w:hanging="709"/>
      </w:pPr>
      <w:r w:rsidRPr="00AE54A0">
        <w:t xml:space="preserve">O ile nic innego nie wynika z umowy, o której mowa w pkt </w:t>
      </w:r>
      <w:r w:rsidR="008B6262" w:rsidRPr="00AE54A0">
        <w:t>7.4.</w:t>
      </w:r>
      <w:r w:rsidR="00BF3878">
        <w:t>4</w:t>
      </w:r>
      <w:r w:rsidR="008B6262" w:rsidRPr="00AE54A0">
        <w:t>. i 7.4.</w:t>
      </w:r>
      <w:r w:rsidR="00BF3878">
        <w:t>5</w:t>
      </w:r>
      <w:r w:rsidR="008B6262" w:rsidRPr="00AE54A0">
        <w:t xml:space="preserve">. </w:t>
      </w:r>
      <w:r w:rsidRPr="00AE54A0">
        <w:t xml:space="preserve">powyżej, Wykonawcy, którzy wspólnie ubiegają się o udzielenie zamówienia, powinni złożyć i załączyć udzielone na rzecz podmiotu będącego liderem konsorcjum/spółki cywilnej </w:t>
      </w:r>
      <w:r w:rsidRPr="00357A2C">
        <w:rPr>
          <w:b/>
          <w:bCs/>
        </w:rPr>
        <w:t>pełnomocnictwo</w:t>
      </w:r>
      <w:r w:rsidRPr="00AE54A0">
        <w:t xml:space="preserve"> do podpisania w ich imieniu Oferty, niezależnie od pełnomocnictwa, o którym mowa w pkt </w:t>
      </w:r>
      <w:r w:rsidR="008B6262" w:rsidRPr="00AE54A0">
        <w:t>7.4.</w:t>
      </w:r>
      <w:r w:rsidR="00715515">
        <w:t>3</w:t>
      </w:r>
      <w:r w:rsidRPr="00AE54A0">
        <w:t>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</w:t>
      </w:r>
      <w:r w:rsidR="008B6262">
        <w:t>.</w:t>
      </w:r>
    </w:p>
    <w:p w14:paraId="33A7352D" w14:textId="3AEA88E5" w:rsidR="008B6262" w:rsidRDefault="000C71BC" w:rsidP="001E33AB">
      <w:pPr>
        <w:pStyle w:val="Nagwek2"/>
        <w:keepNext w:val="0"/>
        <w:keepLines w:val="0"/>
        <w:numPr>
          <w:ilvl w:val="2"/>
          <w:numId w:val="17"/>
        </w:numPr>
        <w:spacing w:before="120" w:after="120"/>
        <w:ind w:left="1418" w:hanging="709"/>
      </w:pPr>
      <w:r>
        <w:t xml:space="preserve">Potwierdzenie wniesienia </w:t>
      </w:r>
      <w:r w:rsidRPr="00357A2C">
        <w:rPr>
          <w:b/>
          <w:bCs/>
        </w:rPr>
        <w:t>wadium</w:t>
      </w:r>
      <w:r w:rsidR="00E414A0">
        <w:t xml:space="preserve"> – nie dotyczy.</w:t>
      </w:r>
    </w:p>
    <w:p w14:paraId="1A0AABC3" w14:textId="77777777" w:rsidR="008571A0" w:rsidRPr="0089712F" w:rsidRDefault="008571A0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rPr>
          <w:b/>
        </w:rPr>
        <w:t xml:space="preserve">Odpis </w:t>
      </w:r>
      <w:r w:rsidRPr="0089712F">
        <w:rPr>
          <w:b/>
        </w:rPr>
        <w:t>lub informację z Krajowego Rejestru Sądowego lub z Centralnej Ewidencji i</w:t>
      </w:r>
      <w:r>
        <w:rPr>
          <w:b/>
        </w:rPr>
        <w:t> </w:t>
      </w:r>
      <w:r w:rsidRPr="0089712F">
        <w:rPr>
          <w:b/>
        </w:rPr>
        <w:t>Informacji o Działalności Gospodarcze</w:t>
      </w:r>
      <w:r w:rsidRPr="0089712F">
        <w:t xml:space="preserve">j, sporządzony nie wcześniej niż 3 miesiące przed jej złożeniem, jeżeli odrębne przepisy wymagają </w:t>
      </w:r>
      <w:r>
        <w:t>wpisu do rejestru lub ewidencji.</w:t>
      </w:r>
    </w:p>
    <w:p w14:paraId="266C1F19" w14:textId="77777777" w:rsidR="008571A0" w:rsidRDefault="008571A0" w:rsidP="008571A0">
      <w:pPr>
        <w:pStyle w:val="Styl2"/>
        <w:ind w:left="1428"/>
      </w:pPr>
      <w:r w:rsidRPr="00374E89">
        <w:rPr>
          <w:b/>
          <w:bCs/>
          <w:u w:val="single"/>
        </w:rPr>
        <w:t>UWAGA:</w:t>
      </w:r>
      <w:r>
        <w:t xml:space="preserve"> Wykonawca nie jest zobowiązany do przedkładania ww. dokumentów, jeżeli wskaże w Formularzu ofertowym, że ww. dokumenty są dostępne pod określonymi adresami internetowymi ogólnodostępnych i bezpłatnych baz danych. W takim przypadku Zamawiający pobiera te dokumenty z tych baz danych, o ile posiada do nich dostęp,</w:t>
      </w:r>
    </w:p>
    <w:p w14:paraId="6C847D3C" w14:textId="47CBCCDB" w:rsidR="00163C44" w:rsidRDefault="00163C44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163C44">
        <w:t>Składając Ofertę za pośrednictwem Systemu Zakupowego Wykonawca zobowiązany jest wypełnić w</w:t>
      </w:r>
      <w:r w:rsidR="008470DC">
        <w:t> </w:t>
      </w:r>
      <w:r w:rsidRPr="00163C44">
        <w:t>Systemie Zakupowym formularz systemowy, w którym określi całkowitą wartość Zamówienia w PLN (netto i brutto).</w:t>
      </w:r>
    </w:p>
    <w:p w14:paraId="63B2FF30" w14:textId="51EE8C60" w:rsidR="00FA5175" w:rsidRPr="003351BE" w:rsidRDefault="00FA517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FA5175">
        <w:t xml:space="preserve">W przypadku awarii Systemu Zakupowego gdy złożenie Oferty za pośrednictwem Systemu Zakupowego </w:t>
      </w:r>
      <w:r w:rsidRPr="003351BE">
        <w:t xml:space="preserve">jest niemożliwe z przyczyn niezależnych od Wykonawcy należy niezwłocznie skontaktować się z osobą wskazaną w pkt 10 SWZ. W takim przypadku - dopuszcza się złożenie Oferty za pośrednictwem poczty elektronicznej przed upływem terminu składania </w:t>
      </w:r>
      <w:r w:rsidR="008D42A5" w:rsidRPr="003351BE">
        <w:t>Ofert</w:t>
      </w:r>
      <w:r w:rsidRPr="003351BE">
        <w:t>, na adre</w:t>
      </w:r>
      <w:r w:rsidR="00ED211D">
        <w:t>s wskazany w punkcie 10.2. SWZ</w:t>
      </w:r>
      <w:r w:rsidRPr="003351BE">
        <w:t>, zgodnie z</w:t>
      </w:r>
      <w:r w:rsidR="008470DC" w:rsidRPr="003351BE">
        <w:t> </w:t>
      </w:r>
      <w:r w:rsidRPr="003351BE">
        <w:t>poniższymi wytycznymi:</w:t>
      </w:r>
    </w:p>
    <w:p w14:paraId="64F4CDE5" w14:textId="106883FD" w:rsidR="00A3492D" w:rsidRPr="003351BE" w:rsidRDefault="008D42A5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Oferta</w:t>
      </w:r>
      <w:r w:rsidR="00FA5175" w:rsidRPr="003351BE">
        <w:t xml:space="preserve"> składana drogą elektroniczną na adres poczty elektronicznej musi być zaszyfrowana (dopuszczalny format to: *.zip lub *.7z) i zabezpieczona hasłem.</w:t>
      </w:r>
    </w:p>
    <w:p w14:paraId="1E8BB4E4" w14:textId="70ACAB5B" w:rsidR="00A3492D" w:rsidRPr="003351BE" w:rsidRDefault="00A3492D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Hasło do otwarcia pliku Wykonawca przesyła w formie wiadomości SMS na numer telefonu komórkowego przekazany przez Zamawiającego pocztą elektroniczną po upływie term</w:t>
      </w:r>
      <w:r w:rsidR="008D42A5" w:rsidRPr="003351BE">
        <w:t>inu na składanie Ofert</w:t>
      </w:r>
      <w:r w:rsidRPr="003351BE">
        <w:t>.</w:t>
      </w:r>
    </w:p>
    <w:p w14:paraId="70A75B7A" w14:textId="0751E98D" w:rsidR="00A3492D" w:rsidRPr="003351BE" w:rsidRDefault="00A3492D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Wiadomość SMS powinna posiadać następujący format: „</w:t>
      </w:r>
      <w:sdt>
        <w:sdtPr>
          <w:rPr>
            <w:rFonts w:asciiTheme="minorHAnsi" w:eastAsiaTheme="minorHAnsi" w:hAnsiTheme="minorHAnsi" w:cstheme="minorBidi"/>
            <w:b/>
            <w:bCs/>
            <w:color w:val="auto"/>
            <w:szCs w:val="22"/>
          </w:rPr>
          <w:alias w:val="AUTOMAT - NIE uzupełniaj"/>
          <w:tag w:val=""/>
          <w:id w:val="-861746702"/>
          <w:placeholder>
            <w:docPart w:val="DA86A628EFAF4D7FB45D832733EBC3E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7D7B95">
            <w:rPr>
              <w:rFonts w:asciiTheme="minorHAnsi" w:eastAsiaTheme="minorHAnsi" w:hAnsiTheme="minorHAnsi" w:cstheme="minorBidi"/>
              <w:b/>
              <w:bCs/>
              <w:color w:val="auto"/>
              <w:szCs w:val="22"/>
            </w:rPr>
            <w:t>POST/HZ/EK/HZL/00495/2025</w:t>
          </w:r>
        </w:sdtContent>
      </w:sdt>
      <w:r w:rsidR="00100004" w:rsidRPr="00F27405">
        <w:rPr>
          <w:rFonts w:asciiTheme="minorHAnsi" w:eastAsiaTheme="minorHAnsi" w:hAnsiTheme="minorHAnsi" w:cstheme="minorBidi"/>
          <w:b/>
          <w:bCs/>
          <w:color w:val="auto"/>
          <w:szCs w:val="22"/>
        </w:rPr>
        <w:t>.</w:t>
      </w:r>
      <w:r w:rsidRPr="003351BE">
        <w:t>, Nazwa Wykonawcy, Hasło [hasło nie powinno się składać z więcej niż</w:t>
      </w:r>
      <w:r w:rsidR="00ED2DD1" w:rsidRPr="003351BE">
        <w:t xml:space="preserve"> </w:t>
      </w:r>
      <w:r w:rsidR="00663B47">
        <w:t>8</w:t>
      </w:r>
      <w:r w:rsidR="00ED2DD1" w:rsidRPr="003351BE">
        <w:t xml:space="preserve"> </w:t>
      </w:r>
      <w:r w:rsidRPr="003351BE">
        <w:t>znaków]”.</w:t>
      </w:r>
    </w:p>
    <w:p w14:paraId="5F6D508D" w14:textId="2E3B1DAD" w:rsidR="00A3492D" w:rsidRPr="003351BE" w:rsidRDefault="00A3492D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Zamawiający nie ponosi odpowiedzialności za zdarzenia wynikające z nienależyteg</w:t>
      </w:r>
      <w:r w:rsidR="008D42A5" w:rsidRPr="003351BE">
        <w:t>o zabezpieczenia Oferty</w:t>
      </w:r>
      <w:r w:rsidRPr="003351BE">
        <w:t xml:space="preserve"> przez Wykonawcę. </w:t>
      </w:r>
    </w:p>
    <w:p w14:paraId="7FB82D86" w14:textId="7B4BF275" w:rsidR="00A3492D" w:rsidRPr="003351BE" w:rsidRDefault="00D24F65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Nie dopuszcza się składania Ofert poprzez udostępnienia linków do plików umieszczonych na serwerach zewnętrznych np. serwerach FTP. Wszystkie pliki składające się na Ofertę powinny zostać umieszczone w Systemie Zakupowym.</w:t>
      </w:r>
    </w:p>
    <w:p w14:paraId="57B77AFE" w14:textId="61FD1F85" w:rsidR="00A3492D" w:rsidRPr="00A3492D" w:rsidRDefault="008D42A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>Przekazanie Oferty</w:t>
      </w:r>
      <w:r w:rsidR="00A3492D" w:rsidRPr="00A3492D">
        <w:t xml:space="preserve"> za pośrednictwem poczty elektronicznej w </w:t>
      </w:r>
      <w:r w:rsidR="00100004" w:rsidRPr="00A3492D">
        <w:t>przypadku,</w:t>
      </w:r>
      <w:r w:rsidR="00A3492D" w:rsidRPr="00A3492D">
        <w:t xml:space="preserve"> gdy Zamawiający nie stwierdzi awarii Systemu Zakupowego będzie skutko</w:t>
      </w:r>
      <w:r>
        <w:t>wało odrzuceniem Oferty</w:t>
      </w:r>
      <w:r w:rsidR="00A3492D" w:rsidRPr="00A3492D">
        <w:t xml:space="preserve"> z</w:t>
      </w:r>
      <w:r w:rsidR="00282E7B">
        <w:t xml:space="preserve"> Postępowania na podstawie pkt </w:t>
      </w:r>
      <w:r w:rsidR="00A3492D" w:rsidRPr="00A3492D">
        <w:t xml:space="preserve">9.5.1 lit. m. Procedury. </w:t>
      </w:r>
    </w:p>
    <w:p w14:paraId="34F6524B" w14:textId="1ECAD965" w:rsidR="00A3492D" w:rsidRPr="00A3492D" w:rsidRDefault="008D42A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>Ofertę</w:t>
      </w:r>
      <w:r w:rsidR="00A3492D" w:rsidRPr="00A3492D">
        <w:t xml:space="preserve"> należy sporządzić w języku polskim. Wszystkie dokumenty sporządzone w języku obcym należy załączyć wraz z ich tłumaczeniem na język polski poświadczonym przez Wykonawcę.</w:t>
      </w:r>
    </w:p>
    <w:p w14:paraId="68BFCFED" w14:textId="4E50D76E" w:rsidR="00A3492D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A3492D">
        <w:lastRenderedPageBreak/>
        <w:t>Wykonawca ma prawo zastrzec poufność informacji stanowiących tajemnicę handlową jego przedsiębiorstwa. Informacje przeznaczone tylko do użytku wewnętrznego Zamawiającego, powinny zostać złożone w osobnym pliku, w Sekcji Systemu Zakupowego „Dokumenty Zamówienia” w katalogu „Dokument niejawny</w:t>
      </w:r>
      <w:r w:rsidR="005547D1">
        <w:t xml:space="preserve"> (tajemnica przedsiębiorstwa)”, </w:t>
      </w:r>
      <w:r w:rsidRPr="00A3492D">
        <w:t xml:space="preserve">zgodnie z postanowieniami opisanymi w </w:t>
      </w:r>
      <w:r w:rsidR="00D9504B">
        <w:t>dokumencie</w:t>
      </w:r>
      <w:r w:rsidRPr="00A3492D">
        <w:t xml:space="preserve">: „Szczegółowa instrukcja korzystania z Systemu Zakupowego GK PGE dla Wykonawców. Wykonawca powinien również zamieścić wyjaśnienie powodów ich zastrzeżenia.  </w:t>
      </w:r>
    </w:p>
    <w:p w14:paraId="4CF388D5" w14:textId="77777777" w:rsidR="00C77BA4" w:rsidRPr="00C77BA4" w:rsidRDefault="00A3492D" w:rsidP="00D21BCD">
      <w:pPr>
        <w:pStyle w:val="Nagwek2"/>
        <w:keepNext w:val="0"/>
        <w:keepLines w:val="0"/>
        <w:numPr>
          <w:ilvl w:val="0"/>
          <w:numId w:val="0"/>
        </w:numPr>
        <w:ind w:left="576" w:hanging="576"/>
        <w:rPr>
          <w:b/>
        </w:rPr>
      </w:pPr>
      <w:r w:rsidRPr="00C77BA4">
        <w:rPr>
          <w:b/>
        </w:rPr>
        <w:t xml:space="preserve">Uwaga! </w:t>
      </w:r>
    </w:p>
    <w:p w14:paraId="21989848" w14:textId="127C4123" w:rsidR="00A3492D" w:rsidRPr="00C77BA4" w:rsidRDefault="00A3492D" w:rsidP="00D21BCD">
      <w:pPr>
        <w:pStyle w:val="Nagwek2"/>
        <w:keepNext w:val="0"/>
        <w:keepLines w:val="0"/>
        <w:numPr>
          <w:ilvl w:val="0"/>
          <w:numId w:val="0"/>
        </w:numPr>
        <w:ind w:left="576" w:hanging="576"/>
        <w:rPr>
          <w:b/>
        </w:rPr>
      </w:pPr>
      <w:r w:rsidRPr="00C77BA4">
        <w:rPr>
          <w:b/>
        </w:rPr>
        <w:t>Wykonawca nie może zastrze</w:t>
      </w:r>
      <w:r w:rsidR="00DA37BB">
        <w:rPr>
          <w:b/>
        </w:rPr>
        <w:t>c</w:t>
      </w:r>
      <w:r w:rsidRPr="00C77BA4">
        <w:rPr>
          <w:b/>
        </w:rPr>
        <w:t xml:space="preserve"> poufności ceny Oferty.</w:t>
      </w:r>
    </w:p>
    <w:p w14:paraId="7616CC2F" w14:textId="77777777" w:rsidR="00A3492D" w:rsidRPr="00A3492D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A3492D">
        <w:t>Wykonawca ponosi wszelkie koszty związane z przygotowaniem i złożeniem Oferty. Zamawiający nie przewiduje zwrotu kosztów udziału w Postępowaniu.</w:t>
      </w:r>
    </w:p>
    <w:p w14:paraId="08D8C4F6" w14:textId="1F70D057" w:rsidR="003A6F5F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A3492D">
        <w:t>Wykonawca przed upływem terminu do składania Ofert może wprowadzić zmiany w złoż</w:t>
      </w:r>
      <w:r w:rsidR="00836E90">
        <w:t>onej Ofercie lub wycofać Ofertę</w:t>
      </w:r>
      <w:r w:rsidRPr="00A3492D">
        <w:t>.</w:t>
      </w:r>
    </w:p>
    <w:p w14:paraId="2FCFC67F" w14:textId="6E6B39E5" w:rsidR="00081CC5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 xml:space="preserve">Wycofanie Oferty odbywa się w sposób opisany w </w:t>
      </w:r>
      <w:r w:rsidR="002F5400">
        <w:t>dokumencie</w:t>
      </w:r>
      <w:r w:rsidR="0008267F">
        <w:t xml:space="preserve"> - </w:t>
      </w:r>
      <w:r>
        <w:t>„Szczegółowa instrukcja korzystania z</w:t>
      </w:r>
      <w:r w:rsidR="00A37A94">
        <w:t> </w:t>
      </w:r>
      <w:r>
        <w:t>Systemu Zakupowego GK PGE dla Wykonawców</w:t>
      </w:r>
      <w:r w:rsidR="00A6424A">
        <w:t>”</w:t>
      </w:r>
      <w:r>
        <w:t>.</w:t>
      </w:r>
    </w:p>
    <w:p w14:paraId="65CA7E51" w14:textId="455D854D" w:rsidR="7D4918C5" w:rsidRDefault="7D4918C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>W celu uniknięcia wątpliwości Zamawiający informuje, że:</w:t>
      </w:r>
    </w:p>
    <w:p w14:paraId="56DAEDA7" w14:textId="16C894E2" w:rsidR="00894880" w:rsidRDefault="7D4918C5" w:rsidP="00E027A6">
      <w:pPr>
        <w:pStyle w:val="Akapitzlist"/>
        <w:numPr>
          <w:ilvl w:val="2"/>
          <w:numId w:val="17"/>
        </w:numPr>
        <w:ind w:left="1418"/>
        <w:contextualSpacing w:val="0"/>
        <w:jc w:val="both"/>
      </w:pPr>
      <w:r>
        <w:t>wszelkie warunki wskazane w SWZ i załącznikach oraz odpowiedzi na pytania udzielone przez Zamawiającego do treści SWZ i załączników, mają pierwszeństwo przed jakimikolwiek warunkami wynikającymi z Oferty Wykonawcy;</w:t>
      </w:r>
    </w:p>
    <w:p w14:paraId="3DC69184" w14:textId="3E1904A0" w:rsidR="7D4918C5" w:rsidRDefault="7D4918C5" w:rsidP="00E027A6">
      <w:pPr>
        <w:pStyle w:val="Akapitzlist"/>
        <w:numPr>
          <w:ilvl w:val="2"/>
          <w:numId w:val="17"/>
        </w:numPr>
        <w:ind w:left="1418" w:hanging="709"/>
        <w:contextualSpacing w:val="0"/>
        <w:jc w:val="both"/>
      </w:pPr>
      <w:r>
        <w:t>dołączone do Oferty Wykonawcy warunki handlowe, wykraczające poza zakres określony przez Zamawiającego w SWZ i załącznikach (np. ogólne warunki handlowe, warunki realizacji dostaw/ reklamacji/ gwarancji itp.) nie mają zastosowania. Złożenie Oferty przez Wykonawcę jest jednoznaczne z bezwarunkową akceptacją powyższego postanowienia.</w:t>
      </w:r>
    </w:p>
    <w:p w14:paraId="0FC884AC" w14:textId="77777777" w:rsidR="00A3492D" w:rsidRDefault="00A3492D" w:rsidP="00E027A6">
      <w:pPr>
        <w:pStyle w:val="Nagwek1"/>
      </w:pPr>
      <w:r w:rsidRPr="00A3492D">
        <w:t>WYJAŚNIENIA I MODYFIKACJA SWZ</w:t>
      </w:r>
    </w:p>
    <w:p w14:paraId="1A9669EB" w14:textId="3190B913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A3492D">
        <w:t>Wykonawca może zwrócić się do Zamawiającego o wyjaśnienie treści SWZ. Zamawiający udzieli wyjaśnień niezwłocznie. Zamawiający może nie udzielić odpowiedzi na zapytani</w:t>
      </w:r>
      <w:r w:rsidR="0008267F">
        <w:t xml:space="preserve">e, w przypadku </w:t>
      </w:r>
      <w:r w:rsidRPr="00A3492D">
        <w:t>gdy wpłynie ono na mniej niż 3 dni robocze</w:t>
      </w:r>
      <w:r w:rsidR="008D42A5">
        <w:t xml:space="preserve"> przed terminem składania Ofert</w:t>
      </w:r>
      <w:r w:rsidRPr="00A3492D">
        <w:t>. Pytania należy zadawać za pośrednictwem Systemu Zakupowego.</w:t>
      </w:r>
    </w:p>
    <w:p w14:paraId="176A0F07" w14:textId="77CDEA78" w:rsidR="00A3492D" w:rsidRPr="00836E90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  <w:rPr>
          <w:b/>
        </w:rPr>
      </w:pPr>
      <w:r w:rsidRPr="00A3492D">
        <w:t xml:space="preserve">Treść odpowiedzi przekazywana jest do wszystkich Wykonawców bez ujawniania źródła zapytania. Zamawiający może opublikować treść odpowiedzi za pośrednictwem Systemu Zakupowego bez konieczności dodatkowego, indywidualnego przesyłania Wykonawcom. </w:t>
      </w:r>
      <w:r w:rsidRPr="00836E90">
        <w:rPr>
          <w:b/>
        </w:rPr>
        <w:t>Z uwagi na powyż</w:t>
      </w:r>
      <w:r w:rsidR="0008267F">
        <w:rPr>
          <w:b/>
        </w:rPr>
        <w:t xml:space="preserve">sze, Zamawiający wnosi o to aby </w:t>
      </w:r>
      <w:r w:rsidRPr="00836E90">
        <w:rPr>
          <w:b/>
        </w:rPr>
        <w:t xml:space="preserve">formułując treść pytania nie używać nazw własnych Wykonawcy lub danych personalnych osoby pozwalających na identyfikację składającego pytanie.  </w:t>
      </w:r>
    </w:p>
    <w:p w14:paraId="5ACF2AED" w14:textId="77777777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A3492D">
        <w:t xml:space="preserve">Wnioski, zawiadomienia oraz informacje Zamawiający i Wykonawcy przekazują za pośrednictwem Systemu Zakupowego. Ewentualną korespondencję kierowaną do Zamawiającego drogą elektroniczną należy przesyłać na adres/-y osób wymienionych w punkcie 10 SWZ. </w:t>
      </w:r>
    </w:p>
    <w:p w14:paraId="507BA302" w14:textId="193D0807" w:rsidR="00962A3C" w:rsidRPr="00962A3C" w:rsidRDefault="00A3492D" w:rsidP="00E027A6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A3492D">
        <w:t>Zamawiający może dokonywać w toku Postępowania modyfikacji treści SWZ. Informację o zmianie Zamawiający przekaże Wykonawcom za pośrednictwem Systemu Zakupowego i będzie ona dla Wykonawców wiążąca.</w:t>
      </w:r>
    </w:p>
    <w:p w14:paraId="3F34A09C" w14:textId="77777777" w:rsidR="00A3492D" w:rsidRDefault="00A3492D" w:rsidP="001E33AB">
      <w:pPr>
        <w:pStyle w:val="Nagwek1"/>
        <w:numPr>
          <w:ilvl w:val="0"/>
          <w:numId w:val="19"/>
        </w:numPr>
      </w:pPr>
      <w:r w:rsidRPr="00A3492D">
        <w:t>OPIS SPOSOBU OBLICZANIA CENY</w:t>
      </w:r>
    </w:p>
    <w:p w14:paraId="61024CCC" w14:textId="39768168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Cena Oferty musi być podana w polskich złotych. Całość rozliczeń między Zamawiającym, a</w:t>
      </w:r>
      <w:r w:rsidR="00962A3C">
        <w:t> </w:t>
      </w:r>
      <w:r w:rsidRPr="00A3492D">
        <w:t xml:space="preserve">Wykonawcą będzie prowadzona w złotych polskich. </w:t>
      </w:r>
    </w:p>
    <w:p w14:paraId="30491CEE" w14:textId="20F43046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Cena Oferty uwzględnia wszelkiego rodzaju opłaty oraz podatki oraz wszystkie koszty związane z</w:t>
      </w:r>
      <w:r w:rsidR="00962A3C">
        <w:t> </w:t>
      </w:r>
      <w:r w:rsidRPr="00A3492D">
        <w:t>realizacją Zamówienia, transport, ewentualne upusty i rabaty oraz pozostałe składniki cenotwórcze.</w:t>
      </w:r>
    </w:p>
    <w:p w14:paraId="7FE7A2BC" w14:textId="346B7F42" w:rsidR="00A3492D" w:rsidRPr="00D01C9B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lastRenderedPageBreak/>
        <w:t xml:space="preserve">Wykonawca określi cenę za realizację </w:t>
      </w:r>
      <w:r w:rsidRPr="008D13C2">
        <w:t xml:space="preserve">przedmiotu </w:t>
      </w:r>
      <w:r w:rsidRPr="00D01C9B">
        <w:t>Zamówienia poprzez wskazanie, z dokładnością do dwóch miejsc po przecinku, całkowitej ceny netto i brutto za realizację przedmiotu Zamówie</w:t>
      </w:r>
      <w:r w:rsidR="008D42A5" w:rsidRPr="00D01C9B">
        <w:t>nia w</w:t>
      </w:r>
      <w:r w:rsidR="00962A3C" w:rsidRPr="00D01C9B">
        <w:t> </w:t>
      </w:r>
      <w:r w:rsidR="008D42A5" w:rsidRPr="00D01C9B">
        <w:t>Formularzu Oferty</w:t>
      </w:r>
      <w:r w:rsidRPr="00D01C9B">
        <w:t xml:space="preserve">, stanowiącym </w:t>
      </w:r>
      <w:r w:rsidRPr="00D01C9B">
        <w:rPr>
          <w:b/>
        </w:rPr>
        <w:t>Załącznik nr 2 do SWZ</w:t>
      </w:r>
      <w:r w:rsidRPr="00D01C9B">
        <w:t xml:space="preserve"> oraz w ustrukturyzowanym formularzu ofertowym Systemu Zakupowego.</w:t>
      </w:r>
    </w:p>
    <w:p w14:paraId="745B030D" w14:textId="2E039F0D" w:rsid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01C9B">
        <w:t>Całkowita cena netto i brutto podana przez Wykonawcę w ustrukturyzowanym formularzu ofertowym Systemu Zakupow</w:t>
      </w:r>
      <w:r w:rsidR="006E1F19">
        <w:t>ego</w:t>
      </w:r>
      <w:r w:rsidRPr="00D01C9B">
        <w:t xml:space="preserve"> musi być zgodna z całkowitą ceną n</w:t>
      </w:r>
      <w:r w:rsidR="008D42A5" w:rsidRPr="00D01C9B">
        <w:t>etto podaną w Formularzu Oferty</w:t>
      </w:r>
      <w:r w:rsidR="0019412B" w:rsidRPr="00D01C9B">
        <w:t>, stanowiącym</w:t>
      </w:r>
      <w:r w:rsidRPr="00D01C9B">
        <w:t xml:space="preserve"> </w:t>
      </w:r>
      <w:r w:rsidRPr="00D01C9B">
        <w:rPr>
          <w:b/>
        </w:rPr>
        <w:t>Załącznik nr 2 do SWZ</w:t>
      </w:r>
      <w:r w:rsidRPr="00D01C9B">
        <w:t>. W przypadku rozbieżności pomiędzy cenami podanymi w</w:t>
      </w:r>
      <w:r w:rsidR="00962A3C" w:rsidRPr="00D01C9B">
        <w:t> </w:t>
      </w:r>
      <w:r w:rsidRPr="00D01C9B">
        <w:t xml:space="preserve">ustrukturyzowanym formularzu Systemu </w:t>
      </w:r>
      <w:r w:rsidR="008D42A5" w:rsidRPr="00D01C9B">
        <w:t>Zakupowego, a Formularzu Oferty</w:t>
      </w:r>
      <w:r w:rsidRPr="00D01C9B">
        <w:t>, wiążące są ceny pod</w:t>
      </w:r>
      <w:r w:rsidR="008D42A5" w:rsidRPr="00D01C9B">
        <w:t>ane w Formularzu Oferty</w:t>
      </w:r>
      <w:r w:rsidR="0019412B" w:rsidRPr="00D01C9B">
        <w:t xml:space="preserve"> sporządzon</w:t>
      </w:r>
      <w:r w:rsidR="00D828D4">
        <w:t>ym</w:t>
      </w:r>
      <w:r w:rsidRPr="00D01C9B">
        <w:t xml:space="preserve"> wg</w:t>
      </w:r>
      <w:r w:rsidRPr="00D01C9B">
        <w:rPr>
          <w:b/>
        </w:rPr>
        <w:t xml:space="preserve"> Załącznika nr 2 do SWZ</w:t>
      </w:r>
      <w:r w:rsidRPr="00D01C9B">
        <w:t>.</w:t>
      </w:r>
    </w:p>
    <w:p w14:paraId="25BA1CCB" w14:textId="4191E9A4" w:rsidR="006B71BE" w:rsidRDefault="46189B4F" w:rsidP="001E33AB">
      <w:pPr>
        <w:pStyle w:val="Nagwek2"/>
        <w:keepNext w:val="0"/>
        <w:keepLines w:val="0"/>
        <w:numPr>
          <w:ilvl w:val="1"/>
          <w:numId w:val="19"/>
        </w:numPr>
        <w:spacing w:before="120"/>
        <w:ind w:left="709" w:hanging="709"/>
      </w:pPr>
      <w:r>
        <w:t>Do porównania O</w:t>
      </w:r>
      <w:r w:rsidR="6DB090D2">
        <w:t>fert brana będzie pod uwagę całkowita c</w:t>
      </w:r>
      <w:r w:rsidR="4B524DD7">
        <w:t>ena netto</w:t>
      </w:r>
      <w:r w:rsidR="6DB090D2">
        <w:t xml:space="preserve"> za wykonanie przedmiotu Zamówienia</w:t>
      </w:r>
      <w:r w:rsidR="009F40CD">
        <w:t xml:space="preserve"> oddzielnie dla każdej części zamówienia</w:t>
      </w:r>
      <w:r w:rsidR="6DB090D2">
        <w:t>.</w:t>
      </w:r>
    </w:p>
    <w:p w14:paraId="1F7F9A11" w14:textId="310242C6" w:rsidR="761740F4" w:rsidRDefault="003C38C0" w:rsidP="001E33AB">
      <w:pPr>
        <w:pStyle w:val="Akapitzlist"/>
        <w:numPr>
          <w:ilvl w:val="1"/>
          <w:numId w:val="19"/>
        </w:numPr>
        <w:ind w:left="709"/>
        <w:jc w:val="both"/>
      </w:pPr>
      <w:r w:rsidRPr="003C38C0">
        <w:t xml:space="preserve">Wykonawca, określi ceny jednostkowe netto oraz ceny jednostkowe brutto zgodnie z treścią </w:t>
      </w:r>
      <w:r w:rsidR="009F40CD">
        <w:rPr>
          <w:rFonts w:cstheme="minorHAnsi"/>
        </w:rPr>
        <w:t>Kosztorysu Wykonawcy wg</w:t>
      </w:r>
      <w:r w:rsidR="009F40CD" w:rsidRPr="00330C5A">
        <w:rPr>
          <w:rFonts w:cstheme="minorHAnsi"/>
        </w:rPr>
        <w:t xml:space="preserve"> </w:t>
      </w:r>
      <w:r w:rsidR="009F40CD" w:rsidRPr="00CA3040">
        <w:rPr>
          <w:rFonts w:cstheme="minorHAnsi"/>
          <w:b/>
          <w:bCs/>
        </w:rPr>
        <w:t>Załącznik</w:t>
      </w:r>
      <w:r w:rsidR="009F40CD">
        <w:rPr>
          <w:rFonts w:cstheme="minorHAnsi"/>
          <w:b/>
          <w:bCs/>
        </w:rPr>
        <w:t>a</w:t>
      </w:r>
      <w:r w:rsidR="009F40CD" w:rsidRPr="00CA3040">
        <w:rPr>
          <w:rFonts w:cstheme="minorHAnsi"/>
          <w:b/>
          <w:bCs/>
        </w:rPr>
        <w:t xml:space="preserve"> nr 2a </w:t>
      </w:r>
      <w:r w:rsidR="00E33486">
        <w:rPr>
          <w:rFonts w:cstheme="minorHAnsi"/>
          <w:b/>
          <w:bCs/>
        </w:rPr>
        <w:t>i/lub</w:t>
      </w:r>
      <w:r w:rsidR="009F40CD">
        <w:rPr>
          <w:rFonts w:cstheme="minorHAnsi"/>
          <w:b/>
          <w:bCs/>
        </w:rPr>
        <w:t xml:space="preserve"> 2b </w:t>
      </w:r>
      <w:r w:rsidR="009F40CD" w:rsidRPr="00CA3040">
        <w:rPr>
          <w:rFonts w:cstheme="minorHAnsi"/>
          <w:b/>
          <w:bCs/>
        </w:rPr>
        <w:t>do SWZ</w:t>
      </w:r>
      <w:r w:rsidRPr="003C38C0">
        <w:t xml:space="preserve">. Cena za realizację przedmiotu Zamówienia jest sumą cen poszczególnych pozycji asortymentowych i należy ją wprowadzić do Formularza Oferty stanowiącego </w:t>
      </w:r>
      <w:r w:rsidRPr="00B82AF8">
        <w:rPr>
          <w:b/>
          <w:bCs/>
        </w:rPr>
        <w:t>Załącznik nr 2 do SWZ</w:t>
      </w:r>
      <w:r w:rsidRPr="003C38C0">
        <w:t xml:space="preserve"> oraz w ustrukturyzowanym formularzu ofertowym Systemu Zakupowego.</w:t>
      </w:r>
    </w:p>
    <w:p w14:paraId="6DF50059" w14:textId="77777777" w:rsidR="00A3492D" w:rsidRDefault="00A3492D" w:rsidP="001E33AB">
      <w:pPr>
        <w:pStyle w:val="Nagwek1"/>
        <w:numPr>
          <w:ilvl w:val="0"/>
          <w:numId w:val="19"/>
        </w:numPr>
      </w:pPr>
      <w:r w:rsidRPr="00A3492D">
        <w:t>SPOSÓB POROZUMIEWANIA SIĘ Z WYKONAWCAMI</w:t>
      </w:r>
    </w:p>
    <w:p w14:paraId="6B1B3C88" w14:textId="77777777" w:rsidR="00A3492D" w:rsidRPr="00A3492D" w:rsidRDefault="6DB090D2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t>W niniejszym Postępowaniu korespondencja przekazywana będzie:</w:t>
      </w:r>
    </w:p>
    <w:p w14:paraId="1648A444" w14:textId="0CFBC7CB" w:rsidR="6B8A9276" w:rsidRPr="00F35569" w:rsidRDefault="6B8A9276" w:rsidP="001E33AB">
      <w:pPr>
        <w:pStyle w:val="Nagwek3"/>
        <w:numPr>
          <w:ilvl w:val="2"/>
          <w:numId w:val="19"/>
        </w:numPr>
        <w:ind w:left="1418" w:hanging="709"/>
        <w:rPr>
          <w:rFonts w:eastAsia="Verdana" w:cs="Verdana"/>
          <w:szCs w:val="18"/>
        </w:rPr>
      </w:pPr>
      <w:r w:rsidRPr="00F35569">
        <w:rPr>
          <w:rFonts w:eastAsia="Verdana" w:cs="Verdana"/>
          <w:szCs w:val="18"/>
        </w:rPr>
        <w:t>za pośrednictwem Systemu Zakupowego (</w:t>
      </w:r>
      <w:hyperlink r:id="rId20">
        <w:r w:rsidRPr="00F35569">
          <w:rPr>
            <w:rStyle w:val="Hipercze"/>
            <w:rFonts w:ascii="Verdana" w:eastAsia="Verdana" w:hAnsi="Verdana" w:cs="Verdana"/>
            <w:color w:val="36A9E1" w:themeColor="accent5"/>
            <w:sz w:val="18"/>
            <w:szCs w:val="18"/>
          </w:rPr>
          <w:t>https://swpp2.gkpge.pl</w:t>
        </w:r>
      </w:hyperlink>
      <w:r w:rsidRPr="00F35569">
        <w:rPr>
          <w:rFonts w:eastAsia="Verdana" w:cs="Verdana"/>
          <w:szCs w:val="18"/>
        </w:rPr>
        <w:t>) lub</w:t>
      </w:r>
    </w:p>
    <w:p w14:paraId="1EF37BF1" w14:textId="5EB4991B" w:rsidR="6B8A9276" w:rsidRPr="00D21BCD" w:rsidRDefault="6B8A9276" w:rsidP="001E33AB">
      <w:pPr>
        <w:pStyle w:val="Nagwek3"/>
        <w:numPr>
          <w:ilvl w:val="2"/>
          <w:numId w:val="19"/>
        </w:numPr>
        <w:ind w:left="1418" w:hanging="709"/>
        <w:rPr>
          <w:rFonts w:eastAsia="Verdana" w:cs="Verdana"/>
          <w:szCs w:val="18"/>
        </w:rPr>
      </w:pPr>
      <w:r w:rsidRPr="00F35569">
        <w:rPr>
          <w:rFonts w:eastAsia="Verdana" w:cs="Verdana"/>
          <w:szCs w:val="18"/>
        </w:rPr>
        <w:t>drogą elektroniczną: na adres wskazany w pkt 10.2.</w:t>
      </w:r>
    </w:p>
    <w:p w14:paraId="0FCE1DCA" w14:textId="77777777" w:rsidR="00A3492D" w:rsidRPr="007F7D40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7F7D40">
        <w:t>Osobą uprawnioną do porozumiewania się z Wykonawcami jest:</w:t>
      </w:r>
    </w:p>
    <w:p w14:paraId="6C9E5825" w14:textId="77777777" w:rsidR="00B8443E" w:rsidRDefault="00BF1252" w:rsidP="00D21BCD">
      <w:pPr>
        <w:pStyle w:val="Nagwek2"/>
        <w:keepNext w:val="0"/>
        <w:keepLines w:val="0"/>
        <w:numPr>
          <w:ilvl w:val="0"/>
          <w:numId w:val="0"/>
        </w:numPr>
        <w:ind w:left="709"/>
        <w:rPr>
          <w:rFonts w:asciiTheme="minorHAnsi" w:hAnsiTheme="minorHAnsi" w:cstheme="minorHAnsi"/>
          <w:szCs w:val="22"/>
        </w:rPr>
      </w:pPr>
      <w:r>
        <w:t>Magdalena Kurdziel</w:t>
      </w:r>
      <w:r w:rsidR="00A3492D" w:rsidRPr="007F7D40">
        <w:t>, Departament Zakupów</w:t>
      </w:r>
      <w:r>
        <w:rPr>
          <w:rFonts w:asciiTheme="minorHAnsi" w:hAnsiTheme="minorHAnsi" w:cstheme="minorHAnsi"/>
          <w:szCs w:val="22"/>
        </w:rPr>
        <w:t xml:space="preserve"> </w:t>
      </w:r>
      <w:r w:rsidRPr="00D51177">
        <w:rPr>
          <w:rFonts w:asciiTheme="minorHAnsi" w:hAnsiTheme="minorHAnsi" w:cstheme="minorHAnsi"/>
        </w:rPr>
        <w:t xml:space="preserve">PGE </w:t>
      </w:r>
      <w:r w:rsidRPr="00D51177">
        <w:rPr>
          <w:rFonts w:asciiTheme="minorHAnsi" w:hAnsiTheme="minorHAnsi" w:cstheme="minorHAnsi"/>
          <w:szCs w:val="22"/>
        </w:rPr>
        <w:t>Energetyka Kolejowa Holding Sp. z o.o.,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336C1E1C" w14:textId="370241AD" w:rsidR="00D828D4" w:rsidRDefault="00BF1252" w:rsidP="00D21BCD">
      <w:pPr>
        <w:pStyle w:val="Nagwek2"/>
        <w:keepNext w:val="0"/>
        <w:keepLines w:val="0"/>
        <w:numPr>
          <w:ilvl w:val="0"/>
          <w:numId w:val="0"/>
        </w:numPr>
        <w:ind w:left="709"/>
      </w:pPr>
      <w:r w:rsidRPr="00E6014D">
        <w:rPr>
          <w:rFonts w:asciiTheme="minorHAnsi" w:hAnsiTheme="minorHAnsi" w:cstheme="minorHAnsi"/>
          <w:szCs w:val="22"/>
        </w:rPr>
        <w:t xml:space="preserve">tel. </w:t>
      </w:r>
      <w:r>
        <w:rPr>
          <w:rFonts w:asciiTheme="minorHAnsi" w:hAnsiTheme="minorHAnsi" w:cstheme="minorHAnsi"/>
          <w:szCs w:val="22"/>
        </w:rPr>
        <w:t>697-049-</w:t>
      </w:r>
      <w:r w:rsidR="00F27405">
        <w:rPr>
          <w:rFonts w:asciiTheme="minorHAnsi" w:hAnsiTheme="minorHAnsi" w:cstheme="minorHAnsi"/>
          <w:szCs w:val="22"/>
        </w:rPr>
        <w:t>99</w:t>
      </w:r>
      <w:r>
        <w:rPr>
          <w:rFonts w:asciiTheme="minorHAnsi" w:hAnsiTheme="minorHAnsi" w:cstheme="minorHAnsi"/>
          <w:szCs w:val="22"/>
        </w:rPr>
        <w:t>0</w:t>
      </w:r>
      <w:r w:rsidRPr="00E6014D">
        <w:rPr>
          <w:rFonts w:asciiTheme="minorHAnsi" w:hAnsiTheme="minorHAnsi" w:cstheme="minorHAnsi"/>
          <w:szCs w:val="22"/>
        </w:rPr>
        <w:t xml:space="preserve">; e-mail: </w:t>
      </w:r>
      <w:r w:rsidRPr="00080971">
        <w:rPr>
          <w:rFonts w:asciiTheme="minorHAnsi" w:hAnsiTheme="minorHAnsi" w:cstheme="minorHAnsi"/>
        </w:rPr>
        <w:t>m.</w:t>
      </w:r>
      <w:r w:rsidR="00F27405">
        <w:rPr>
          <w:rFonts w:asciiTheme="minorHAnsi" w:hAnsiTheme="minorHAnsi" w:cstheme="minorHAnsi"/>
        </w:rPr>
        <w:t>kurdziel</w:t>
      </w:r>
      <w:r w:rsidRPr="00080971">
        <w:rPr>
          <w:rFonts w:asciiTheme="minorHAnsi" w:hAnsiTheme="minorHAnsi" w:cstheme="minorHAnsi"/>
        </w:rPr>
        <w:t>@pkpeholding.pl</w:t>
      </w:r>
      <w:r w:rsidRPr="007F7D40" w:rsidDel="00BF1252">
        <w:t xml:space="preserve"> </w:t>
      </w:r>
    </w:p>
    <w:p w14:paraId="14054D82" w14:textId="6D4DA21D" w:rsidR="00A3492D" w:rsidRPr="00A85F3E" w:rsidRDefault="00A3492D" w:rsidP="00D21BCD">
      <w:pPr>
        <w:pStyle w:val="Nagwek2"/>
        <w:keepNext w:val="0"/>
        <w:keepLines w:val="0"/>
        <w:numPr>
          <w:ilvl w:val="0"/>
          <w:numId w:val="0"/>
        </w:numPr>
        <w:ind w:left="709"/>
        <w:rPr>
          <w:b/>
        </w:rPr>
      </w:pPr>
      <w:r w:rsidRPr="00A85F3E">
        <w:rPr>
          <w:b/>
        </w:rPr>
        <w:t>UWAGA!</w:t>
      </w:r>
    </w:p>
    <w:p w14:paraId="2A7B2D66" w14:textId="77777777" w:rsidR="00A3492D" w:rsidRPr="00E027A6" w:rsidRDefault="00A3492D" w:rsidP="00E027A6">
      <w:pPr>
        <w:pStyle w:val="Nagwek2"/>
        <w:keepNext w:val="0"/>
        <w:keepLines w:val="0"/>
        <w:numPr>
          <w:ilvl w:val="0"/>
          <w:numId w:val="0"/>
        </w:numPr>
        <w:ind w:left="709"/>
      </w:pPr>
      <w:r w:rsidRPr="00A85F3E">
        <w:rPr>
          <w:b/>
          <w:szCs w:val="18"/>
        </w:rPr>
        <w:t xml:space="preserve">Wykonawcy nie są uprawnieni do kontaktowania się w sprawie przedmiotowego Postępowania zakupowego w trakcie jego trwania z inną osobą poza wskazaną do kontaktu </w:t>
      </w:r>
      <w:r w:rsidRPr="00E027A6">
        <w:t>powyżej.</w:t>
      </w:r>
    </w:p>
    <w:p w14:paraId="690EA3CA" w14:textId="55F9B4A6" w:rsidR="00F35569" w:rsidRPr="00F35569" w:rsidRDefault="00A3492D" w:rsidP="00E027A6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D4B56">
        <w:t xml:space="preserve">Wykonawcy porozumiewając się z Zamawiającym powinni powoływać się na numer Postępowania: </w:t>
      </w:r>
      <w:sdt>
        <w:sdtPr>
          <w:alias w:val="AUTOMAT - NIE uzupełniaj"/>
          <w:tag w:val=""/>
          <w:id w:val="-404451934"/>
          <w:placeholder>
            <w:docPart w:val="D2683497475A4F18A64E2A2915196C3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7D7B95">
            <w:t>POST/HZ/EK/HZL/00495/2025</w:t>
          </w:r>
        </w:sdtContent>
      </w:sdt>
      <w:r w:rsidR="00E766C3" w:rsidRPr="00F27405">
        <w:rPr>
          <w:rFonts w:asciiTheme="minorHAnsi" w:eastAsiaTheme="minorHAnsi" w:hAnsiTheme="minorHAnsi" w:cstheme="minorBidi"/>
          <w:b/>
          <w:bCs/>
          <w:color w:val="auto"/>
          <w:szCs w:val="22"/>
        </w:rPr>
        <w:t>.</w:t>
      </w:r>
    </w:p>
    <w:p w14:paraId="7D0A0CE4" w14:textId="1BD036D4" w:rsidR="004119DA" w:rsidRPr="006454D6" w:rsidRDefault="004119DA" w:rsidP="001E33AB">
      <w:pPr>
        <w:pStyle w:val="Nagwek1"/>
        <w:numPr>
          <w:ilvl w:val="0"/>
          <w:numId w:val="19"/>
        </w:numPr>
      </w:pPr>
      <w:r w:rsidRPr="006454D6">
        <w:t xml:space="preserve">MIEJSCE ORAZ </w:t>
      </w:r>
      <w:r w:rsidR="002D3BE8" w:rsidRPr="006454D6">
        <w:t xml:space="preserve">TERMIN SKŁADANIA OFERT </w:t>
      </w:r>
    </w:p>
    <w:p w14:paraId="059D7188" w14:textId="11C39518" w:rsidR="004119DA" w:rsidRPr="006454D6" w:rsidRDefault="002D3BE8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6454D6">
        <w:t>Ofertę</w:t>
      </w:r>
      <w:r w:rsidR="004119DA" w:rsidRPr="006454D6">
        <w:t xml:space="preserve"> wraz z wymaganymi dokumentami należy złożyć za pośrednictwem Systemu Zakupowego dostępnego pod adresem: </w:t>
      </w:r>
      <w:hyperlink r:id="rId21" w:history="1">
        <w:r w:rsidR="004119DA" w:rsidRPr="00D53C50">
          <w:rPr>
            <w:rStyle w:val="Hipercze"/>
            <w:color w:val="36A9E1" w:themeColor="accent5"/>
            <w:sz w:val="18"/>
            <w:szCs w:val="18"/>
          </w:rPr>
          <w:t>https://swpp2.gkpge.pl</w:t>
        </w:r>
      </w:hyperlink>
      <w:r w:rsidR="004119DA" w:rsidRPr="00D53C50">
        <w:rPr>
          <w:color w:val="36A9E1" w:themeColor="accent5"/>
        </w:rPr>
        <w:t xml:space="preserve"> </w:t>
      </w:r>
    </w:p>
    <w:p w14:paraId="041914B3" w14:textId="3E91D4AD" w:rsidR="004119DA" w:rsidRPr="006454D6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6454D6">
        <w:t>W dniu opublikowania Postępowania te</w:t>
      </w:r>
      <w:r w:rsidR="002D3BE8" w:rsidRPr="006454D6">
        <w:t>rmin składania Ofert</w:t>
      </w:r>
      <w:r w:rsidRPr="006454D6">
        <w:t xml:space="preserve"> został wyznaczony do dnia </w:t>
      </w:r>
      <w:r w:rsidR="00D50D54" w:rsidRPr="00D50D54">
        <w:rPr>
          <w:b/>
          <w:bCs/>
        </w:rPr>
        <w:t>30.01.</w:t>
      </w:r>
      <w:r w:rsidRPr="00D50D54">
        <w:rPr>
          <w:b/>
          <w:bCs/>
        </w:rPr>
        <w:t>202</w:t>
      </w:r>
      <w:r w:rsidR="00827599" w:rsidRPr="00D50D54">
        <w:rPr>
          <w:b/>
          <w:bCs/>
        </w:rPr>
        <w:t>6</w:t>
      </w:r>
      <w:r w:rsidRPr="004E18C1">
        <w:rPr>
          <w:b/>
          <w:bCs/>
        </w:rPr>
        <w:t xml:space="preserve"> r. do</w:t>
      </w:r>
      <w:r w:rsidR="00836E90" w:rsidRPr="004E18C1">
        <w:rPr>
          <w:b/>
          <w:bCs/>
        </w:rPr>
        <w:t xml:space="preserve"> godz</w:t>
      </w:r>
      <w:r w:rsidRPr="004E18C1">
        <w:rPr>
          <w:b/>
          <w:bCs/>
        </w:rPr>
        <w:t xml:space="preserve">. </w:t>
      </w:r>
      <w:r w:rsidR="00827599" w:rsidRPr="004E18C1">
        <w:rPr>
          <w:b/>
          <w:bCs/>
        </w:rPr>
        <w:t>1</w:t>
      </w:r>
      <w:r w:rsidR="00D449A4">
        <w:rPr>
          <w:b/>
          <w:bCs/>
        </w:rPr>
        <w:t>4</w:t>
      </w:r>
      <w:r w:rsidRPr="004E18C1">
        <w:rPr>
          <w:b/>
          <w:bCs/>
        </w:rPr>
        <w:t>:</w:t>
      </w:r>
      <w:r w:rsidR="00827599" w:rsidRPr="004E18C1">
        <w:rPr>
          <w:b/>
          <w:bCs/>
        </w:rPr>
        <w:t>00.</w:t>
      </w:r>
    </w:p>
    <w:p w14:paraId="513BC389" w14:textId="484D74D7" w:rsidR="004119DA" w:rsidRPr="004119DA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 xml:space="preserve">W przypadku dokonywania zmian terminu aktualny </w:t>
      </w:r>
      <w:r w:rsidR="002D3BE8">
        <w:t>termin składania Ofert</w:t>
      </w:r>
      <w:r w:rsidRPr="004119DA">
        <w:t xml:space="preserve"> będzie podany w Systemie Zakupowym. </w:t>
      </w:r>
    </w:p>
    <w:p w14:paraId="7CC9348F" w14:textId="77777777" w:rsidR="004119DA" w:rsidRPr="00D21BCD" w:rsidRDefault="004119DA" w:rsidP="00D21BCD">
      <w:pPr>
        <w:pStyle w:val="Nagwek2"/>
        <w:keepNext w:val="0"/>
        <w:keepLines w:val="0"/>
        <w:numPr>
          <w:ilvl w:val="0"/>
          <w:numId w:val="0"/>
        </w:numPr>
        <w:ind w:left="1021" w:hanging="312"/>
        <w:rPr>
          <w:b/>
          <w:bCs/>
        </w:rPr>
      </w:pPr>
      <w:r w:rsidRPr="00D21BCD">
        <w:rPr>
          <w:b/>
          <w:bCs/>
        </w:rPr>
        <w:t xml:space="preserve">UWAGA! </w:t>
      </w:r>
    </w:p>
    <w:p w14:paraId="4DF25154" w14:textId="0A839841" w:rsidR="004119DA" w:rsidRPr="004119DA" w:rsidRDefault="004119DA" w:rsidP="00D21BCD">
      <w:pPr>
        <w:pStyle w:val="Nagwek2"/>
        <w:keepNext w:val="0"/>
        <w:keepLines w:val="0"/>
        <w:numPr>
          <w:ilvl w:val="0"/>
          <w:numId w:val="0"/>
        </w:numPr>
        <w:ind w:left="709"/>
      </w:pPr>
      <w:r w:rsidRPr="004119DA">
        <w:lastRenderedPageBreak/>
        <w:t>Za</w:t>
      </w:r>
      <w:r w:rsidR="002D3BE8">
        <w:t xml:space="preserve"> termin złożenia Oferty</w:t>
      </w:r>
      <w:r w:rsidRPr="004119DA">
        <w:t xml:space="preserve"> przyjmuje się datę i godzinę wpływu Oferty na serwer, a nie datę i godzinę jej wysłania przez Wykonawcę. Po upływie terminu składania Ofert </w:t>
      </w:r>
      <w:r w:rsidR="002D3BE8">
        <w:t>n</w:t>
      </w:r>
      <w:r w:rsidRPr="004119DA">
        <w:t>ie</w:t>
      </w:r>
      <w:r w:rsidR="002F0B34">
        <w:t xml:space="preserve"> będzie możliwe złożenie Oferty </w:t>
      </w:r>
      <w:r w:rsidRPr="004119DA">
        <w:t>dlatego</w:t>
      </w:r>
      <w:r w:rsidR="002F0B34">
        <w:t xml:space="preserve"> </w:t>
      </w:r>
      <w:r w:rsidRPr="004119DA">
        <w:t>Zamawiający</w:t>
      </w:r>
      <w:r w:rsidR="00421525">
        <w:t xml:space="preserve"> </w:t>
      </w:r>
      <w:r w:rsidRPr="004119DA">
        <w:t>rekomenduje aby Oferty składać z odpowiednim wyprzedzeniem.</w:t>
      </w:r>
    </w:p>
    <w:p w14:paraId="5E228C0E" w14:textId="551AD5E1" w:rsidR="1DB40786" w:rsidRDefault="1DB40786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  <w:szCs w:val="18"/>
        </w:rPr>
      </w:pPr>
      <w:r>
        <w:t>Zamawiający nie przewiduje publicznego otwarcia Ofert.</w:t>
      </w:r>
    </w:p>
    <w:p w14:paraId="0B58F322" w14:textId="5AE93F27" w:rsidR="4BC4900B" w:rsidRDefault="4BC4900B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</w:rPr>
      </w:pPr>
      <w:r w:rsidRPr="067C1BD9">
        <w:rPr>
          <w:rFonts w:eastAsia="Verdana"/>
        </w:rPr>
        <w:t xml:space="preserve">W przypadku zaproszenia Wykonawcy do etapu negocjacji, złożenie Oferty przez Wykonawcę stanowi wypełnienie formularza ofertowego w Systemie Zakupowym oraz załączenie </w:t>
      </w:r>
      <w:r w:rsidRPr="00266539">
        <w:rPr>
          <w:rFonts w:eastAsia="Verdana"/>
          <w:b/>
          <w:bCs/>
        </w:rPr>
        <w:t>Formularza Oferty</w:t>
      </w:r>
      <w:r w:rsidRPr="067C1BD9">
        <w:rPr>
          <w:rFonts w:eastAsia="Verdana"/>
        </w:rPr>
        <w:t xml:space="preserve"> stanowiącego </w:t>
      </w:r>
      <w:r w:rsidRPr="00266539">
        <w:rPr>
          <w:rFonts w:eastAsia="Verdana"/>
          <w:b/>
          <w:bCs/>
        </w:rPr>
        <w:t>Załącznik nr 2 do SWZ</w:t>
      </w:r>
      <w:r w:rsidRPr="067C1BD9">
        <w:rPr>
          <w:rFonts w:eastAsia="Verdana"/>
        </w:rPr>
        <w:t xml:space="preserve">, sporządzonego zgodnie z wymaganiami SWZ, </w:t>
      </w:r>
      <w:r w:rsidR="00E33486">
        <w:rPr>
          <w:rFonts w:asciiTheme="minorHAnsi" w:hAnsiTheme="minorHAnsi" w:cstheme="minorHAnsi"/>
          <w:szCs w:val="22"/>
        </w:rPr>
        <w:t xml:space="preserve">wraz </w:t>
      </w:r>
      <w:r w:rsidR="00E33486">
        <w:rPr>
          <w:rFonts w:asciiTheme="minorHAnsi" w:hAnsiTheme="minorHAnsi" w:cstheme="minorHAnsi"/>
          <w:szCs w:val="22"/>
        </w:rPr>
        <w:br/>
        <w:t xml:space="preserve">z </w:t>
      </w:r>
      <w:r w:rsidR="00E33486">
        <w:rPr>
          <w:rFonts w:asciiTheme="minorHAnsi" w:hAnsiTheme="minorHAnsi" w:cstheme="minorHAnsi"/>
          <w:bCs/>
          <w:iCs/>
          <w:szCs w:val="22"/>
        </w:rPr>
        <w:t>Kosztorysem Wykonawcy</w:t>
      </w:r>
      <w:r w:rsidR="00E33486" w:rsidRPr="00984224">
        <w:rPr>
          <w:rFonts w:asciiTheme="minorHAnsi" w:hAnsiTheme="minorHAnsi" w:cstheme="minorHAnsi"/>
          <w:bCs/>
          <w:iCs/>
          <w:szCs w:val="22"/>
        </w:rPr>
        <w:t xml:space="preserve"> </w:t>
      </w:r>
      <w:r w:rsidR="00E33486">
        <w:rPr>
          <w:rFonts w:asciiTheme="minorHAnsi" w:hAnsiTheme="minorHAnsi" w:cstheme="minorHAnsi"/>
          <w:bCs/>
          <w:iCs/>
          <w:szCs w:val="22"/>
        </w:rPr>
        <w:t xml:space="preserve">stanowiącym </w:t>
      </w:r>
      <w:r w:rsidR="00E33486" w:rsidRPr="00BF1CCB">
        <w:rPr>
          <w:rFonts w:asciiTheme="minorHAnsi" w:hAnsiTheme="minorHAnsi" w:cstheme="minorHAnsi"/>
          <w:b/>
          <w:iCs/>
          <w:szCs w:val="22"/>
        </w:rPr>
        <w:t xml:space="preserve">Załącznik nr 2a </w:t>
      </w:r>
      <w:r w:rsidR="00E33486">
        <w:rPr>
          <w:rFonts w:asciiTheme="minorHAnsi" w:hAnsiTheme="minorHAnsi" w:cstheme="minorHAnsi"/>
          <w:b/>
          <w:iCs/>
          <w:szCs w:val="22"/>
        </w:rPr>
        <w:t xml:space="preserve">i/lub 2b </w:t>
      </w:r>
      <w:r w:rsidR="00E33486" w:rsidRPr="00BF1CCB">
        <w:rPr>
          <w:rFonts w:asciiTheme="minorHAnsi" w:hAnsiTheme="minorHAnsi" w:cstheme="minorHAnsi"/>
          <w:b/>
          <w:iCs/>
          <w:szCs w:val="22"/>
        </w:rPr>
        <w:t>do SWZ</w:t>
      </w:r>
      <w:r w:rsidR="00E33486">
        <w:rPr>
          <w:rFonts w:asciiTheme="minorHAnsi" w:hAnsiTheme="minorHAnsi" w:cstheme="minorHAnsi"/>
          <w:bCs/>
          <w:iCs/>
          <w:szCs w:val="22"/>
        </w:rPr>
        <w:t xml:space="preserve">, jeśli był wymagany na w pierwszym etapie Postępowania. </w:t>
      </w:r>
      <w:r w:rsidRPr="067C1BD9">
        <w:rPr>
          <w:rFonts w:eastAsia="Verdana"/>
        </w:rPr>
        <w:t xml:space="preserve"> </w:t>
      </w:r>
    </w:p>
    <w:p w14:paraId="2CB24545" w14:textId="1361CE8B" w:rsidR="4BC4900B" w:rsidRDefault="4BC4900B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  <w:szCs w:val="18"/>
        </w:rPr>
      </w:pPr>
      <w:r w:rsidRPr="761740F4">
        <w:rPr>
          <w:rFonts w:eastAsia="Verdana"/>
          <w:szCs w:val="18"/>
        </w:rPr>
        <w:t>Po złożeniu Oferty, w przypadku zaproszenia Wykonawcy do etapu negocjacji i braku przekazania Zamawiającemu zaktualizowanej Oferty, Zamawiający uzna Ofertę złożoną przez Wykonawcę w</w:t>
      </w:r>
      <w:r w:rsidR="00F35569">
        <w:rPr>
          <w:rFonts w:eastAsia="Verdana"/>
          <w:szCs w:val="18"/>
        </w:rPr>
        <w:t> </w:t>
      </w:r>
      <w:r w:rsidRPr="761740F4">
        <w:rPr>
          <w:rFonts w:eastAsia="Verdana"/>
          <w:szCs w:val="18"/>
        </w:rPr>
        <w:t xml:space="preserve">pierwszym etapie Postępowania za wiążącą. </w:t>
      </w:r>
    </w:p>
    <w:p w14:paraId="3A9908D1" w14:textId="5D17C4C0" w:rsidR="00F35569" w:rsidRPr="00D21BCD" w:rsidRDefault="4BC4900B" w:rsidP="00E027A6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761740F4">
        <w:rPr>
          <w:rFonts w:eastAsia="Verdana"/>
          <w:szCs w:val="18"/>
        </w:rPr>
        <w:t>Wartość Oferty złożona przez Wykonawcę na etapie negocjacji nie może być wyższa od wartości Oferty złożonej przez Wykonawcę w pierwszym etapie Postępowania. W przypadku zaistnienia takich okoliczności, Zamawiający uzna Ofertę złożoną przez Wykonawcę w pierwszym etapie Postępowania za wiążącą.</w:t>
      </w:r>
    </w:p>
    <w:p w14:paraId="40D04BB3" w14:textId="4561D88B" w:rsidR="00A3492D" w:rsidRDefault="00A3492D" w:rsidP="001E33AB">
      <w:pPr>
        <w:pStyle w:val="Nagwek1"/>
        <w:numPr>
          <w:ilvl w:val="0"/>
          <w:numId w:val="19"/>
        </w:numPr>
      </w:pPr>
      <w:r w:rsidRPr="00A3492D">
        <w:t xml:space="preserve">TERMIN ZWIĄZANIA OFERTĄ </w:t>
      </w:r>
    </w:p>
    <w:p w14:paraId="11F4DC22" w14:textId="1734D4E3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Termin związania O</w:t>
      </w:r>
      <w:r w:rsidR="00371056">
        <w:t xml:space="preserve">fertą wynosi </w:t>
      </w:r>
      <w:sdt>
        <w:sdtPr>
          <w:rPr>
            <w:rFonts w:asciiTheme="minorHAnsi" w:hAnsiTheme="minorHAnsi" w:cstheme="minorHAnsi"/>
            <w:b/>
            <w:bCs/>
            <w:szCs w:val="22"/>
          </w:rPr>
          <w:alias w:val="WSKAŻ TERMIN ZWIĄZANIA OFERTĄ"/>
          <w:tag w:val=""/>
          <w:id w:val="-1853862857"/>
          <w:placeholder>
            <w:docPart w:val="6B646073B1454A0096EC20ED92CF8A5F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ED3FB2">
            <w:rPr>
              <w:rFonts w:asciiTheme="minorHAnsi" w:hAnsiTheme="minorHAnsi" w:cstheme="minorHAnsi"/>
              <w:b/>
              <w:bCs/>
              <w:szCs w:val="22"/>
            </w:rPr>
            <w:t>6</w:t>
          </w:r>
          <w:r w:rsidR="00ED3FB2" w:rsidRPr="00E027A6">
            <w:rPr>
              <w:rFonts w:asciiTheme="minorHAnsi" w:hAnsiTheme="minorHAnsi" w:cstheme="minorHAnsi"/>
              <w:b/>
              <w:bCs/>
              <w:szCs w:val="22"/>
            </w:rPr>
            <w:t>0 dni</w:t>
          </w:r>
        </w:sdtContent>
      </w:sdt>
      <w:r w:rsidR="00225525" w:rsidRPr="00A3492D">
        <w:t xml:space="preserve"> </w:t>
      </w:r>
      <w:r w:rsidRPr="00A3492D">
        <w:t>licząc od daty</w:t>
      </w:r>
      <w:r w:rsidR="002D3BE8">
        <w:t xml:space="preserve"> upływu terminu składania Ofert</w:t>
      </w:r>
      <w:r w:rsidRPr="00A3492D">
        <w:t>.</w:t>
      </w:r>
    </w:p>
    <w:p w14:paraId="79ADD07A" w14:textId="19231AB8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Zamawiając przed upływem terminu</w:t>
      </w:r>
      <w:r w:rsidR="002F0B34">
        <w:t xml:space="preserve"> związania Ofertą może zwrócić </w:t>
      </w:r>
      <w:r w:rsidRPr="00A3492D">
        <w:t>się do Wykonawców o wyrażenie zgody na przedłużenie terminu związania Ofertą o wskazany przez niego okres.</w:t>
      </w:r>
    </w:p>
    <w:p w14:paraId="1C23C724" w14:textId="6D9DC73A" w:rsidR="00A3492D" w:rsidRPr="00A3492D" w:rsidRDefault="002F0B34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t xml:space="preserve">W przypadku </w:t>
      </w:r>
      <w:r w:rsidR="00A3492D" w:rsidRPr="00A3492D">
        <w:t>gdy Zamawiający żądał wniesienia wadium, przedłużenie terminu związania Ofertą, o</w:t>
      </w:r>
      <w:r w:rsidR="00F35569">
        <w:t> </w:t>
      </w:r>
      <w:r w:rsidR="00A3492D" w:rsidRPr="00A3492D">
        <w:t>którym mowa w pkt 12.2 powyżej, następuje wraz z przedłużeniem okresu ważności wadium albo, jeżeli nie jest to możliwe, z wniesieniem nowego wadium na przedłużony okres związania Ofertą.</w:t>
      </w:r>
    </w:p>
    <w:p w14:paraId="239B7C6F" w14:textId="77777777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 xml:space="preserve">Oferta Wykonawcy, który nie zgodził się na przedłużenie terminu związania Ofertą podlega odrzuceniu z Postępowania na podstawie pkt 9.5.1 lit. j Procedury. </w:t>
      </w:r>
    </w:p>
    <w:p w14:paraId="1F016553" w14:textId="77777777" w:rsid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Wykonawca może przedłużyć termin związania Ofertą z własnej inicjatywy.</w:t>
      </w:r>
    </w:p>
    <w:p w14:paraId="1398E112" w14:textId="77777777" w:rsidR="004119DA" w:rsidRDefault="004119DA" w:rsidP="001E33AB">
      <w:pPr>
        <w:pStyle w:val="Nagwek1"/>
        <w:numPr>
          <w:ilvl w:val="0"/>
          <w:numId w:val="19"/>
        </w:numPr>
      </w:pPr>
      <w:r w:rsidRPr="004119DA">
        <w:t xml:space="preserve">INFORMACJE DOTYCZĄCE KRYTERIÓW OCENY OFERT </w:t>
      </w:r>
    </w:p>
    <w:p w14:paraId="6AFF20B1" w14:textId="77777777" w:rsidR="004119DA" w:rsidRPr="004119DA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 xml:space="preserve">Oferta będzie oceniana według kryterium: </w:t>
      </w:r>
    </w:p>
    <w:p w14:paraId="58960622" w14:textId="77777777" w:rsid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>
        <w:t xml:space="preserve">„Cena netto” – waga 100% to jest 100 pkt </w:t>
      </w:r>
    </w:p>
    <w:p w14:paraId="0502D66B" w14:textId="77777777" w:rsidR="004119DA" w:rsidRPr="00E027A6" w:rsidRDefault="004119DA" w:rsidP="00681BDE">
      <w:pPr>
        <w:ind w:left="445" w:firstLine="576"/>
      </w:pPr>
      <w:r w:rsidRPr="00E027A6">
        <w:t>W kryterium „Cena netto” punkty zostaną przyznane zgodnie z poniższym wzorem:</w:t>
      </w:r>
    </w:p>
    <w:p w14:paraId="58E885CF" w14:textId="77777777" w:rsidR="004119DA" w:rsidRPr="00E027A6" w:rsidRDefault="004119DA" w:rsidP="00681BDE"/>
    <w:p w14:paraId="6B624637" w14:textId="77777777" w:rsidR="004119DA" w:rsidRPr="00E027A6" w:rsidRDefault="004119DA" w:rsidP="00681BDE">
      <w:pPr>
        <w:jc w:val="center"/>
        <w:rPr>
          <w:vertAlign w:val="subscript"/>
        </w:rPr>
      </w:pPr>
      <w:r w:rsidRPr="00E027A6">
        <w:t>C</w:t>
      </w:r>
      <w:r w:rsidRPr="00E027A6">
        <w:rPr>
          <w:vertAlign w:val="subscript"/>
        </w:rPr>
        <w:t>min</w:t>
      </w:r>
    </w:p>
    <w:p w14:paraId="342C9B06" w14:textId="77777777" w:rsidR="004119DA" w:rsidRPr="00E027A6" w:rsidRDefault="004119DA" w:rsidP="00681BDE">
      <w:pPr>
        <w:jc w:val="center"/>
      </w:pPr>
      <w:r w:rsidRPr="00E027A6">
        <w:t>C = ---------------------- x 100 pkt</w:t>
      </w:r>
    </w:p>
    <w:p w14:paraId="2E441683" w14:textId="77777777" w:rsidR="004119DA" w:rsidRPr="004119DA" w:rsidRDefault="004119DA" w:rsidP="00681BDE">
      <w:pPr>
        <w:jc w:val="center"/>
      </w:pPr>
      <w:r w:rsidRPr="00E027A6">
        <w:t>C</w:t>
      </w:r>
      <w:r w:rsidRPr="00E027A6">
        <w:rPr>
          <w:vertAlign w:val="subscript"/>
        </w:rPr>
        <w:t>o</w:t>
      </w:r>
    </w:p>
    <w:p w14:paraId="0520778F" w14:textId="77777777" w:rsidR="004119DA" w:rsidRPr="00A85F3E" w:rsidRDefault="004119DA" w:rsidP="00681BDE">
      <w:pPr>
        <w:jc w:val="center"/>
        <w:rPr>
          <w:b/>
        </w:rPr>
      </w:pPr>
    </w:p>
    <w:p w14:paraId="499765DE" w14:textId="77777777" w:rsidR="004119DA" w:rsidRP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C</w:t>
      </w:r>
      <w:r w:rsidRPr="004119DA">
        <w:t xml:space="preserve"> – liczba punktów przyznana Ofercie ocenianej w kryterium „Cena netto”</w:t>
      </w:r>
    </w:p>
    <w:p w14:paraId="502BC2F9" w14:textId="77777777" w:rsidR="004119DA" w:rsidRP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C</w:t>
      </w:r>
      <w:r w:rsidRPr="00A85F3E">
        <w:rPr>
          <w:b/>
          <w:vertAlign w:val="subscript"/>
        </w:rPr>
        <w:t>min</w:t>
      </w:r>
      <w:r w:rsidRPr="004119DA">
        <w:t xml:space="preserve"> – najniższa z zaoferowanych przez Wykonawców cen netto</w:t>
      </w:r>
    </w:p>
    <w:p w14:paraId="39E3B5AE" w14:textId="77777777" w:rsidR="004119DA" w:rsidRP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C</w:t>
      </w:r>
      <w:r w:rsidRPr="00A85F3E">
        <w:rPr>
          <w:b/>
          <w:vertAlign w:val="subscript"/>
        </w:rPr>
        <w:t>o</w:t>
      </w:r>
      <w:r w:rsidRPr="004119DA">
        <w:t xml:space="preserve"> – cena netto zaoferowana przez Wykonawcę, dla którego wynik jest obliczany </w:t>
      </w:r>
    </w:p>
    <w:p w14:paraId="6FBDAB46" w14:textId="77777777" w:rsid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100 pkt</w:t>
      </w:r>
      <w:r w:rsidRPr="004119DA">
        <w:t xml:space="preserve"> – maksymalna liczba punktów do uzyskania w kryterium „Cena netto”</w:t>
      </w:r>
    </w:p>
    <w:p w14:paraId="059C517F" w14:textId="3FCAAC79" w:rsidR="004119DA" w:rsidRPr="004119DA" w:rsidRDefault="1DB40786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lastRenderedPageBreak/>
        <w:t xml:space="preserve">Za najkorzystniejszą zostanie uznana Oferta, która uzyska najwyższą liczbę punktów na podstawie </w:t>
      </w:r>
      <w:r w:rsidRPr="00E027A6">
        <w:t>kryterium</w:t>
      </w:r>
      <w:r>
        <w:t xml:space="preserve"> oceny Ofert.</w:t>
      </w:r>
      <w:r w:rsidR="61242B71" w:rsidRPr="761740F4">
        <w:rPr>
          <w:rFonts w:ascii="Calibri" w:eastAsia="Calibri" w:hAnsi="Calibri" w:cs="Calibri"/>
          <w:sz w:val="22"/>
          <w:szCs w:val="22"/>
        </w:rPr>
        <w:t xml:space="preserve"> </w:t>
      </w:r>
      <w:r w:rsidR="1A4EE0A9" w:rsidRPr="761740F4">
        <w:rPr>
          <w:rFonts w:ascii="Calibri" w:eastAsia="Calibri" w:hAnsi="Calibri" w:cs="Calibri"/>
          <w:sz w:val="22"/>
          <w:szCs w:val="22"/>
        </w:rPr>
        <w:t>Ocena</w:t>
      </w:r>
      <w:r w:rsidR="61242B71" w:rsidRPr="761740F4">
        <w:rPr>
          <w:rFonts w:ascii="Calibri" w:eastAsia="Calibri" w:hAnsi="Calibri" w:cs="Calibri"/>
          <w:sz w:val="22"/>
          <w:szCs w:val="22"/>
        </w:rPr>
        <w:t xml:space="preserve"> nastąpi niezależnie dla każdej części Zamówienia, jeżeli Zakup został podzielony na części.</w:t>
      </w:r>
    </w:p>
    <w:p w14:paraId="4B8E1239" w14:textId="77777777" w:rsidR="004119DA" w:rsidRPr="004119DA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>Wszystkie obliczenia będą dokonywane z dokładnością do dwóch miejsc po przecinku.</w:t>
      </w:r>
    </w:p>
    <w:p w14:paraId="245DEB8D" w14:textId="7B72AE82" w:rsidR="004119DA" w:rsidRPr="004119DA" w:rsidRDefault="1DB40786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="Calibri" w:eastAsia="Calibri" w:hAnsi="Calibri" w:cs="Calibri"/>
          <w:b/>
          <w:sz w:val="22"/>
          <w:szCs w:val="22"/>
        </w:rPr>
      </w:pPr>
      <w:r>
        <w:t>W toku badania i oceny Ofert Zamawiający może żądać</w:t>
      </w:r>
      <w:r w:rsidR="00034DA6">
        <w:t xml:space="preserve"> </w:t>
      </w:r>
      <w:r>
        <w:t>od Wykonawców wyjaśnień dotyczących treści złożonych Ofert</w:t>
      </w:r>
      <w:r w:rsidR="13C7A76C">
        <w:t>.</w:t>
      </w:r>
    </w:p>
    <w:p w14:paraId="43136F1E" w14:textId="1CEFB096" w:rsidR="00265865" w:rsidRPr="00265865" w:rsidRDefault="004119DA" w:rsidP="00E027A6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>Jeżeli w Postępowaniu zakupowym nie można dokonać wyboru najkorzystniejszej Oferty, gdyż zostały złożone Oferty o takiej samej cenie, a jedynym kryterium oceny Ofert jest cena, Zamawiający wezwie Wykonawców, którzy złożyli te Oferty do złożenia w wyznaczonym terminie Ofert dodatkowych. Wykonawcy składając oferty dodatkowe, nie mogą zaoferować cen wyższych niż zaoferowane w</w:t>
      </w:r>
      <w:r w:rsidR="00F35569">
        <w:t> </w:t>
      </w:r>
      <w:r w:rsidRPr="004119DA">
        <w:t>pierwotnie złożonych Ofertach.</w:t>
      </w:r>
    </w:p>
    <w:p w14:paraId="3825A92C" w14:textId="77777777" w:rsidR="004119DA" w:rsidRDefault="004119DA" w:rsidP="001E33AB">
      <w:pPr>
        <w:pStyle w:val="Nagwek1"/>
        <w:numPr>
          <w:ilvl w:val="0"/>
          <w:numId w:val="19"/>
        </w:numPr>
      </w:pPr>
      <w:r w:rsidRPr="004119DA">
        <w:t xml:space="preserve">AUKCJA ELEKTRONICZNA </w:t>
      </w:r>
    </w:p>
    <w:p w14:paraId="5BB55DFD" w14:textId="5A043ABA" w:rsidR="00F35569" w:rsidRPr="00F35569" w:rsidRDefault="004119DA" w:rsidP="00E027A6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 xml:space="preserve">Zamawiający </w:t>
      </w:r>
      <w:r w:rsidRPr="00C976EE">
        <w:rPr>
          <w:b/>
          <w:bCs/>
        </w:rPr>
        <w:t>nie przewiduje</w:t>
      </w:r>
      <w:r w:rsidRPr="004119DA">
        <w:t xml:space="preserve"> dokonania wyboru Oferty najkorzystniejszej Oferty z zastosowaniem aukcji elektronicznej. </w:t>
      </w:r>
    </w:p>
    <w:p w14:paraId="32AFB811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ZABEZPIECZENIE NALEŻYTEGO WYKONANIA UMOWY</w:t>
      </w:r>
    </w:p>
    <w:p w14:paraId="1460CBC3" w14:textId="3768245C" w:rsidR="00F35569" w:rsidRPr="00F35569" w:rsidRDefault="008C65DD" w:rsidP="00E027A6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F35569">
        <w:t xml:space="preserve">Zamawiający </w:t>
      </w:r>
      <w:r w:rsidRPr="00683441">
        <w:rPr>
          <w:b/>
        </w:rPr>
        <w:t xml:space="preserve">nie wymaga wniesienia </w:t>
      </w:r>
      <w:r w:rsidRPr="00683441">
        <w:t>zab</w:t>
      </w:r>
      <w:r w:rsidRPr="00F35569">
        <w:t>ezpieczenia</w:t>
      </w:r>
      <w:r w:rsidRPr="008C65DD">
        <w:t xml:space="preserve"> należytego wykonania umowy. </w:t>
      </w:r>
    </w:p>
    <w:p w14:paraId="42D1449D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INFORMACJE DOTYCZĄCE ZAWARCIA UMOWY</w:t>
      </w:r>
    </w:p>
    <w:p w14:paraId="7923944C" w14:textId="1428537D" w:rsidR="004F31B4" w:rsidRPr="00653F7F" w:rsidRDefault="1CE04162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Theme="minorHAnsi" w:hAnsiTheme="minorHAnsi"/>
          <w:szCs w:val="18"/>
        </w:rPr>
      </w:pPr>
      <w:r w:rsidRPr="00653F7F">
        <w:rPr>
          <w:rFonts w:asciiTheme="minorHAnsi" w:eastAsia="Calibri" w:hAnsiTheme="minorHAnsi" w:cs="Calibri"/>
          <w:szCs w:val="18"/>
        </w:rPr>
        <w:t>Wykonawcy, którego Oferta zostanie wybrana jako Oferta najkorzystniejsza, zostanie udzielone Zamówienie zgodnie z postanowi</w:t>
      </w:r>
      <w:r w:rsidRPr="003361DA">
        <w:rPr>
          <w:rFonts w:asciiTheme="minorHAnsi" w:eastAsia="Calibri" w:hAnsiTheme="minorHAnsi" w:cs="Calibri"/>
          <w:szCs w:val="18"/>
        </w:rPr>
        <w:t xml:space="preserve">eniami </w:t>
      </w:r>
      <w:r w:rsidRPr="00E027A6">
        <w:rPr>
          <w:rFonts w:asciiTheme="minorHAnsi" w:eastAsia="Calibri" w:hAnsiTheme="minorHAnsi" w:cs="Calibri"/>
          <w:szCs w:val="18"/>
        </w:rPr>
        <w:t>OWZ</w:t>
      </w:r>
      <w:r w:rsidR="003361DA" w:rsidRPr="00E027A6">
        <w:rPr>
          <w:rFonts w:asciiTheme="minorHAnsi" w:eastAsia="Calibri" w:hAnsiTheme="minorHAnsi" w:cs="Calibri"/>
          <w:szCs w:val="18"/>
        </w:rPr>
        <w:t>RB</w:t>
      </w:r>
      <w:r w:rsidRPr="00E027A6">
        <w:rPr>
          <w:rFonts w:asciiTheme="minorHAnsi" w:eastAsia="Calibri" w:hAnsiTheme="minorHAnsi" w:cs="Calibri"/>
          <w:szCs w:val="18"/>
        </w:rPr>
        <w:t>.</w:t>
      </w:r>
    </w:p>
    <w:p w14:paraId="740760FA" w14:textId="77777777" w:rsidR="00A2305E" w:rsidRPr="00D21BCD" w:rsidRDefault="004F31B4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Theme="minorHAnsi" w:hAnsiTheme="minorHAnsi"/>
          <w:szCs w:val="18"/>
        </w:rPr>
      </w:pPr>
      <w:r w:rsidRPr="00D21BCD">
        <w:rPr>
          <w:rFonts w:asciiTheme="minorHAnsi" w:eastAsia="Calibri" w:hAnsiTheme="minorHAnsi" w:cs="Calibri"/>
          <w:szCs w:val="18"/>
        </w:rPr>
        <w:t>Osoby, które będą podpisywać umowę w imieniu Wykonawcy, muszą przedstawić Zamawiającemu przed podpisaniem umowy odpowiednie pełnomocnictwa do wyrażania woli w imieniu Wykonawcy, jeżeli umocowanie ich nie wynika z dokumentów załączonych do Oferty.</w:t>
      </w:r>
    </w:p>
    <w:p w14:paraId="3EA4B192" w14:textId="5EA34447" w:rsidR="008C65DD" w:rsidRPr="008C65DD" w:rsidRDefault="006447C2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40EDD">
        <w:rPr>
          <w:rFonts w:asciiTheme="minorHAnsi" w:hAnsiTheme="minorHAnsi"/>
          <w:szCs w:val="18"/>
        </w:rPr>
        <w:t xml:space="preserve">Wykonawca zobowiązany jest podpisać Umowę w terminie nie dłuższym niż 14 dni od daty </w:t>
      </w:r>
      <w:r w:rsidR="00307705">
        <w:rPr>
          <w:rFonts w:asciiTheme="minorHAnsi" w:hAnsiTheme="minorHAnsi"/>
          <w:szCs w:val="18"/>
        </w:rPr>
        <w:t>przekazania dokumentu do podpisu poprzez</w:t>
      </w:r>
      <w:r w:rsidRPr="00A40EDD">
        <w:rPr>
          <w:rFonts w:asciiTheme="minorHAnsi" w:hAnsiTheme="minorHAnsi"/>
          <w:szCs w:val="18"/>
        </w:rPr>
        <w:t xml:space="preserve"> Systemu SWPP2. Niedotrzymanie tego terminu, potraktowane zostanie jako uchylanie się od zawarcia</w:t>
      </w:r>
      <w:r>
        <w:t xml:space="preserve"> umowy oraz uprawnia do zatrzymania wadium.</w:t>
      </w:r>
      <w:r w:rsidR="1CE04162" w:rsidRPr="761740F4">
        <w:t xml:space="preserve"> </w:t>
      </w:r>
    </w:p>
    <w:p w14:paraId="0C9564AA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DODATKOWE INFORMACJE</w:t>
      </w:r>
    </w:p>
    <w:p w14:paraId="5A4397DC" w14:textId="71ECCC0C" w:rsidR="008C65DD" w:rsidRPr="00371056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371056">
        <w:t>Wybór Oferty najkorzystniejszej nie oznacza zaciągnięcia zobowiązania przez Zamawiającego do zawarcia umowy z Wykonawcą</w:t>
      </w:r>
      <w:r w:rsidR="00CF57C3">
        <w:t> </w:t>
      </w:r>
    </w:p>
    <w:p w14:paraId="6E25C569" w14:textId="77777777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W przypadku, gdy Wykonawca, którego Oferta została wybrana jako najkorzystniejsza, uchyla się od zawarcia Umowy, Zamawiający może wybrać najkorzystniejszą Ofertę spośród pozostałych Ofert, chyba że zachodzą przesłanki unieważnienia Postępowania.</w:t>
      </w:r>
    </w:p>
    <w:p w14:paraId="3A133BF7" w14:textId="0A8A2BE3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Zamawiający zastrzega sobie prawo unieważnienia Postępowania bez podania przyczyny. Zamawiający nie ponosi żadnej odpowiedzialności w przypadku wystąpienia powyższego zdarzenia.</w:t>
      </w:r>
    </w:p>
    <w:p w14:paraId="0EF03F16" w14:textId="3C275573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W przypadku następczego podpisywania przez Spółki należące do Grupy Kapitałowej PGE umów z</w:t>
      </w:r>
      <w:r w:rsidR="004C401A">
        <w:t> </w:t>
      </w:r>
      <w:r w:rsidRPr="008C65DD">
        <w:t>wybranym Wykonawcą na świadczenie usług tożsamych z przedmiotem Umowy, Wykonawca zobowiązany jest się do nie stosowania wobec spółek Grupy Kapitałowej PGE stawek opłat oraz warunków współpracy mniej</w:t>
      </w:r>
      <w:r w:rsidR="00D53C50">
        <w:t xml:space="preserve"> korzystnych, niż wynikające z </w:t>
      </w:r>
      <w:r w:rsidRPr="008C65DD">
        <w:t>Umowy. Wykonawca wyraża zgodę na udostępnienie treści Umowy spółkom Grupy Kapitałowej PGE.</w:t>
      </w:r>
    </w:p>
    <w:p w14:paraId="31B0E5FE" w14:textId="77777777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lastRenderedPageBreak/>
        <w:t>Spółki należące do Grupy Kapitałowej PGE stosują mechanizm podzielonej płatności wprowadzony nowelizacją ustawy o podatku od towarów i usług (VAT) z dnia 15 grudnia 2017 r.</w:t>
      </w:r>
    </w:p>
    <w:p w14:paraId="6A74012F" w14:textId="50970BB3" w:rsidR="008C65DD" w:rsidRPr="00013C4F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W przypadku kiedy w związku z wykonaniem Umowy zakupowej Wykonawca będzie przetwarzał dane osobowe na rzecz Zamawiającego na podstawie Umowy powierzenia przetwarzania danych osobowych</w:t>
      </w:r>
      <w:r w:rsidR="008D4732">
        <w:t xml:space="preserve"> </w:t>
      </w:r>
      <w:r w:rsidRPr="008C65DD">
        <w:t xml:space="preserve">Zamawiający wezwie Wykonawcę, którego Oferta została najwyżej oceniona do złożenia wyznaczonym terminie </w:t>
      </w:r>
      <w:r w:rsidRPr="00013C4F">
        <w:t xml:space="preserve">ankiety w zakresie gwarancji bezpieczeństwa przetwarzania danych osobowych. </w:t>
      </w:r>
    </w:p>
    <w:p w14:paraId="7F5E65F3" w14:textId="4A4F17FD" w:rsid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013C4F">
        <w:t>Jeżeli Wykonawca będący podmiotem przetwarzającym dane osobowe, w wyznaczonym do tego terminie nie złożył ankiety w zakresie gwarancji bezpieczeństwa</w:t>
      </w:r>
      <w:r w:rsidRPr="008C65DD">
        <w:t xml:space="preserve"> przetwarzania danych osobowych</w:t>
      </w:r>
      <w:r w:rsidR="003004F0">
        <w:t xml:space="preserve"> </w:t>
      </w:r>
      <w:r w:rsidRPr="008C65DD">
        <w:t xml:space="preserve">lub kiedy Zamawiający po analizie ankiety uzna, że Wykonawca nie daje takich gwarancji, Oferta Wykonawcy podlega odrzuceniu na podstawie </w:t>
      </w:r>
      <w:r w:rsidR="00197830">
        <w:t>pkt</w:t>
      </w:r>
      <w:r w:rsidRPr="008C65DD">
        <w:t xml:space="preserve"> 9.5.1. lit. n. Procedury. W takiej sytuacji</w:t>
      </w:r>
      <w:r w:rsidRPr="008C65DD">
        <w:rPr>
          <w:rFonts w:eastAsia="Times New Roman" w:cstheme="minorHAnsi"/>
          <w:color w:val="auto"/>
          <w:lang w:eastAsia="zh-CN"/>
        </w:rPr>
        <w:t xml:space="preserve"> </w:t>
      </w:r>
      <w:r w:rsidR="004226D4">
        <w:t>Zamawiający może wybrać n</w:t>
      </w:r>
      <w:r w:rsidRPr="008C65DD">
        <w:t>ajkorzystniejszą Ofertę spośród pozostałych Ofert.</w:t>
      </w:r>
    </w:p>
    <w:p w14:paraId="637A2179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OCHRONA DANYCH OSOBOWYCH</w:t>
      </w:r>
    </w:p>
    <w:p w14:paraId="64754E86" w14:textId="307449D4" w:rsidR="00FB3FFA" w:rsidRPr="00997E7F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bookmarkStart w:id="52" w:name="_Hlk200616329"/>
      <w:r w:rsidRPr="00997E7F">
        <w:t xml:space="preserve">Administratorem danych osobowych </w:t>
      </w:r>
      <w:r>
        <w:t xml:space="preserve">przekazanych przez Wykonawcę </w:t>
      </w:r>
      <w:r w:rsidRPr="00997E7F">
        <w:t>(„ADO”) jest:</w:t>
      </w:r>
      <w:r w:rsidR="007229FA">
        <w:t xml:space="preserve"> </w:t>
      </w:r>
      <w:sdt>
        <w:sdtPr>
          <w:rPr>
            <w:rFonts w:asciiTheme="minorHAnsi" w:hAnsiTheme="minorHAnsi" w:cstheme="minorHAnsi"/>
            <w:b/>
            <w:bCs/>
            <w:szCs w:val="22"/>
          </w:rPr>
          <w:alias w:val="AUTOMAT - NIE uzupełniaj"/>
          <w:tag w:val=""/>
          <w:id w:val="443892296"/>
          <w:placeholder>
            <w:docPart w:val="0BB1881C069F4F75BE4328F20A02EF06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FB68E8" w:rsidRPr="00E027A6">
            <w:rPr>
              <w:rFonts w:asciiTheme="minorHAnsi" w:hAnsiTheme="minorHAnsi" w:cstheme="minorHAnsi"/>
              <w:b/>
              <w:bCs/>
              <w:szCs w:val="22"/>
            </w:rPr>
            <w:t>PGE ENERGETYKA KOLEJOWA S.A.</w:t>
          </w:r>
        </w:sdtContent>
      </w:sdt>
      <w:r w:rsidRPr="00997E7F">
        <w:t xml:space="preserve"> </w:t>
      </w:r>
    </w:p>
    <w:p w14:paraId="035255AE" w14:textId="77777777" w:rsidR="00FB3FFA" w:rsidRPr="00997E7F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997E7F">
        <w:t>W sprawie ochrony danych osobowych można skontaktować się z Inspektorem Ochrony Danych powołanym w ww. Spółce pod adresem e-mail</w:t>
      </w:r>
      <w:r>
        <w:t xml:space="preserve">: iodo.pgeek@gkpge.pl </w:t>
      </w:r>
      <w:r w:rsidRPr="00997E7F">
        <w:t xml:space="preserve">lub pod adresem siedziby wskazanej w punkcie 18.1 powyżej. </w:t>
      </w:r>
    </w:p>
    <w:p w14:paraId="08ADB660" w14:textId="782F2906" w:rsidR="00FB3FFA" w:rsidRPr="00AE59C6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szCs w:val="18"/>
        </w:rPr>
      </w:pPr>
      <w:r>
        <w:t>Cele i podstawy przetwarzania.</w:t>
      </w:r>
      <w:r w:rsidRPr="00997E7F">
        <w:t xml:space="preserve"> </w:t>
      </w:r>
      <w:r>
        <w:t>D</w:t>
      </w:r>
      <w:r w:rsidRPr="00997E7F">
        <w:t xml:space="preserve">ane osobowe </w:t>
      </w:r>
      <w:r w:rsidRPr="00AE59C6">
        <w:rPr>
          <w:szCs w:val="18"/>
        </w:rPr>
        <w:t xml:space="preserve">przekazane przez Wykonawcę będą przetwarzane </w:t>
      </w:r>
      <w:r w:rsidR="009D10B6">
        <w:rPr>
          <w:szCs w:val="18"/>
        </w:rPr>
        <w:br/>
      </w:r>
      <w:r w:rsidRPr="00AE59C6">
        <w:rPr>
          <w:szCs w:val="18"/>
        </w:rPr>
        <w:t>w ramach prowadzenia postępowania zakupowego w celach:</w:t>
      </w:r>
    </w:p>
    <w:p w14:paraId="0B3A4344" w14:textId="77777777" w:rsidR="00FB3FFA" w:rsidRPr="00FB3FFA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AE59C6">
        <w:rPr>
          <w:szCs w:val="18"/>
        </w:rPr>
        <w:t xml:space="preserve">wypełnienia </w:t>
      </w:r>
      <w:r w:rsidRPr="00FB3FFA">
        <w:t>obowiązku prawnego nałożonego na administratora w związku z przepisami prawa (np. ustawa o rachunkowości, ustawa o podatku VAT, Ustawa Prawo zamówień publicznych, przepisów z zakresu rachunkowości, obowiązków sprawozdawczych, przeciwdziałaniu terroryzmowi i praniu pieniędzy, unijnych regulacji sankcyjnych) - art. 6 ust. 1 lit. c RODO;</w:t>
      </w:r>
    </w:p>
    <w:p w14:paraId="55334FA0" w14:textId="77777777" w:rsidR="00FB3FFA" w:rsidRPr="00FB3FFA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FB3FFA">
        <w:t>ustalenia, dochodzenia lub obrony roszczeń w związku z prowadzonym postępowaniem zakupowym lub zawartą umową, co stanowi prawnie uzasadniony interes Administratora - art. 6 ust. 1 lit. f RODO;</w:t>
      </w:r>
    </w:p>
    <w:p w14:paraId="2C828618" w14:textId="77777777" w:rsidR="00FB3FFA" w:rsidRPr="00FB3FFA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FB3FFA">
        <w:t xml:space="preserve">optymalizacji procesu zakupowego oraz świadczenia wsparcia technicznego Help Desk Systemu Zakupowego GK PGE i dokumentowania tych procesów poprzez nagrywanie rozmów, co stanowi prawnie uzasadniony interes Administratora - art. 6 ust. 1 lit. f RODO. </w:t>
      </w:r>
    </w:p>
    <w:p w14:paraId="265F18EB" w14:textId="630B65FE" w:rsidR="00FB3FFA" w:rsidRPr="00AE59C6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szCs w:val="18"/>
        </w:rPr>
      </w:pPr>
      <w:r w:rsidRPr="00AE59C6">
        <w:rPr>
          <w:szCs w:val="18"/>
        </w:rPr>
        <w:t>Dane przekazane są przez Wykonawcę biorącego udział w toczącym się postępowaniu. Przetwarzane dane to: imię, nazwisko, stanowisko, telefon</w:t>
      </w:r>
      <w:r w:rsidRPr="00EC682F">
        <w:rPr>
          <w:szCs w:val="18"/>
        </w:rPr>
        <w:t xml:space="preserve"> kontaktowy, adres e-mail, oraz inne dane </w:t>
      </w:r>
      <w:r>
        <w:rPr>
          <w:szCs w:val="18"/>
        </w:rPr>
        <w:t xml:space="preserve">osób </w:t>
      </w:r>
      <w:r w:rsidRPr="00EC682F">
        <w:rPr>
          <w:szCs w:val="18"/>
        </w:rPr>
        <w:t xml:space="preserve">przekazane w ramach postępowania zakupowego przez </w:t>
      </w:r>
      <w:r>
        <w:rPr>
          <w:szCs w:val="18"/>
        </w:rPr>
        <w:t>Wykonawcę biorącego udział w toczącym się postępowaniu</w:t>
      </w:r>
      <w:r w:rsidRPr="00EC682F">
        <w:rPr>
          <w:szCs w:val="18"/>
        </w:rPr>
        <w:t>.</w:t>
      </w:r>
    </w:p>
    <w:p w14:paraId="294BACD0" w14:textId="77777777" w:rsidR="00FB3FFA" w:rsidRPr="00BA73AE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rPr>
          <w:szCs w:val="18"/>
        </w:rPr>
        <w:t>D</w:t>
      </w:r>
      <w:r w:rsidRPr="00EC682F">
        <w:rPr>
          <w:szCs w:val="18"/>
        </w:rPr>
        <w:t xml:space="preserve">ane </w:t>
      </w:r>
      <w:r>
        <w:rPr>
          <w:szCs w:val="18"/>
        </w:rPr>
        <w:t xml:space="preserve">przekazane przez Wykonawcę </w:t>
      </w:r>
      <w:r w:rsidRPr="00EC682F">
        <w:rPr>
          <w:szCs w:val="18"/>
        </w:rPr>
        <w:t>będ</w:t>
      </w:r>
      <w:r>
        <w:rPr>
          <w:szCs w:val="18"/>
        </w:rPr>
        <w:t>ą p</w:t>
      </w:r>
      <w:r w:rsidRPr="00EC682F">
        <w:rPr>
          <w:szCs w:val="18"/>
        </w:rPr>
        <w:t>rzetwarza</w:t>
      </w:r>
      <w:r>
        <w:rPr>
          <w:szCs w:val="18"/>
        </w:rPr>
        <w:t>ne</w:t>
      </w:r>
      <w:r w:rsidRPr="00EC682F">
        <w:rPr>
          <w:szCs w:val="18"/>
        </w:rPr>
        <w:t xml:space="preserve"> przez czas uczestnictwa w postępowaniach zakupowych oraz ewentualnie realizacji umowy, a następnie do momentu wygaśnięcia roszczeń związanych z uczestnictwem w postępowaniu zakupowym lub realizacją umowy, bądź do momentu wniesienia przez </w:t>
      </w:r>
      <w:r>
        <w:rPr>
          <w:szCs w:val="18"/>
        </w:rPr>
        <w:t>osoby, których dane dotyczą</w:t>
      </w:r>
      <w:r w:rsidRPr="00EC682F">
        <w:rPr>
          <w:szCs w:val="18"/>
        </w:rPr>
        <w:t xml:space="preserve"> sprzeciwu wobec przetwarzania danych osobowych</w:t>
      </w:r>
      <w:r>
        <w:rPr>
          <w:szCs w:val="18"/>
        </w:rPr>
        <w:t>.</w:t>
      </w:r>
    </w:p>
    <w:p w14:paraId="57317F4D" w14:textId="77777777" w:rsidR="00FB3FFA" w:rsidRPr="00BA73AE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BA73AE">
        <w:rPr>
          <w:szCs w:val="18"/>
        </w:rPr>
        <w:t xml:space="preserve">Odbiorcami danych osobowych </w:t>
      </w:r>
      <w:r>
        <w:rPr>
          <w:szCs w:val="18"/>
        </w:rPr>
        <w:t xml:space="preserve">przekazanych przez Wykonawcę </w:t>
      </w:r>
      <w:r w:rsidRPr="00BA73AE">
        <w:rPr>
          <w:szCs w:val="18"/>
        </w:rPr>
        <w:t xml:space="preserve">mogą być organy/instytucje państwowe, uprawnione do uzyskania danych na podstawie przepisu prawa, podmioty, świadczące usługi na rzecz Administratora, również te, którym Administrator powierzył przetwarzanie danych, w szczególności dostawcy usług IT (PGE Systemy S.A.).Odbiorcami danych </w:t>
      </w:r>
      <w:r>
        <w:rPr>
          <w:szCs w:val="18"/>
        </w:rPr>
        <w:t xml:space="preserve">przekazanych przez Wykonawcę </w:t>
      </w:r>
      <w:r w:rsidRPr="00BA73AE">
        <w:rPr>
          <w:szCs w:val="18"/>
        </w:rPr>
        <w:t>mogą być również podmioty, z którymi Administrator współpracuje m.in. w obszarze audytu, podatków, ryzyka, postępowań zakupowych i usług prawnych.</w:t>
      </w:r>
    </w:p>
    <w:p w14:paraId="20EDA1B7" w14:textId="77777777" w:rsidR="00FB3FFA" w:rsidRPr="00EC682F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rPr>
          <w:szCs w:val="18"/>
        </w:rPr>
        <w:t>D</w:t>
      </w:r>
      <w:r w:rsidRPr="00BA73AE">
        <w:rPr>
          <w:szCs w:val="18"/>
        </w:rPr>
        <w:t>ane osobowe</w:t>
      </w:r>
      <w:r>
        <w:rPr>
          <w:szCs w:val="18"/>
        </w:rPr>
        <w:t xml:space="preserve"> przekazane przez Wykonawcę</w:t>
      </w:r>
      <w:r w:rsidRPr="00BA73AE">
        <w:rPr>
          <w:szCs w:val="18"/>
        </w:rPr>
        <w:t>, co do zasady nie będą przekazywane poza Europejski Obszar Gospodarczy (dalej: „</w:t>
      </w:r>
      <w:r w:rsidRPr="00BA73AE">
        <w:rPr>
          <w:b/>
          <w:bCs/>
          <w:szCs w:val="18"/>
        </w:rPr>
        <w:t>EOG</w:t>
      </w:r>
      <w:r w:rsidRPr="00BA73AE">
        <w:rPr>
          <w:szCs w:val="18"/>
        </w:rPr>
        <w:t>“). Mając jednak na uwadze obsługę infrastruktury IT i usługi teleinformatyczne świadczone przez PGE Systemy S.A. jako Podmiot przetwarzający, którego wybrani podwykonawcy działają poza EOG, powyższe może powodować przekazanie danych</w:t>
      </w:r>
      <w:r>
        <w:rPr>
          <w:szCs w:val="18"/>
        </w:rPr>
        <w:t xml:space="preserve"> przekazanych </w:t>
      </w:r>
      <w:r>
        <w:rPr>
          <w:szCs w:val="18"/>
        </w:rPr>
        <w:lastRenderedPageBreak/>
        <w:t>przez Wykonawcę</w:t>
      </w:r>
      <w:r w:rsidRPr="00BA73AE">
        <w:rPr>
          <w:szCs w:val="18"/>
        </w:rPr>
        <w:t xml:space="preserve"> poza EOG. Każdorazowo transfer danych oparty jest o podstawę legalizującą wynikającą z art. 46 ust. 2 RODO.</w:t>
      </w:r>
    </w:p>
    <w:p w14:paraId="57619CCE" w14:textId="77777777" w:rsidR="00FB3FFA" w:rsidRPr="00997E7F" w:rsidRDefault="00FB3FFA" w:rsidP="001E33AB">
      <w:pPr>
        <w:pStyle w:val="Nagwek2"/>
        <w:keepNext w:val="0"/>
        <w:keepLines w:val="0"/>
        <w:numPr>
          <w:ilvl w:val="1"/>
          <w:numId w:val="19"/>
        </w:numPr>
        <w:spacing w:after="120"/>
        <w:ind w:left="709" w:hanging="709"/>
      </w:pPr>
      <w:r w:rsidRPr="00997E7F">
        <w:t xml:space="preserve">Zgodnie z RODO, </w:t>
      </w:r>
      <w:r>
        <w:t xml:space="preserve">osobom, których dane przekazał Wykonawca, </w:t>
      </w:r>
      <w:r w:rsidRPr="00997E7F">
        <w:t>przysługuje prawo do:</w:t>
      </w:r>
    </w:p>
    <w:p w14:paraId="56C974EF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dostępu do swoich danych oraz otrzymania ich kopii;</w:t>
      </w:r>
    </w:p>
    <w:p w14:paraId="0997D676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sprostowania (poprawiania) swoich danych;</w:t>
      </w:r>
    </w:p>
    <w:p w14:paraId="210B13FB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usunięcia, ograniczenia lub wniesienia sprzeciwu wobec ich przetwarzania;</w:t>
      </w:r>
    </w:p>
    <w:p w14:paraId="410A56FB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przenoszenia danych;</w:t>
      </w:r>
    </w:p>
    <w:p w14:paraId="44B7AA02" w14:textId="04A39D40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wniesienia skargi do organu nadzorczego – Prezes Urzędu Ochrony Danych Osobowych,</w:t>
      </w:r>
      <w:r w:rsidR="00FD7C28">
        <w:br/>
      </w:r>
      <w:r w:rsidRPr="00997E7F">
        <w:t>00-</w:t>
      </w:r>
      <w:r w:rsidR="00927C22">
        <w:t>014</w:t>
      </w:r>
      <w:r w:rsidRPr="00997E7F">
        <w:t xml:space="preserve"> Warszawa, ul. </w:t>
      </w:r>
      <w:r w:rsidR="00927C22">
        <w:t>Moniuszki 1A</w:t>
      </w:r>
      <w:r w:rsidRPr="00997E7F">
        <w:t xml:space="preserve">. Więcej informacji </w:t>
      </w:r>
      <w:r>
        <w:t>znajduje się</w:t>
      </w:r>
      <w:r w:rsidRPr="00997E7F">
        <w:t xml:space="preserve"> na </w:t>
      </w:r>
      <w:r w:rsidRPr="00D53C50">
        <w:rPr>
          <w:color w:val="36A9E1" w:themeColor="accent5"/>
        </w:rPr>
        <w:t>https://uodo.gov.pl/pl.</w:t>
      </w:r>
    </w:p>
    <w:bookmarkEnd w:id="52"/>
    <w:p w14:paraId="668128E5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 xml:space="preserve">SYSTEM ZAKUPOWY </w:t>
      </w:r>
    </w:p>
    <w:p w14:paraId="040AD67A" w14:textId="3ABFAA22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>Zamawiający informuje, że Postępowanie o Zamówienie niepubliczne będzie prowadzone z</w:t>
      </w:r>
      <w:r w:rsidR="00705709">
        <w:t> </w:t>
      </w:r>
      <w:r w:rsidRPr="00DC2E4C">
        <w:t>wykorzystaniem Systemu Zakupowego.</w:t>
      </w:r>
    </w:p>
    <w:p w14:paraId="2ED2AE69" w14:textId="3B6612FC" w:rsidR="00DC2E4C" w:rsidRPr="003145D4" w:rsidRDefault="00DB5B88" w:rsidP="001E33AB">
      <w:pPr>
        <w:pStyle w:val="Nagwek2"/>
        <w:keepNext w:val="0"/>
        <w:keepLines w:val="0"/>
        <w:numPr>
          <w:ilvl w:val="2"/>
          <w:numId w:val="19"/>
        </w:numPr>
        <w:ind w:left="1418"/>
        <w:rPr>
          <w:b/>
        </w:rPr>
      </w:pPr>
      <w:r>
        <w:t xml:space="preserve">Składanie ofert w Postępowaniach zakupowych wymaga posiadania konta w Systemie Zakupowym. Rejestracja konta i logowanie dostępne są pod adresem https://swpp2.gkpge.pl. </w:t>
      </w:r>
      <w:r w:rsidRPr="003145D4">
        <w:rPr>
          <w:b/>
          <w:bCs/>
        </w:rPr>
        <w:t>Zainteresowanych udziałem w Postępowaniu zakupowym prosimy</w:t>
      </w:r>
      <w:r w:rsidR="003145D4" w:rsidRPr="003145D4">
        <w:rPr>
          <w:b/>
          <w:bCs/>
        </w:rPr>
        <w:t xml:space="preserve"> </w:t>
      </w:r>
      <w:r w:rsidRPr="003145D4">
        <w:rPr>
          <w:b/>
          <w:bCs/>
        </w:rPr>
        <w:t>o dokonanie rejestracji bez zbędnej zwłoki, ponieważ proces weryfikacji Wykonawcy może potrwać do 3 dni roboczych</w:t>
      </w:r>
      <w:r w:rsidR="00DC2E4C" w:rsidRPr="003145D4">
        <w:rPr>
          <w:b/>
        </w:rPr>
        <w:t xml:space="preserve">. </w:t>
      </w:r>
    </w:p>
    <w:p w14:paraId="6379AC70" w14:textId="2C864FCD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>Wszelkie informacje dotyczące sposobu rejestracji i logowania do Systemu Zakupowego znajdują się pod wyżej wskazanym adresem i</w:t>
      </w:r>
      <w:r w:rsidR="00310173">
        <w:t xml:space="preserve">nternetowym w zakładce </w:t>
      </w:r>
      <w:r w:rsidR="004B0929">
        <w:t>„</w:t>
      </w:r>
      <w:r w:rsidR="00310173">
        <w:t xml:space="preserve">Pytania </w:t>
      </w:r>
      <w:r w:rsidRPr="00DC2E4C">
        <w:t>i odpowiedzi/FAQ” oraz w zakładce „</w:t>
      </w:r>
      <w:r w:rsidR="00104C79" w:rsidRPr="00104C79">
        <w:t>Regulacje i Poradniki oraz inne informacje (ogłoszenia okresowe)</w:t>
      </w:r>
      <w:r w:rsidRPr="00DC2E4C">
        <w:t xml:space="preserve">”, folder „Poradniki dla użytkowników końcowych”, a także pod linkiem: </w:t>
      </w:r>
      <w:r w:rsidRPr="00D53C50">
        <w:rPr>
          <w:color w:val="36A9E1" w:themeColor="accent5"/>
        </w:rPr>
        <w:t xml:space="preserve">https://www.gkpge.pl/grupa-pge/przetargi/zakupy/dokumenty </w:t>
      </w:r>
      <w:r w:rsidRPr="00DC2E4C">
        <w:t>w</w:t>
      </w:r>
      <w:r w:rsidR="00104C79">
        <w:t> </w:t>
      </w:r>
      <w:r w:rsidRPr="00DC2E4C">
        <w:t>dokumencie „Szczegółowa instrukcja korzystania z Systemu Zakupowego GK PGE dla Wykonawców”.</w:t>
      </w:r>
    </w:p>
    <w:p w14:paraId="4DD92AAA" w14:textId="725F6219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 xml:space="preserve">Po zarejestrowaniu i zalogowaniu się do Systemu Zakupowego Wykonawcy uzyskują możliwość składania wniosków, Ofert i zadawania pytań </w:t>
      </w:r>
      <w:r w:rsidR="00076A17">
        <w:t xml:space="preserve">w </w:t>
      </w:r>
      <w:r w:rsidRPr="00DC2E4C">
        <w:t>Postepowaniu. Komunikacja pomiędzy Wykonawcami, a</w:t>
      </w:r>
      <w:r w:rsidR="00705709">
        <w:t> </w:t>
      </w:r>
      <w:r w:rsidRPr="00DC2E4C">
        <w:t>Zamawiającym będzie odbywała się za pomocą funkcjonalności Systemu. System umożliwia między innymi</w:t>
      </w:r>
      <w:r w:rsidR="00625C7E">
        <w:t>:</w:t>
      </w:r>
      <w:r w:rsidRPr="00DC2E4C">
        <w:t xml:space="preserve"> dokonywanie czynności złożenia Oferty lub wniosku o dopuszczenie do udziału w</w:t>
      </w:r>
      <w:r w:rsidR="00574A13">
        <w:t> </w:t>
      </w:r>
      <w:r w:rsidRPr="00DC2E4C">
        <w:t xml:space="preserve">Postępowaniu, wycofania Oferty lub wniosku złożenia pytań do Postępowania. </w:t>
      </w:r>
    </w:p>
    <w:p w14:paraId="1F469DC4" w14:textId="40A00FE5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>Za datę złożenia Oferty, wniosku,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705709">
        <w:t> </w:t>
      </w:r>
      <w:r w:rsidRPr="00DC2E4C">
        <w:t>zakończeniem procesu składania tj. kliknięciu na przycisk „Złóż wniosek/Ofertę”, elektronicznym podpisaniu formularza</w:t>
      </w:r>
      <w:r w:rsidR="0009348B">
        <w:t xml:space="preserve"> (jeśli wymagany)</w:t>
      </w:r>
      <w:r w:rsidRPr="00DC2E4C">
        <w:t xml:space="preserve"> wniosku/Oferty i wyświetleniu przez system komunikatu „Oferta złożona poprawnie”.</w:t>
      </w:r>
      <w:r w:rsidR="00EA4167">
        <w:t xml:space="preserve"> </w:t>
      </w:r>
      <w:r w:rsidR="00EA4167" w:rsidRPr="00EA4167">
        <w:t>Dokładną datę i godzinę złożenia Wniosku, Oferty można sprawdzić po</w:t>
      </w:r>
      <w:r w:rsidR="00574A13">
        <w:t> </w:t>
      </w:r>
      <w:r w:rsidR="00EA4167" w:rsidRPr="00EA4167">
        <w:t>wygenerowaniu raportu ze złożonego Wniosku, Oferty. W tym celu należy w sekcji „Akcje” wybrać opcje „Wygeneruj raport”</w:t>
      </w:r>
    </w:p>
    <w:p w14:paraId="5F13E959" w14:textId="75581AA6" w:rsidR="00C83433" w:rsidRDefault="00DC2E4C" w:rsidP="00990BF7">
      <w:pPr>
        <w:pStyle w:val="Nagwek2"/>
        <w:keepNext w:val="0"/>
        <w:keepLines w:val="0"/>
        <w:numPr>
          <w:ilvl w:val="1"/>
          <w:numId w:val="19"/>
        </w:numPr>
        <w:ind w:left="709"/>
      </w:pPr>
      <w:r w:rsidRPr="00DC2E4C">
        <w:t>Zamawiający informuje, że czas na serwerach, na których uruchomiony jest System Zakupowy, jest zsynchronizowany z wzorcem czasu określanym przez Główny Urząd Miar (GUM). Serwery czasu uruchomione przez GUM wyznaczają czas administracyjny w Polsce.</w:t>
      </w:r>
    </w:p>
    <w:p w14:paraId="704203E2" w14:textId="0B61E1C6" w:rsidR="00C83433" w:rsidRDefault="003D23C0" w:rsidP="001F4A13">
      <w:pPr>
        <w:pStyle w:val="Nagwek2"/>
        <w:keepNext w:val="0"/>
        <w:keepLines w:val="0"/>
        <w:numPr>
          <w:ilvl w:val="1"/>
          <w:numId w:val="19"/>
        </w:numPr>
        <w:ind w:left="709"/>
      </w:pPr>
      <w:r>
        <w:t xml:space="preserve">Wymagania techniczne dla sprzętu komputerowego wskazane są w Systemie Zakupowym, zakładka „Pytania i odpowiedzi/FAQ”, oraz w zakładce „Regulacje i Poradniki oraz inne informacje (ogłoszenia okresowe)”, folder „Poradniki dla użytkowników końcowych”, a także pod linkiem: </w:t>
      </w:r>
      <w:r w:rsidRPr="00C83433">
        <w:rPr>
          <w:color w:val="00B0F0"/>
        </w:rPr>
        <w:t>https://www.gkpge.pl/grupa-pge/przetargi/zakupy/dokumenty</w:t>
      </w:r>
      <w:r>
        <w:t>, w</w:t>
      </w:r>
      <w:r w:rsidR="009752E6">
        <w:t> </w:t>
      </w:r>
      <w:r>
        <w:t>dokumentach: „Szczegółowa instrukcja korzystania z Systemu Zakupowego GK PGE dla Wykonawców” oraz „Podpis elektroniczny – instrukcja”.</w:t>
      </w:r>
    </w:p>
    <w:p w14:paraId="7ED87EA0" w14:textId="61EC3D79" w:rsidR="003D23C0" w:rsidRDefault="003D23C0" w:rsidP="001F4A13">
      <w:pPr>
        <w:pStyle w:val="Nagwek2"/>
        <w:keepNext w:val="0"/>
        <w:keepLines w:val="0"/>
        <w:numPr>
          <w:ilvl w:val="1"/>
          <w:numId w:val="19"/>
        </w:numPr>
        <w:ind w:left="709"/>
      </w:pPr>
      <w:r>
        <w:t xml:space="preserve">Instrukcje dla Wykonawców dotyczące składania Ofert/wniosków, składania dokumentów elektronicznych, elektronicznych kopii dokumentów i oświadczeń oraz informacji przekazywanych przy ich użyciu zostały opisane w dokumencie „Szczegółowa instrukcja korzystania z Systemu Zakupowego </w:t>
      </w:r>
      <w:r>
        <w:lastRenderedPageBreak/>
        <w:t>GK PGE dla Wykonawców” oraz „Podpis elektroniczny – instrukcja”, dostępnych w Systemie Zakupowym w zakładce „Pytania i odpowiedzi/FAQ” i</w:t>
      </w:r>
      <w:r w:rsidR="00771CE3">
        <w:t> </w:t>
      </w:r>
      <w:r>
        <w:t>zakładce</w:t>
      </w:r>
      <w:r w:rsidR="00C26298">
        <w:t xml:space="preserve"> „</w:t>
      </w:r>
      <w:r>
        <w:t xml:space="preserve">Regulacje i Poradniki oraz inne informacje (ogłoszenia okresowe)”, folder „Poradniki dla użytkowników końcowych”, a także pod linkiem: </w:t>
      </w:r>
      <w:hyperlink r:id="rId22" w:history="1">
        <w:r w:rsidR="008C5620" w:rsidRPr="00C83433">
          <w:rPr>
            <w:rStyle w:val="Hipercze"/>
            <w:rFonts w:ascii="Verdana" w:hAnsi="Verdana"/>
            <w:color w:val="00B0F0"/>
            <w:sz w:val="18"/>
          </w:rPr>
          <w:t>https://www.gkpge.pl/grupa-pge/przetargi/zakupy/dokumenty</w:t>
        </w:r>
      </w:hyperlink>
      <w:r>
        <w:t xml:space="preserve">. </w:t>
      </w:r>
      <w:r w:rsidR="00C83433">
        <w:t xml:space="preserve"> </w:t>
      </w:r>
    </w:p>
    <w:p w14:paraId="527EBCCE" w14:textId="7FBB8BB5" w:rsidR="003D23C0" w:rsidRDefault="003D23C0" w:rsidP="001E33AB">
      <w:pPr>
        <w:pStyle w:val="Nagwek2"/>
        <w:numPr>
          <w:ilvl w:val="1"/>
          <w:numId w:val="19"/>
        </w:numPr>
        <w:ind w:left="709"/>
      </w:pPr>
      <w:r>
        <w:t xml:space="preserve">Maksymalny rozmiar plików przesyłanych (zamieszczanych) za pośrednictwem Systemu Zakupowego wynosi 150 MB. Dopuszczalne rozszerzenia plików zamieszczanych w Systemie Zakupowym: xls, xlsx, doc, docx, pptx, pdf, xml, rar, zip, gif, jpg, dwg, tif, tiff, txt, rtf, jpeg, bmp,  ,ath, kst, png, asic, cades, xades, pades, 7z, mp4, msg, url, ods, cpg, dbf, prj, qmd, shp, odt, xlsm, ppt, html. Zaleca się wykorzystywanie plików w formacie .pdf. </w:t>
      </w:r>
    </w:p>
    <w:p w14:paraId="39467292" w14:textId="77777777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 xml:space="preserve">Zamawiający informuje, że pliki dołączane do Systemu Zakupowego przez Wykonawców są sprawdzane oprogramowaniem antywirusowym. </w:t>
      </w:r>
    </w:p>
    <w:p w14:paraId="2635252C" w14:textId="77777777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 xml:space="preserve">Wsparcie techniczne dla Wykonawców w zakresie obsługi Systemu Zakupowego jest dostępne poprzez Usługę Help Desk dla Wykonawców: </w:t>
      </w:r>
    </w:p>
    <w:p w14:paraId="5FDFCD18" w14:textId="77777777" w:rsidR="00DC2E4C" w:rsidRPr="001E1135" w:rsidRDefault="00DC2E4C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>Infolinia: +48 22 576 87 87</w:t>
      </w:r>
    </w:p>
    <w:p w14:paraId="52C44E9B" w14:textId="77777777" w:rsidR="00976FA1" w:rsidRPr="001E1135" w:rsidRDefault="00263331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e-mail: </w:t>
      </w:r>
      <w:hyperlink r:id="rId23" w:history="1">
        <w:r w:rsidRPr="001E1135">
          <w:rPr>
            <w:rFonts w:ascii="Verdana" w:eastAsiaTheme="majorEastAsia" w:hAnsi="Verdana" w:cstheme="majorBidi"/>
            <w:color w:val="000000" w:themeColor="text1"/>
            <w:szCs w:val="26"/>
          </w:rPr>
          <w:t>helpdesk.zakupy@gkpge.pl</w:t>
        </w:r>
      </w:hyperlink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 </w:t>
      </w:r>
      <w:r w:rsidR="00DC2E4C"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 </w:t>
      </w:r>
    </w:p>
    <w:p w14:paraId="500868B9" w14:textId="77777777" w:rsidR="00976FA1" w:rsidRPr="001E1135" w:rsidRDefault="00976FA1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formularz kontaktowy: </w:t>
      </w:r>
      <w:bookmarkStart w:id="53" w:name="_Hlk201757463"/>
      <w:r w:rsidRPr="001E1135">
        <w:rPr>
          <w:rFonts w:ascii="Verdana" w:eastAsiaTheme="majorEastAsia" w:hAnsi="Verdana" w:cstheme="majorBidi"/>
          <w:color w:val="00B0F0"/>
          <w:szCs w:val="26"/>
        </w:rPr>
        <w:fldChar w:fldCharType="begin"/>
      </w:r>
      <w:r w:rsidRPr="001E1135">
        <w:rPr>
          <w:rFonts w:ascii="Verdana" w:eastAsiaTheme="majorEastAsia" w:hAnsi="Verdana" w:cstheme="majorBidi"/>
          <w:color w:val="00B0F0"/>
          <w:szCs w:val="26"/>
        </w:rPr>
        <w:instrText>HYPERLINK "https://swpp2.gkpge.pl/app/helpdesk/form"</w:instrText>
      </w:r>
      <w:r w:rsidRPr="001E1135">
        <w:rPr>
          <w:rFonts w:ascii="Verdana" w:eastAsiaTheme="majorEastAsia" w:hAnsi="Verdana" w:cstheme="majorBidi"/>
          <w:color w:val="00B0F0"/>
          <w:szCs w:val="26"/>
        </w:rPr>
      </w:r>
      <w:r w:rsidRPr="001E1135">
        <w:rPr>
          <w:rFonts w:ascii="Verdana" w:eastAsiaTheme="majorEastAsia" w:hAnsi="Verdana" w:cstheme="majorBidi"/>
          <w:color w:val="00B0F0"/>
          <w:szCs w:val="26"/>
        </w:rPr>
        <w:fldChar w:fldCharType="separate"/>
      </w:r>
      <w:r w:rsidRPr="001E1135">
        <w:rPr>
          <w:rFonts w:ascii="Verdana" w:eastAsiaTheme="majorEastAsia" w:hAnsi="Verdana" w:cstheme="majorBidi"/>
          <w:color w:val="00B0F0"/>
          <w:szCs w:val="26"/>
        </w:rPr>
        <w:t>https://swpp2.gkpge.pl/app/helpdesk/form</w:t>
      </w:r>
      <w:r w:rsidRPr="001E1135">
        <w:rPr>
          <w:rFonts w:ascii="Verdana" w:eastAsiaTheme="majorEastAsia" w:hAnsi="Verdana" w:cstheme="majorBidi"/>
          <w:color w:val="00B0F0"/>
          <w:szCs w:val="26"/>
        </w:rPr>
        <w:fldChar w:fldCharType="end"/>
      </w: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 </w:t>
      </w:r>
      <w:bookmarkEnd w:id="53"/>
    </w:p>
    <w:p w14:paraId="6FF9464B" w14:textId="77777777" w:rsidR="00A20781" w:rsidRPr="001E1135" w:rsidRDefault="00A20781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</w:p>
    <w:p w14:paraId="3FBD4170" w14:textId="77777777" w:rsidR="001E1135" w:rsidRDefault="00DC2E4C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>Godziny pracy:</w:t>
      </w:r>
    </w:p>
    <w:p w14:paraId="55BC7740" w14:textId="546E8A55" w:rsidR="00DC2E4C" w:rsidRDefault="00DC2E4C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>Help Desk Systemu Zakupowego dostępny jest codziennie od poniedziałku do</w:t>
      </w:r>
      <w:r w:rsidR="00AC41D8" w:rsidRPr="001E1135">
        <w:rPr>
          <w:rFonts w:ascii="Verdana" w:eastAsiaTheme="majorEastAsia" w:hAnsi="Verdana" w:cstheme="majorBidi"/>
          <w:color w:val="000000" w:themeColor="text1"/>
          <w:szCs w:val="26"/>
        </w:rPr>
        <w:t> </w:t>
      </w: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piątku </w:t>
      </w:r>
      <w:r w:rsidR="00F14710">
        <w:rPr>
          <w:rFonts w:ascii="Verdana" w:eastAsiaTheme="majorEastAsia" w:hAnsi="Verdana" w:cstheme="majorBidi"/>
          <w:color w:val="000000" w:themeColor="text1"/>
          <w:szCs w:val="26"/>
        </w:rPr>
        <w:br/>
      </w: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>w godzinach 08:00 - 16:00 (z wyłączeniem dni ustawowo wolnych od pracy).</w:t>
      </w:r>
    </w:p>
    <w:p w14:paraId="1BBFEFA9" w14:textId="77777777" w:rsidR="001E1135" w:rsidRPr="001E1135" w:rsidRDefault="001E1135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</w:p>
    <w:p w14:paraId="3A37A6EB" w14:textId="2345F991" w:rsidR="00DC2E4C" w:rsidRDefault="00DC2E4C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  <w:r w:rsidRPr="001E1135">
        <w:rPr>
          <w:rFonts w:ascii="Verdana" w:eastAsiaTheme="majorEastAsia" w:hAnsi="Verdana" w:cstheme="majorBidi"/>
          <w:color w:val="000000" w:themeColor="text1"/>
          <w:szCs w:val="26"/>
        </w:rPr>
        <w:t xml:space="preserve">Zakres wsparcia: </w:t>
      </w:r>
      <w:hyperlink r:id="rId24" w:history="1">
        <w:r w:rsidRPr="001E1135">
          <w:rPr>
            <w:rFonts w:ascii="Verdana" w:eastAsiaTheme="majorEastAsia" w:hAnsi="Verdana" w:cstheme="majorBidi"/>
            <w:color w:val="00B0F0"/>
            <w:szCs w:val="26"/>
          </w:rPr>
          <w:t>https://www.gkpge.pl/grupa-pge/przetargi/zakupy</w:t>
        </w:r>
      </w:hyperlink>
    </w:p>
    <w:p w14:paraId="6E078F27" w14:textId="77777777" w:rsidR="001E1135" w:rsidRPr="001E1135" w:rsidRDefault="001E1135" w:rsidP="001E1135">
      <w:pPr>
        <w:pStyle w:val="Akapitzlist"/>
        <w:spacing w:before="60"/>
        <w:ind w:left="1418"/>
        <w:contextualSpacing w:val="0"/>
        <w:jc w:val="both"/>
        <w:rPr>
          <w:rFonts w:ascii="Verdana" w:eastAsiaTheme="majorEastAsia" w:hAnsi="Verdana" w:cstheme="majorBidi"/>
          <w:color w:val="000000" w:themeColor="text1"/>
          <w:szCs w:val="26"/>
        </w:rPr>
      </w:pPr>
    </w:p>
    <w:p w14:paraId="421E7951" w14:textId="672609FC" w:rsidR="00A94B92" w:rsidRPr="00DB0FEB" w:rsidRDefault="00DC2E4C" w:rsidP="00E027A6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>System Zakupowy po upływie terminu składania Ofert nie dopuści możliwości złożenia Oferty, tym samym zaleca się przygotowanie i złożenie Oferty z odpowiednim wyprzedzeniem.</w:t>
      </w:r>
    </w:p>
    <w:p w14:paraId="44C61B7A" w14:textId="77777777" w:rsidR="00DC2E4C" w:rsidRDefault="00DC2E4C" w:rsidP="001E33AB">
      <w:pPr>
        <w:pStyle w:val="Nagwek1"/>
        <w:numPr>
          <w:ilvl w:val="0"/>
          <w:numId w:val="19"/>
        </w:numPr>
      </w:pPr>
      <w:r w:rsidRPr="00DC2E4C">
        <w:t>ZAŁĄCZNIKI</w:t>
      </w:r>
    </w:p>
    <w:p w14:paraId="7F18F20E" w14:textId="77777777" w:rsidR="00DC2E4C" w:rsidRPr="00DC2E4C" w:rsidRDefault="00DC2E4C" w:rsidP="00346515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>Integralną częścią niniejszej SWZ są następujące Załączniki:</w:t>
      </w:r>
    </w:p>
    <w:p w14:paraId="7B0B0203" w14:textId="77777777" w:rsidR="00DC2E4C" w:rsidRPr="00DC2E4C" w:rsidRDefault="00DC2E4C" w:rsidP="00681BDE">
      <w:pPr>
        <w:jc w:val="both"/>
      </w:pPr>
    </w:p>
    <w:tbl>
      <w:tblPr>
        <w:tblStyle w:val="Tabela-Siatka3"/>
        <w:tblW w:w="8505" w:type="dxa"/>
        <w:tblInd w:w="562" w:type="dxa"/>
        <w:tblLook w:val="04A0" w:firstRow="1" w:lastRow="0" w:firstColumn="1" w:lastColumn="0" w:noHBand="0" w:noVBand="1"/>
      </w:tblPr>
      <w:tblGrid>
        <w:gridCol w:w="1985"/>
        <w:gridCol w:w="6520"/>
      </w:tblGrid>
      <w:tr w:rsidR="00263331" w:rsidRPr="00263331" w14:paraId="2A727C54" w14:textId="77777777" w:rsidTr="00B12DDB">
        <w:trPr>
          <w:trHeight w:val="549"/>
        </w:trPr>
        <w:tc>
          <w:tcPr>
            <w:tcW w:w="1985" w:type="dxa"/>
            <w:shd w:val="clear" w:color="auto" w:fill="1A7466" w:themeFill="accent3"/>
          </w:tcPr>
          <w:p w14:paraId="705921E7" w14:textId="50E6A18D" w:rsidR="00263331" w:rsidRPr="00263331" w:rsidRDefault="00263331" w:rsidP="006634DA">
            <w:pPr>
              <w:spacing w:before="120" w:after="120" w:line="276" w:lineRule="auto"/>
              <w:rPr>
                <w:rFonts w:cs="Times New Roman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>Załącznik nr 1</w:t>
            </w:r>
            <w:r w:rsidR="00CE5441">
              <w:rPr>
                <w:rFonts w:cs="Calibri"/>
                <w:b/>
                <w:szCs w:val="18"/>
              </w:rPr>
              <w:t>a</w:t>
            </w:r>
            <w:r w:rsidRPr="00263331">
              <w:rPr>
                <w:rFonts w:cs="Calibri"/>
                <w:b/>
                <w:szCs w:val="18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26767BA7" w14:textId="1F0D46A1" w:rsidR="00263331" w:rsidRPr="0026333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 w:rsidRPr="00CE5441">
              <w:rPr>
                <w:szCs w:val="18"/>
              </w:rPr>
              <w:t>Opis Przedmiotu Zamówienia Oborniki Śląskie, stanowiący osobny plik</w:t>
            </w:r>
          </w:p>
        </w:tc>
      </w:tr>
      <w:tr w:rsidR="00CE5441" w:rsidRPr="00263331" w14:paraId="47750FBA" w14:textId="77777777" w:rsidTr="00B12DDB">
        <w:trPr>
          <w:trHeight w:val="549"/>
        </w:trPr>
        <w:tc>
          <w:tcPr>
            <w:tcW w:w="1985" w:type="dxa"/>
            <w:shd w:val="clear" w:color="auto" w:fill="1A7466" w:themeFill="accent3"/>
          </w:tcPr>
          <w:p w14:paraId="5BCD505D" w14:textId="37EDF934" w:rsidR="00CE5441" w:rsidRPr="00263331" w:rsidRDefault="00CE5441" w:rsidP="00CE5441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>Załącznik nr 1</w:t>
            </w:r>
            <w:r>
              <w:rPr>
                <w:rFonts w:cs="Calibri"/>
                <w:b/>
                <w:szCs w:val="18"/>
              </w:rPr>
              <w:t>b</w:t>
            </w:r>
            <w:r w:rsidRPr="00263331">
              <w:rPr>
                <w:rFonts w:cs="Calibri"/>
                <w:b/>
                <w:szCs w:val="18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6E90E383" w14:textId="4DD04090" w:rsidR="00CE5441" w:rsidRPr="00CE5441" w:rsidRDefault="00CE5441" w:rsidP="00E027A6">
            <w:pPr>
              <w:spacing w:before="120" w:after="120" w:line="276" w:lineRule="auto"/>
              <w:ind w:left="40" w:hanging="40"/>
              <w:jc w:val="both"/>
              <w:outlineLvl w:val="0"/>
              <w:rPr>
                <w:rFonts w:cstheme="minorHAnsi"/>
              </w:rPr>
            </w:pPr>
            <w:r w:rsidRPr="00E6014D">
              <w:rPr>
                <w:rFonts w:cstheme="minorHAnsi"/>
              </w:rPr>
              <w:t>Opis Przedmiotu Zamówienia</w:t>
            </w:r>
            <w:r>
              <w:rPr>
                <w:rFonts w:cstheme="minorHAnsi"/>
              </w:rPr>
              <w:t xml:space="preserve"> Sucha Beskidzka, stanowiący osobny plik</w:t>
            </w:r>
          </w:p>
        </w:tc>
      </w:tr>
      <w:tr w:rsidR="00CE5441" w:rsidRPr="00263331" w14:paraId="3E5D653B" w14:textId="77777777" w:rsidTr="00B12DDB">
        <w:trPr>
          <w:trHeight w:val="472"/>
        </w:trPr>
        <w:tc>
          <w:tcPr>
            <w:tcW w:w="1985" w:type="dxa"/>
            <w:shd w:val="clear" w:color="auto" w:fill="1A7466" w:themeFill="accent3"/>
          </w:tcPr>
          <w:p w14:paraId="05186102" w14:textId="77777777" w:rsidR="00CE5441" w:rsidRPr="00263331" w:rsidRDefault="00CE5441" w:rsidP="00CE5441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>Załącznik nr 2</w:t>
            </w:r>
          </w:p>
        </w:tc>
        <w:tc>
          <w:tcPr>
            <w:tcW w:w="6520" w:type="dxa"/>
            <w:vAlign w:val="center"/>
          </w:tcPr>
          <w:p w14:paraId="134E4FF0" w14:textId="2228508D" w:rsidR="00CE5441" w:rsidRPr="00263331" w:rsidDel="0065578D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rPr>
                <w:szCs w:val="18"/>
              </w:rPr>
              <w:t>Formularz Oferty</w:t>
            </w:r>
          </w:p>
        </w:tc>
      </w:tr>
      <w:tr w:rsidR="00CE5441" w:rsidRPr="00263331" w14:paraId="0A927DAF" w14:textId="77777777" w:rsidTr="1F0D84B4">
        <w:trPr>
          <w:trHeight w:val="640"/>
        </w:trPr>
        <w:tc>
          <w:tcPr>
            <w:tcW w:w="1985" w:type="dxa"/>
            <w:shd w:val="clear" w:color="auto" w:fill="1A7466" w:themeFill="accent3"/>
          </w:tcPr>
          <w:p w14:paraId="6D5BD374" w14:textId="5D59D4B0" w:rsidR="00CE5441" w:rsidRPr="00263331" w:rsidRDefault="00CE5441" w:rsidP="00CE5441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2</w:t>
            </w:r>
            <w:r w:rsidR="001755CF">
              <w:rPr>
                <w:rFonts w:cs="Calibri"/>
                <w:b/>
                <w:szCs w:val="18"/>
              </w:rPr>
              <w:t>a</w:t>
            </w:r>
            <w:r w:rsidR="003E6095">
              <w:rPr>
                <w:rFonts w:cs="Calibri"/>
                <w:b/>
                <w:szCs w:val="18"/>
              </w:rPr>
              <w:t>/2</w:t>
            </w:r>
            <w:r w:rsidR="001755CF">
              <w:rPr>
                <w:rFonts w:cs="Calibri"/>
                <w:b/>
                <w:szCs w:val="18"/>
              </w:rPr>
              <w:t>b</w:t>
            </w:r>
          </w:p>
        </w:tc>
        <w:tc>
          <w:tcPr>
            <w:tcW w:w="6520" w:type="dxa"/>
            <w:vAlign w:val="center"/>
          </w:tcPr>
          <w:p w14:paraId="76CBFC14" w14:textId="7B11DA70" w:rsidR="00CE5441" w:rsidRDefault="00FA2490" w:rsidP="00CE5441">
            <w:pPr>
              <w:tabs>
                <w:tab w:val="left" w:pos="1980"/>
              </w:tabs>
              <w:spacing w:before="120" w:after="120" w:line="276" w:lineRule="auto"/>
              <w:rPr>
                <w:szCs w:val="18"/>
              </w:rPr>
            </w:pPr>
            <w:r>
              <w:t>Kosztorys Wykonawcy do Oferty</w:t>
            </w:r>
            <w:r w:rsidR="00D816DC">
              <w:t xml:space="preserve"> (format xls)</w:t>
            </w:r>
          </w:p>
        </w:tc>
      </w:tr>
      <w:tr w:rsidR="00CE5441" w:rsidRPr="00263331" w14:paraId="2CB6E1E8" w14:textId="77777777" w:rsidTr="00BD0C3A">
        <w:trPr>
          <w:trHeight w:val="577"/>
        </w:trPr>
        <w:tc>
          <w:tcPr>
            <w:tcW w:w="1985" w:type="dxa"/>
            <w:shd w:val="clear" w:color="auto" w:fill="1A7466" w:themeFill="accent3"/>
          </w:tcPr>
          <w:p w14:paraId="4F3BBFC9" w14:textId="135C136F" w:rsidR="00CE5441" w:rsidRPr="00263331" w:rsidRDefault="00CE5441" w:rsidP="00CE5441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2</w:t>
            </w:r>
            <w:r w:rsidR="001755CF">
              <w:rPr>
                <w:rFonts w:cs="Calibri"/>
                <w:b/>
                <w:szCs w:val="18"/>
              </w:rPr>
              <w:t>c</w:t>
            </w:r>
          </w:p>
        </w:tc>
        <w:tc>
          <w:tcPr>
            <w:tcW w:w="6520" w:type="dxa"/>
            <w:vAlign w:val="center"/>
          </w:tcPr>
          <w:p w14:paraId="42395677" w14:textId="6BD3B9D1" w:rsidR="00CE5441" w:rsidRDefault="008707CA" w:rsidP="00CE544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nie dotyczy</w:t>
            </w:r>
          </w:p>
        </w:tc>
      </w:tr>
      <w:tr w:rsidR="00CE5441" w:rsidRPr="00263331" w14:paraId="77668466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2001675F" w14:textId="77777777" w:rsidR="00CE5441" w:rsidRPr="0026333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 xml:space="preserve">Załącznik nr 3 </w:t>
            </w:r>
          </w:p>
        </w:tc>
        <w:tc>
          <w:tcPr>
            <w:tcW w:w="6520" w:type="dxa"/>
            <w:vAlign w:val="center"/>
          </w:tcPr>
          <w:p w14:paraId="70E7604E" w14:textId="593AE2ED" w:rsidR="00CE5441" w:rsidRPr="0026333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bookmarkStart w:id="54" w:name="_Hlk199481646"/>
            <w:r w:rsidRPr="00B02172">
              <w:rPr>
                <w:szCs w:val="18"/>
              </w:rPr>
              <w:t xml:space="preserve">Wykaz </w:t>
            </w:r>
            <w:sdt>
              <w:sdtPr>
                <w:rPr>
                  <w:rFonts w:cstheme="minorHAnsi"/>
                  <w:iCs/>
                </w:rPr>
                <w:alias w:val="AUTOMAT - NIE uzupełniaj"/>
                <w:tag w:val=""/>
                <w:id w:val="283548461"/>
                <w:placeholder>
                  <w:docPart w:val="6A88494A6BF54A4E9017802B6A13B3B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Content>
                <w:r>
                  <w:rPr>
                    <w:rFonts w:cstheme="minorHAnsi"/>
                    <w:iCs/>
                  </w:rPr>
                  <w:t>robót budowlanych</w:t>
                </w:r>
              </w:sdtContent>
            </w:sdt>
            <w:r w:rsidRPr="00B02172">
              <w:rPr>
                <w:szCs w:val="18"/>
              </w:rPr>
              <w:t xml:space="preserve"> -</w:t>
            </w:r>
            <w:r>
              <w:rPr>
                <w:szCs w:val="18"/>
              </w:rPr>
              <w:t xml:space="preserve"> WZÓR</w:t>
            </w:r>
            <w:bookmarkEnd w:id="54"/>
          </w:p>
        </w:tc>
      </w:tr>
      <w:tr w:rsidR="00CE5441" w:rsidRPr="00263331" w14:paraId="3DD66736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32F224D5" w14:textId="77777777" w:rsidR="00CE5441" w:rsidRPr="0026333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 xml:space="preserve">Załącznik nr 4 </w:t>
            </w:r>
          </w:p>
        </w:tc>
        <w:tc>
          <w:tcPr>
            <w:tcW w:w="6520" w:type="dxa"/>
            <w:vAlign w:val="center"/>
          </w:tcPr>
          <w:p w14:paraId="0E7BC8E3" w14:textId="421DD470" w:rsidR="00CE5441" w:rsidRPr="00263331" w:rsidRDefault="003E6095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rPr>
                <w:szCs w:val="18"/>
              </w:rPr>
              <w:t>nie dotyczy</w:t>
            </w:r>
          </w:p>
        </w:tc>
      </w:tr>
      <w:tr w:rsidR="00CE5441" w:rsidRPr="00263331" w14:paraId="25DEC6FA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654245AD" w14:textId="77777777" w:rsidR="00CE5441" w:rsidRPr="0026333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B126A1">
              <w:rPr>
                <w:rFonts w:cs="Calibri"/>
                <w:b/>
                <w:szCs w:val="18"/>
              </w:rPr>
              <w:lastRenderedPageBreak/>
              <w:t>Załącznik nr 5</w:t>
            </w:r>
          </w:p>
        </w:tc>
        <w:tc>
          <w:tcPr>
            <w:tcW w:w="6520" w:type="dxa"/>
            <w:vAlign w:val="center"/>
          </w:tcPr>
          <w:p w14:paraId="3A77ED7E" w14:textId="413F3BA6" w:rsidR="00CE5441" w:rsidRPr="003E6095" w:rsidRDefault="003E6095" w:rsidP="00E027A6">
            <w:pPr>
              <w:spacing w:before="120" w:after="120" w:line="276" w:lineRule="auto"/>
              <w:ind w:hanging="39"/>
              <w:jc w:val="both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Ogólne Warunki Zakupu Robót Budowlanych (OWZRB)</w:t>
            </w:r>
            <w:r w:rsidR="000A4AD0">
              <w:rPr>
                <w:rFonts w:cstheme="minorHAnsi"/>
              </w:rPr>
              <w:t xml:space="preserve"> część I/część II</w:t>
            </w:r>
            <w:r>
              <w:rPr>
                <w:rFonts w:cstheme="minorHAnsi"/>
              </w:rPr>
              <w:t>, stanowiący osob</w:t>
            </w:r>
            <w:r w:rsidR="00FA2490">
              <w:rPr>
                <w:rFonts w:cstheme="minorHAnsi"/>
              </w:rPr>
              <w:t>n</w:t>
            </w:r>
            <w:r>
              <w:rPr>
                <w:rFonts w:cstheme="minorHAnsi"/>
              </w:rPr>
              <w:t>y plik</w:t>
            </w:r>
          </w:p>
        </w:tc>
      </w:tr>
      <w:tr w:rsidR="00CE5441" w:rsidRPr="00263331" w14:paraId="6AC805D6" w14:textId="77777777" w:rsidTr="00BD0C3A">
        <w:trPr>
          <w:trHeight w:val="479"/>
        </w:trPr>
        <w:tc>
          <w:tcPr>
            <w:tcW w:w="1985" w:type="dxa"/>
            <w:shd w:val="clear" w:color="auto" w:fill="1A7466" w:themeFill="accent3"/>
          </w:tcPr>
          <w:p w14:paraId="6E84343E" w14:textId="5BB786EB" w:rsidR="00CE5441" w:rsidRPr="0026333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6</w:t>
            </w:r>
          </w:p>
        </w:tc>
        <w:tc>
          <w:tcPr>
            <w:tcW w:w="6520" w:type="dxa"/>
            <w:vAlign w:val="center"/>
          </w:tcPr>
          <w:p w14:paraId="60D51D0A" w14:textId="38BF3648" w:rsidR="00CE5441" w:rsidRPr="00263331" w:rsidRDefault="00A64391" w:rsidP="00CE5441">
            <w:pPr>
              <w:tabs>
                <w:tab w:val="left" w:pos="1980"/>
              </w:tabs>
              <w:spacing w:before="120" w:after="120" w:line="276" w:lineRule="auto"/>
              <w:rPr>
                <w:szCs w:val="18"/>
              </w:rPr>
            </w:pPr>
            <w:r>
              <w:rPr>
                <w:szCs w:val="18"/>
              </w:rPr>
              <w:t>nie dotyczy</w:t>
            </w:r>
          </w:p>
        </w:tc>
      </w:tr>
      <w:tr w:rsidR="00CE5441" w:rsidRPr="00263331" w14:paraId="385D7BFC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02E3CC64" w14:textId="664D5114" w:rsidR="00CE5441" w:rsidRPr="00B126A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7</w:t>
            </w:r>
          </w:p>
        </w:tc>
        <w:tc>
          <w:tcPr>
            <w:tcW w:w="6520" w:type="dxa"/>
            <w:vAlign w:val="center"/>
          </w:tcPr>
          <w:p w14:paraId="7824D71D" w14:textId="1083F895" w:rsidR="00CE5441" w:rsidRPr="00B126A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szCs w:val="18"/>
              </w:rPr>
            </w:pPr>
            <w:bookmarkStart w:id="55" w:name="_Hlk199481631"/>
            <w:r w:rsidRPr="00B21982">
              <w:rPr>
                <w:szCs w:val="18"/>
              </w:rPr>
              <w:t>Oświadczenie Wykonawcy o niepodleganiu wykluczeniu z</w:t>
            </w:r>
            <w:r>
              <w:rPr>
                <w:szCs w:val="18"/>
              </w:rPr>
              <w:t> </w:t>
            </w:r>
            <w:r w:rsidRPr="00B21982">
              <w:rPr>
                <w:szCs w:val="18"/>
              </w:rPr>
              <w:t>Postępowania na podstawie przesłanek wskazanych w pkt 5.1.2 SWZ</w:t>
            </w:r>
            <w:r>
              <w:rPr>
                <w:szCs w:val="18"/>
              </w:rPr>
              <w:t xml:space="preserve"> - WZÓR</w:t>
            </w:r>
            <w:bookmarkEnd w:id="55"/>
          </w:p>
        </w:tc>
      </w:tr>
      <w:tr w:rsidR="00CE5441" w:rsidRPr="00263331" w14:paraId="23F65FD8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05D503A7" w14:textId="1BCD083D" w:rsidR="00CE544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B126A1">
              <w:rPr>
                <w:rFonts w:cs="Calibri"/>
                <w:b/>
                <w:szCs w:val="18"/>
              </w:rPr>
              <w:t xml:space="preserve">Załącznik nr </w:t>
            </w:r>
            <w:r>
              <w:rPr>
                <w:rFonts w:cs="Calibri"/>
                <w:b/>
                <w:szCs w:val="18"/>
              </w:rPr>
              <w:t>8</w:t>
            </w:r>
          </w:p>
        </w:tc>
        <w:tc>
          <w:tcPr>
            <w:tcW w:w="6520" w:type="dxa"/>
            <w:vAlign w:val="center"/>
          </w:tcPr>
          <w:p w14:paraId="57F9C48E" w14:textId="0D6635BE" w:rsidR="00CE5441" w:rsidDel="00A04428" w:rsidRDefault="00013C4F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>nie dotyczy</w:t>
            </w:r>
          </w:p>
        </w:tc>
      </w:tr>
      <w:tr w:rsidR="00CE5441" w:rsidRPr="00263331" w14:paraId="5EEF23E9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541A38AC" w14:textId="0C4F16AE" w:rsidR="00CE544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9</w:t>
            </w:r>
          </w:p>
        </w:tc>
        <w:tc>
          <w:tcPr>
            <w:tcW w:w="6520" w:type="dxa"/>
            <w:vAlign w:val="center"/>
          </w:tcPr>
          <w:p w14:paraId="0CFCF27C" w14:textId="057098EB" w:rsidR="00CE544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t>nie dotyczy</w:t>
            </w:r>
          </w:p>
        </w:tc>
      </w:tr>
      <w:tr w:rsidR="00CE5441" w:rsidRPr="00263331" w14:paraId="673B4B58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2B0F09C6" w14:textId="1E9ED7AA" w:rsidR="00CE544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10</w:t>
            </w:r>
          </w:p>
        </w:tc>
        <w:tc>
          <w:tcPr>
            <w:tcW w:w="6520" w:type="dxa"/>
            <w:vAlign w:val="center"/>
          </w:tcPr>
          <w:p w14:paraId="7AF6C047" w14:textId="1BFDB8CE" w:rsidR="00CE5441" w:rsidRDefault="00BE680A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t>nie dotyczy</w:t>
            </w:r>
            <w:r w:rsidR="00CE5441" w:rsidRPr="0E1A371B">
              <w:t xml:space="preserve"> </w:t>
            </w:r>
          </w:p>
        </w:tc>
      </w:tr>
      <w:tr w:rsidR="00CE5441" w:rsidRPr="00263331" w14:paraId="216EF4B9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0F33E214" w14:textId="4CB17A7C" w:rsidR="00CE5441" w:rsidRDefault="00CE5441" w:rsidP="00CE5441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11</w:t>
            </w:r>
          </w:p>
        </w:tc>
        <w:tc>
          <w:tcPr>
            <w:tcW w:w="6520" w:type="dxa"/>
            <w:vAlign w:val="center"/>
          </w:tcPr>
          <w:p w14:paraId="5474D728" w14:textId="1F4A00B9" w:rsidR="00CE5441" w:rsidRDefault="00FA2490" w:rsidP="00CE5441">
            <w:pPr>
              <w:tabs>
                <w:tab w:val="left" w:pos="1980"/>
              </w:tabs>
              <w:spacing w:before="120" w:after="120" w:line="276" w:lineRule="auto"/>
            </w:pPr>
            <w:r>
              <w:t>nie dotyczy</w:t>
            </w:r>
          </w:p>
        </w:tc>
      </w:tr>
    </w:tbl>
    <w:p w14:paraId="723CB8C0" w14:textId="77777777" w:rsidR="00DC2E4C" w:rsidRDefault="00DC2E4C" w:rsidP="00DC2E4C"/>
    <w:p w14:paraId="1E889B55" w14:textId="77777777" w:rsidR="00DC2E4C" w:rsidRDefault="00DC2E4C" w:rsidP="00DC2E4C"/>
    <w:p w14:paraId="6581DCB5" w14:textId="77777777" w:rsidR="0013005D" w:rsidRDefault="0013005D" w:rsidP="00735FA3">
      <w:pPr>
        <w:jc w:val="right"/>
        <w:rPr>
          <w:rFonts w:eastAsia="Times New Roman" w:cs="Times New Roman"/>
          <w:b/>
          <w:szCs w:val="18"/>
        </w:rPr>
      </w:pPr>
    </w:p>
    <w:p w14:paraId="55EA9A05" w14:textId="2995A566" w:rsidR="003574D1" w:rsidRDefault="003574D1">
      <w:pPr>
        <w:rPr>
          <w:rFonts w:eastAsia="Times New Roman" w:cs="Times New Roman"/>
          <w:b/>
          <w:szCs w:val="18"/>
        </w:rPr>
      </w:pPr>
      <w:r>
        <w:rPr>
          <w:rFonts w:eastAsia="Times New Roman" w:cs="Times New Roman"/>
          <w:b/>
          <w:szCs w:val="18"/>
        </w:rPr>
        <w:br w:type="page"/>
      </w:r>
    </w:p>
    <w:p w14:paraId="4ADD6236" w14:textId="6B5BA8AF" w:rsidR="00735FA3" w:rsidRDefault="00735FA3" w:rsidP="00B0415A">
      <w:pPr>
        <w:jc w:val="right"/>
        <w:outlineLvl w:val="0"/>
        <w:rPr>
          <w:b/>
        </w:rPr>
      </w:pPr>
      <w:r w:rsidRPr="00367C9A">
        <w:rPr>
          <w:b/>
        </w:rPr>
        <w:lastRenderedPageBreak/>
        <w:t>ZAŁĄCZNIK NR 1</w:t>
      </w:r>
      <w:r w:rsidR="004118CF">
        <w:rPr>
          <w:b/>
        </w:rPr>
        <w:t>a/1b</w:t>
      </w:r>
      <w:r w:rsidRPr="00367C9A">
        <w:rPr>
          <w:b/>
        </w:rPr>
        <w:t xml:space="preserve"> DO SWZ – OPIS PRZEDMIOTU ZAMÓWIENIA</w:t>
      </w:r>
    </w:p>
    <w:p w14:paraId="640AD3D4" w14:textId="77777777" w:rsidR="006C355D" w:rsidRDefault="006C355D" w:rsidP="007E560C">
      <w:pPr>
        <w:jc w:val="center"/>
        <w:rPr>
          <w:b/>
        </w:rPr>
      </w:pPr>
    </w:p>
    <w:p w14:paraId="47D66F0B" w14:textId="57BADC32" w:rsidR="006C355D" w:rsidRPr="00367C9A" w:rsidRDefault="006C355D" w:rsidP="007E560C">
      <w:pPr>
        <w:jc w:val="center"/>
        <w:rPr>
          <w:b/>
        </w:rPr>
      </w:pPr>
      <w:r>
        <w:rPr>
          <w:b/>
        </w:rPr>
        <w:t>[w osobnym dokumencie]</w:t>
      </w:r>
    </w:p>
    <w:p w14:paraId="731D746D" w14:textId="77777777" w:rsidR="00735FA3" w:rsidRDefault="00735FA3" w:rsidP="007E560C">
      <w:pPr>
        <w:jc w:val="right"/>
        <w:rPr>
          <w:b/>
        </w:rPr>
      </w:pPr>
    </w:p>
    <w:p w14:paraId="757CA7A4" w14:textId="23D3A86D" w:rsidR="003574D1" w:rsidRDefault="003574D1" w:rsidP="007E560C">
      <w:pPr>
        <w:rPr>
          <w:b/>
        </w:rPr>
      </w:pPr>
      <w:r>
        <w:rPr>
          <w:b/>
        </w:rPr>
        <w:br w:type="page"/>
      </w:r>
    </w:p>
    <w:p w14:paraId="07F60CC2" w14:textId="7DD9C0F8" w:rsidR="006856B7" w:rsidRDefault="00DC2E4C" w:rsidP="00B0415A">
      <w:pPr>
        <w:jc w:val="right"/>
        <w:outlineLvl w:val="0"/>
        <w:rPr>
          <w:b/>
        </w:rPr>
      </w:pPr>
      <w:r w:rsidRPr="00B71AA7">
        <w:rPr>
          <w:b/>
        </w:rPr>
        <w:lastRenderedPageBreak/>
        <w:t xml:space="preserve">ZAŁĄCZNIK NR 2 DO SWZ – FORMULARZ OFERTY </w:t>
      </w:r>
    </w:p>
    <w:p w14:paraId="2417887D" w14:textId="77777777" w:rsidR="001342C0" w:rsidRDefault="001342C0" w:rsidP="006856B7">
      <w:pPr>
        <w:jc w:val="right"/>
      </w:pPr>
    </w:p>
    <w:p w14:paraId="0554155E" w14:textId="77777777" w:rsidR="00DC2E4C" w:rsidRPr="00B71AA7" w:rsidRDefault="00DC2E4C" w:rsidP="006856B7">
      <w:pPr>
        <w:jc w:val="right"/>
        <w:rPr>
          <w:b/>
        </w:rPr>
      </w:pPr>
      <w:r w:rsidRPr="00B71AA7">
        <w:rPr>
          <w:b/>
        </w:rPr>
        <w:t>Zamawiający:</w:t>
      </w:r>
    </w:p>
    <w:p w14:paraId="6160456D" w14:textId="490CA56F" w:rsidR="00F62662" w:rsidRPr="00F62662" w:rsidRDefault="00000000" w:rsidP="00E027A6">
      <w:pPr>
        <w:spacing w:before="120" w:after="120"/>
        <w:ind w:left="5245" w:hanging="2"/>
        <w:contextualSpacing/>
        <w:jc w:val="center"/>
        <w:rPr>
          <w:rFonts w:ascii="Verdana" w:eastAsia="Verdana" w:hAnsi="Verdana" w:cs="Verdana"/>
          <w:b/>
        </w:rPr>
      </w:pPr>
      <w:sdt>
        <w:sdtPr>
          <w:rPr>
            <w:rFonts w:cstheme="minorHAnsi"/>
            <w:b/>
            <w:bCs/>
          </w:rPr>
          <w:alias w:val="AUTOMAT - NIE uzupełniaj"/>
          <w:tag w:val=""/>
          <w:id w:val="2018879431"/>
          <w:placeholder>
            <w:docPart w:val="1B95999DA9CB438EB73ADDC8BF99F39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FB68E8">
            <w:rPr>
              <w:rFonts w:cstheme="minorHAnsi"/>
              <w:b/>
              <w:bCs/>
            </w:rPr>
            <w:t>PGE ENERGETYKA KOLEJOWA S.A.</w:t>
          </w:r>
        </w:sdtContent>
      </w:sdt>
    </w:p>
    <w:p w14:paraId="455449BA" w14:textId="77777777" w:rsidR="00F62662" w:rsidRPr="00F62662" w:rsidRDefault="00F62662" w:rsidP="00E027A6">
      <w:pPr>
        <w:spacing w:before="120" w:after="120"/>
        <w:ind w:left="5245" w:hanging="2"/>
        <w:contextualSpacing/>
        <w:jc w:val="center"/>
        <w:rPr>
          <w:rFonts w:ascii="Verdana" w:eastAsia="Verdana" w:hAnsi="Verdana" w:cs="Verdana"/>
        </w:rPr>
      </w:pPr>
      <w:r w:rsidRPr="00F62662">
        <w:rPr>
          <w:rFonts w:ascii="Verdana" w:eastAsia="Verdana" w:hAnsi="Verdana" w:cs="Verdana"/>
        </w:rPr>
        <w:t>w imieniu i na rzecz której działa:</w:t>
      </w:r>
    </w:p>
    <w:p w14:paraId="26391F41" w14:textId="6F01FC22" w:rsidR="00F62662" w:rsidRPr="00D21BCD" w:rsidRDefault="00000000" w:rsidP="00E027A6">
      <w:pPr>
        <w:spacing w:before="120" w:after="120"/>
        <w:ind w:left="5245" w:hanging="2"/>
        <w:contextualSpacing/>
        <w:jc w:val="center"/>
        <w:rPr>
          <w:rFonts w:ascii="Verdana" w:eastAsia="Verdana" w:hAnsi="Verdana" w:cs="Verdana"/>
          <w:b/>
        </w:rPr>
      </w:pPr>
      <w:sdt>
        <w:sdtPr>
          <w:rPr>
            <w:rFonts w:cstheme="minorHAnsi"/>
            <w:b/>
            <w:bCs/>
          </w:rPr>
          <w:alias w:val="AUTOMAT - NIE uzupełniaj"/>
          <w:tag w:val=""/>
          <w:id w:val="868570232"/>
          <w:placeholder>
            <w:docPart w:val="D89704816CB7495880CBDA3EE27187BA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371A53" w:rsidRPr="006732B8">
            <w:rPr>
              <w:rFonts w:cstheme="minorHAnsi"/>
              <w:b/>
              <w:bCs/>
            </w:rPr>
            <w:t>PGE Energetyka Kolejowa Holding sp. z o.o.</w:t>
          </w:r>
        </w:sdtContent>
      </w:sdt>
      <w:r w:rsidR="00F62662" w:rsidRPr="00F62662">
        <w:rPr>
          <w:rFonts w:ascii="Verdana" w:eastAsia="Verdana" w:hAnsi="Verdana" w:cs="Verdana"/>
          <w:b/>
        </w:rPr>
        <w:t xml:space="preserve"> </w:t>
      </w:r>
    </w:p>
    <w:p w14:paraId="7870D6ED" w14:textId="6CACC360" w:rsidR="00F62662" w:rsidRPr="00F62662" w:rsidRDefault="00F62662" w:rsidP="00E027A6">
      <w:pPr>
        <w:spacing w:before="120" w:after="120"/>
        <w:ind w:left="5245" w:hanging="2"/>
        <w:contextualSpacing/>
        <w:jc w:val="center"/>
        <w:rPr>
          <w:rFonts w:ascii="Verdana" w:eastAsia="Verdana" w:hAnsi="Verdana" w:cs="Verdana"/>
          <w:color w:val="000000"/>
        </w:rPr>
      </w:pPr>
      <w:r w:rsidRPr="00F62662">
        <w:rPr>
          <w:rFonts w:ascii="Verdana" w:eastAsia="Verdana" w:hAnsi="Verdana" w:cs="Verdana"/>
          <w:color w:val="000000"/>
        </w:rPr>
        <w:t>ul. Hoża 63/67</w:t>
      </w:r>
    </w:p>
    <w:p w14:paraId="5CCADBD2" w14:textId="5BCE6A61" w:rsidR="00B71AA7" w:rsidRPr="007F1989" w:rsidRDefault="00F62662" w:rsidP="00E027A6">
      <w:pPr>
        <w:ind w:left="5245" w:hanging="2"/>
        <w:jc w:val="center"/>
        <w:rPr>
          <w:rFonts w:asciiTheme="majorHAnsi" w:hAnsiTheme="majorHAnsi"/>
          <w:color w:val="1A7466" w:themeColor="text2"/>
          <w:sz w:val="32"/>
          <w:szCs w:val="32"/>
        </w:rPr>
      </w:pPr>
      <w:r>
        <w:rPr>
          <w:rFonts w:ascii="Verdana" w:eastAsia="Verdana" w:hAnsi="Verdana" w:cs="Verdana"/>
          <w:color w:val="000000"/>
        </w:rPr>
        <w:t>00</w:t>
      </w:r>
      <w:r w:rsidRPr="00F62662">
        <w:rPr>
          <w:rFonts w:ascii="Verdana" w:eastAsia="Verdana" w:hAnsi="Verdana" w:cs="Verdana"/>
          <w:color w:val="000000"/>
        </w:rPr>
        <w:t>-</w:t>
      </w:r>
      <w:r>
        <w:rPr>
          <w:rFonts w:ascii="Verdana" w:eastAsia="Verdana" w:hAnsi="Verdana" w:cs="Verdana"/>
          <w:color w:val="000000"/>
        </w:rPr>
        <w:t>681</w:t>
      </w:r>
      <w:r w:rsidRPr="00F62662"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</w:rPr>
        <w:t>Warszawa</w:t>
      </w:r>
    </w:p>
    <w:p w14:paraId="6D5FE34C" w14:textId="5C0FCAE1" w:rsidR="00DC2E4C" w:rsidRPr="007F1989" w:rsidRDefault="001342C0" w:rsidP="001E1135">
      <w:pPr>
        <w:jc w:val="center"/>
        <w:rPr>
          <w:rFonts w:asciiTheme="majorHAnsi" w:hAnsiTheme="majorHAnsi"/>
          <w:color w:val="1A7466" w:themeColor="text2"/>
          <w:sz w:val="32"/>
          <w:szCs w:val="32"/>
        </w:rPr>
      </w:pPr>
      <w:r w:rsidRPr="007F1989">
        <w:rPr>
          <w:rFonts w:asciiTheme="majorHAnsi" w:hAnsiTheme="majorHAnsi"/>
          <w:color w:val="1A7466" w:themeColor="text2"/>
          <w:sz w:val="32"/>
          <w:szCs w:val="32"/>
        </w:rPr>
        <w:t xml:space="preserve">OFERTA </w:t>
      </w:r>
    </w:p>
    <w:p w14:paraId="129FDCEA" w14:textId="151C1B31" w:rsidR="00DC2E4C" w:rsidRPr="007F1989" w:rsidRDefault="00DC2E4C" w:rsidP="001E1135">
      <w:pPr>
        <w:jc w:val="center"/>
      </w:pPr>
      <w:r w:rsidRPr="00FF63A8">
        <w:t xml:space="preserve">w Postępowaniu na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1645076725"/>
          <w:placeholder>
            <w:docPart w:val="31A27A74808A4E44BDACF96E3306BFC3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F57FC7">
            <w:rPr>
              <w:rFonts w:ascii="Verdana" w:hAnsi="Verdana" w:cstheme="majorBidi"/>
              <w:b/>
              <w:bCs/>
              <w:szCs w:val="26"/>
            </w:rPr>
            <w:t>Remont hali pociągu sieciowego Oborniki Śląskie oraz Termomodernizacja hali pociągu sieciowego Sucha Beskidzka</w:t>
          </w:r>
        </w:sdtContent>
      </w:sdt>
    </w:p>
    <w:p w14:paraId="19EAABB1" w14:textId="39D27323" w:rsidR="00DC2E4C" w:rsidRDefault="00DC2E4C" w:rsidP="001E1135">
      <w:pPr>
        <w:jc w:val="center"/>
      </w:pPr>
      <w:r w:rsidRPr="00FF63A8">
        <w:t xml:space="preserve">Nr Postępowania nadany sprawie przez Zamawiającego: </w:t>
      </w:r>
      <w:sdt>
        <w:sdtPr>
          <w:rPr>
            <w:b/>
            <w:bCs/>
          </w:rPr>
          <w:alias w:val="AUTOMAT - NIE uzupełniaj"/>
          <w:tag w:val=""/>
          <w:id w:val="-943075108"/>
          <w:placeholder>
            <w:docPart w:val="6F4E7A96CD5545A8AADEC5ABB86AD75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7D7B95">
            <w:rPr>
              <w:b/>
              <w:bCs/>
            </w:rPr>
            <w:t>POST/HZ/EK/HZL/00495/2025</w:t>
          </w:r>
        </w:sdtContent>
      </w:sdt>
    </w:p>
    <w:p w14:paraId="5AC95EFF" w14:textId="77777777" w:rsidR="00DC2E4C" w:rsidRDefault="00DC2E4C" w:rsidP="001E1135"/>
    <w:p w14:paraId="7A4E313A" w14:textId="6760D158" w:rsidR="00DC2E4C" w:rsidRPr="00B71AA7" w:rsidRDefault="001342C0" w:rsidP="001E1135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OFERTĘ</w:t>
      </w:r>
      <w:r w:rsidR="00DC2E4C" w:rsidRPr="00B71AA7">
        <w:rPr>
          <w:b/>
        </w:rPr>
        <w:t xml:space="preserve"> SKŁADA:</w:t>
      </w:r>
    </w:p>
    <w:p w14:paraId="24C3810C" w14:textId="77777777" w:rsidR="00B71AA7" w:rsidRDefault="00B71AA7" w:rsidP="001E1135">
      <w:pPr>
        <w:pStyle w:val="Akapitzlist"/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B71AA7" w:rsidRPr="00B71AA7" w14:paraId="1E5EFA9F" w14:textId="77777777" w:rsidTr="00B71AA7">
        <w:trPr>
          <w:trHeight w:val="454"/>
        </w:trPr>
        <w:tc>
          <w:tcPr>
            <w:tcW w:w="3119" w:type="dxa"/>
            <w:shd w:val="clear" w:color="auto" w:fill="1A7466" w:themeFill="text2"/>
            <w:vAlign w:val="center"/>
          </w:tcPr>
          <w:p w14:paraId="7B3A7050" w14:textId="77777777" w:rsidR="00B71AA7" w:rsidRPr="00B71AA7" w:rsidRDefault="00B71AA7" w:rsidP="001E1135">
            <w:pPr>
              <w:spacing w:before="120" w:after="120" w:line="276" w:lineRule="auto"/>
              <w:rPr>
                <w:rFonts w:eastAsia="Times New Roman" w:cs="Calibri"/>
                <w:b/>
                <w:szCs w:val="18"/>
              </w:rPr>
            </w:pPr>
            <w:r w:rsidRPr="00B71AA7">
              <w:rPr>
                <w:rFonts w:eastAsia="Times New Roman" w:cs="Calibri"/>
                <w:b/>
                <w:szCs w:val="18"/>
              </w:rPr>
              <w:t xml:space="preserve">Wykonawca </w:t>
            </w:r>
            <w:r w:rsidRPr="00B71AA7">
              <w:rPr>
                <w:rFonts w:eastAsia="Times New Roman" w:cs="Calibri"/>
                <w:b/>
                <w:szCs w:val="18"/>
              </w:rPr>
              <w:br/>
              <w:t>(Nazwa, adres, NIP)</w:t>
            </w:r>
          </w:p>
        </w:tc>
        <w:tc>
          <w:tcPr>
            <w:tcW w:w="5528" w:type="dxa"/>
          </w:tcPr>
          <w:p w14:paraId="0BF3ADCB" w14:textId="77777777" w:rsidR="00B71AA7" w:rsidRPr="00B71AA7" w:rsidRDefault="00B71AA7" w:rsidP="001E1135">
            <w:pPr>
              <w:spacing w:before="120" w:after="120" w:line="276" w:lineRule="auto"/>
              <w:ind w:left="72" w:right="-275"/>
              <w:jc w:val="both"/>
              <w:rPr>
                <w:rFonts w:eastAsia="Times New Roman" w:cs="Calibri"/>
                <w:color w:val="000000"/>
                <w:szCs w:val="18"/>
              </w:rPr>
            </w:pPr>
          </w:p>
        </w:tc>
      </w:tr>
      <w:tr w:rsidR="00B71AA7" w:rsidRPr="00B71AA7" w14:paraId="4C79A334" w14:textId="77777777" w:rsidTr="00B71AA7">
        <w:trPr>
          <w:trHeight w:val="454"/>
        </w:trPr>
        <w:tc>
          <w:tcPr>
            <w:tcW w:w="3119" w:type="dxa"/>
            <w:shd w:val="clear" w:color="auto" w:fill="1A7466" w:themeFill="text2"/>
            <w:vAlign w:val="center"/>
          </w:tcPr>
          <w:p w14:paraId="3CC1703E" w14:textId="47D50D36" w:rsidR="00B71AA7" w:rsidRPr="00B71AA7" w:rsidRDefault="00B71AA7" w:rsidP="001E1135">
            <w:pPr>
              <w:spacing w:before="120" w:after="120" w:line="276" w:lineRule="auto"/>
              <w:rPr>
                <w:rFonts w:eastAsia="Times New Roman" w:cs="Calibri"/>
                <w:b/>
                <w:szCs w:val="18"/>
              </w:rPr>
            </w:pPr>
            <w:r w:rsidRPr="00B71AA7">
              <w:rPr>
                <w:rFonts w:eastAsia="Times New Roman" w:cs="Calibri"/>
                <w:b/>
                <w:szCs w:val="18"/>
              </w:rPr>
              <w:t>Wykonawca</w:t>
            </w:r>
            <w:r w:rsidRPr="00B71AA7">
              <w:rPr>
                <w:rFonts w:eastAsia="Times New Roman" w:cs="Calibri"/>
                <w:b/>
                <w:szCs w:val="18"/>
                <w:vertAlign w:val="superscript"/>
              </w:rPr>
              <w:footnoteReference w:id="2"/>
            </w:r>
            <w:r w:rsidRPr="00B71AA7">
              <w:rPr>
                <w:rFonts w:eastAsia="Times New Roman" w:cs="Calibri"/>
                <w:b/>
                <w:szCs w:val="18"/>
              </w:rPr>
              <w:t xml:space="preserve"> </w:t>
            </w:r>
            <w:r w:rsidRPr="00B71AA7">
              <w:rPr>
                <w:rFonts w:eastAsia="Times New Roman" w:cs="Calibri"/>
                <w:b/>
                <w:szCs w:val="18"/>
              </w:rPr>
              <w:br/>
              <w:t>(Nazwa, adres, NIP)</w:t>
            </w:r>
          </w:p>
        </w:tc>
        <w:tc>
          <w:tcPr>
            <w:tcW w:w="5528" w:type="dxa"/>
          </w:tcPr>
          <w:p w14:paraId="63FBC321" w14:textId="77777777" w:rsidR="00B71AA7" w:rsidRPr="00B71AA7" w:rsidRDefault="00B71AA7" w:rsidP="001E1135">
            <w:pPr>
              <w:spacing w:before="120" w:after="120" w:line="276" w:lineRule="auto"/>
              <w:ind w:left="72" w:right="-275"/>
              <w:jc w:val="both"/>
              <w:rPr>
                <w:rFonts w:eastAsia="Times New Roman" w:cs="Calibri"/>
                <w:color w:val="000000"/>
                <w:szCs w:val="18"/>
              </w:rPr>
            </w:pPr>
          </w:p>
        </w:tc>
      </w:tr>
      <w:tr w:rsidR="00B71AA7" w:rsidRPr="00B71AA7" w14:paraId="10FC9AE8" w14:textId="77777777" w:rsidTr="00B71AA7">
        <w:trPr>
          <w:trHeight w:val="960"/>
        </w:trPr>
        <w:tc>
          <w:tcPr>
            <w:tcW w:w="3119" w:type="dxa"/>
            <w:shd w:val="clear" w:color="auto" w:fill="1A7466" w:themeFill="text2"/>
            <w:vAlign w:val="center"/>
          </w:tcPr>
          <w:p w14:paraId="7176D00A" w14:textId="77777777" w:rsidR="00B71AA7" w:rsidRPr="00B71AA7" w:rsidRDefault="00B71AA7" w:rsidP="001E1135">
            <w:pPr>
              <w:spacing w:before="120" w:after="120" w:line="276" w:lineRule="auto"/>
              <w:rPr>
                <w:rFonts w:eastAsia="Times New Roman" w:cs="Calibri"/>
                <w:b/>
                <w:szCs w:val="18"/>
              </w:rPr>
            </w:pPr>
            <w:r w:rsidRPr="00B71AA7">
              <w:rPr>
                <w:rFonts w:eastAsia="Times New Roman" w:cs="Calibri"/>
                <w:b/>
                <w:szCs w:val="18"/>
              </w:rPr>
              <w:t>Osoba uprawniona do reprezentacji Wykonawcy/Wykonawców</w:t>
            </w:r>
          </w:p>
        </w:tc>
        <w:tc>
          <w:tcPr>
            <w:tcW w:w="5528" w:type="dxa"/>
          </w:tcPr>
          <w:p w14:paraId="7617FAC7" w14:textId="77777777" w:rsidR="00B71AA7" w:rsidRPr="00B71AA7" w:rsidRDefault="00B71AA7" w:rsidP="001E1135">
            <w:pPr>
              <w:spacing w:before="120" w:after="120" w:line="276" w:lineRule="auto"/>
              <w:ind w:left="72" w:right="-275"/>
              <w:jc w:val="both"/>
              <w:rPr>
                <w:rFonts w:eastAsia="Times New Roman" w:cs="Calibri"/>
                <w:color w:val="000000"/>
                <w:szCs w:val="18"/>
              </w:rPr>
            </w:pPr>
          </w:p>
        </w:tc>
      </w:tr>
    </w:tbl>
    <w:p w14:paraId="0F06545B" w14:textId="77777777" w:rsidR="00DC2E4C" w:rsidRDefault="00DC2E4C" w:rsidP="001E1135"/>
    <w:p w14:paraId="00DEE5ED" w14:textId="77777777" w:rsidR="00DC2E4C" w:rsidRPr="00B71AA7" w:rsidRDefault="00DC2E4C" w:rsidP="001E1135">
      <w:pPr>
        <w:ind w:firstLine="708"/>
        <w:rPr>
          <w:b/>
        </w:rPr>
      </w:pPr>
      <w:r w:rsidRPr="00B71AA7">
        <w:rPr>
          <w:b/>
        </w:rPr>
        <w:t>OSOBA UPRAWNIONA DO KONTAKTÓW Z ZAMAWIAJĄCYM:</w:t>
      </w:r>
    </w:p>
    <w:tbl>
      <w:tblPr>
        <w:tblW w:w="8667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48"/>
      </w:tblGrid>
      <w:tr w:rsidR="00B71AA7" w:rsidRPr="00B71AA7" w14:paraId="5F0ADCD0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3F2B26D3" w14:textId="77777777" w:rsidR="00B71AA7" w:rsidRPr="007F1989" w:rsidRDefault="00B71AA7" w:rsidP="001E1135">
            <w:pPr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  <w:lang w:eastAsia="zh-CN"/>
              </w:rPr>
            </w:pPr>
            <w:r w:rsidRPr="007F1989">
              <w:rPr>
                <w:rFonts w:eastAsia="Times New Roman" w:cs="Calibri"/>
                <w:b/>
                <w:szCs w:val="18"/>
                <w:lang w:eastAsia="zh-CN"/>
              </w:rPr>
              <w:t>Imię i nazwisko: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57D3298" w14:textId="77777777" w:rsidR="00B71AA7" w:rsidRPr="007F1989" w:rsidRDefault="00B71AA7" w:rsidP="001E1135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  <w:lang w:eastAsia="zh-CN"/>
              </w:rPr>
            </w:pPr>
          </w:p>
        </w:tc>
      </w:tr>
      <w:tr w:rsidR="00B71AA7" w:rsidRPr="00B71AA7" w14:paraId="3F0A2AF3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3EC61179" w14:textId="77777777" w:rsidR="00B71AA7" w:rsidRPr="007F1989" w:rsidRDefault="00B71AA7" w:rsidP="001E1135">
            <w:pPr>
              <w:tabs>
                <w:tab w:val="center" w:pos="4536"/>
                <w:tab w:val="right" w:pos="9072"/>
              </w:tabs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</w:rPr>
            </w:pPr>
            <w:r w:rsidRPr="007F1989">
              <w:rPr>
                <w:rFonts w:eastAsia="Times New Roman" w:cs="Calibri"/>
                <w:b/>
                <w:szCs w:val="18"/>
              </w:rPr>
              <w:t>Firma: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F9916BD" w14:textId="77777777" w:rsidR="00B71AA7" w:rsidRPr="007F1989" w:rsidRDefault="00B71AA7" w:rsidP="001E1135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</w:rPr>
            </w:pPr>
          </w:p>
        </w:tc>
      </w:tr>
      <w:tr w:rsidR="00B71AA7" w:rsidRPr="00B71AA7" w14:paraId="1DDDF152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041E8166" w14:textId="77777777" w:rsidR="00B71AA7" w:rsidRPr="007F1989" w:rsidRDefault="00B71AA7" w:rsidP="001E1135">
            <w:pPr>
              <w:tabs>
                <w:tab w:val="center" w:pos="4536"/>
                <w:tab w:val="right" w:pos="9072"/>
              </w:tabs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</w:rPr>
            </w:pPr>
            <w:r w:rsidRPr="007F1989">
              <w:rPr>
                <w:rFonts w:eastAsia="Times New Roman" w:cs="Calibri"/>
                <w:b/>
                <w:szCs w:val="18"/>
              </w:rPr>
              <w:t>Telefon: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2156E6B8" w14:textId="77777777" w:rsidR="00B71AA7" w:rsidRPr="007F1989" w:rsidRDefault="00B71AA7" w:rsidP="001E1135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</w:rPr>
            </w:pPr>
          </w:p>
        </w:tc>
      </w:tr>
      <w:tr w:rsidR="00B71AA7" w:rsidRPr="00B71AA7" w14:paraId="0D55AFAD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667F8D69" w14:textId="77777777" w:rsidR="00B71AA7" w:rsidRPr="007F1989" w:rsidRDefault="00B71AA7" w:rsidP="001E1135">
            <w:pPr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  <w:lang w:val="de-DE" w:eastAsia="zh-CN"/>
              </w:rPr>
            </w:pPr>
            <w:r w:rsidRPr="007F1989">
              <w:rPr>
                <w:rFonts w:eastAsia="Times New Roman" w:cs="Calibri"/>
                <w:b/>
                <w:szCs w:val="18"/>
                <w:lang w:val="de-DE" w:eastAsia="zh-CN"/>
              </w:rPr>
              <w:t>E-mail: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660DEF1" w14:textId="77777777" w:rsidR="00B71AA7" w:rsidRPr="007F1989" w:rsidRDefault="00B71AA7" w:rsidP="001E1135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  <w:lang w:val="de-DE" w:eastAsia="zh-CN"/>
              </w:rPr>
            </w:pPr>
          </w:p>
        </w:tc>
      </w:tr>
    </w:tbl>
    <w:p w14:paraId="2B413772" w14:textId="77777777" w:rsidR="00DC2E4C" w:rsidRDefault="00DC2E4C" w:rsidP="001E1135"/>
    <w:p w14:paraId="7FF8E1B5" w14:textId="3C106D6F" w:rsidR="00DC2E4C" w:rsidRDefault="001342C0" w:rsidP="001E1135">
      <w:pPr>
        <w:pStyle w:val="Akapitzlist"/>
        <w:numPr>
          <w:ilvl w:val="0"/>
          <w:numId w:val="3"/>
        </w:numPr>
        <w:spacing w:after="240"/>
        <w:rPr>
          <w:b/>
        </w:rPr>
      </w:pPr>
      <w:r>
        <w:rPr>
          <w:b/>
        </w:rPr>
        <w:t>CENA OFERTY</w:t>
      </w:r>
      <w:r w:rsidR="00DC2E4C" w:rsidRPr="00063C0D">
        <w:rPr>
          <w:b/>
        </w:rPr>
        <w:t xml:space="preserve">: </w:t>
      </w:r>
    </w:p>
    <w:p w14:paraId="608C1241" w14:textId="77777777" w:rsidR="00BC3366" w:rsidRPr="00063C0D" w:rsidRDefault="00BC3366" w:rsidP="001E1135">
      <w:pPr>
        <w:pStyle w:val="Akapitzlist"/>
        <w:spacing w:after="240"/>
        <w:rPr>
          <w:b/>
        </w:rPr>
      </w:pPr>
    </w:p>
    <w:p w14:paraId="09F7E008" w14:textId="16804D91" w:rsidR="00DC2E4C" w:rsidRDefault="00DC2E4C" w:rsidP="001E1135">
      <w:pPr>
        <w:pStyle w:val="Akapitzlist"/>
        <w:numPr>
          <w:ilvl w:val="0"/>
          <w:numId w:val="27"/>
        </w:numPr>
        <w:spacing w:beforeLines="40" w:before="96" w:after="240"/>
        <w:jc w:val="both"/>
      </w:pPr>
      <w:r>
        <w:t>Oferujemy, wykonanie przedmiotu Zamówienia zgodnie z wymaganiami zawartymi w SWZ za cenę: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2552"/>
        <w:gridCol w:w="1792"/>
        <w:gridCol w:w="805"/>
        <w:gridCol w:w="1775"/>
        <w:gridCol w:w="1985"/>
      </w:tblGrid>
      <w:tr w:rsidR="00DC2C04" w:rsidRPr="00604915" w14:paraId="2DAD6200" w14:textId="77777777" w:rsidTr="00DC2C04">
        <w:trPr>
          <w:trHeight w:val="118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0B948C8" w14:textId="77777777" w:rsidR="003B2AAF" w:rsidRPr="00604915" w:rsidRDefault="003B2AAF" w:rsidP="001E1135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  <w:noWrap/>
            <w:vAlign w:val="center"/>
            <w:hideMark/>
          </w:tcPr>
          <w:p w14:paraId="5F29E212" w14:textId="77777777" w:rsidR="003B2AAF" w:rsidRPr="00604915" w:rsidRDefault="003B2AAF" w:rsidP="001E1135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Wyszczególniony przedmiot Zamówienia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64D2A39F" w14:textId="77777777" w:rsidR="003B2AAF" w:rsidRPr="00604915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Kwota netto PLN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 w:themeFill="text2"/>
            <w:vAlign w:val="center"/>
          </w:tcPr>
          <w:p w14:paraId="6BC712DB" w14:textId="4EF6F9F8" w:rsidR="003B2AAF" w:rsidRPr="00604915" w:rsidRDefault="00DC2C04" w:rsidP="00DC2C04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S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tawka VAT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 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7FDBFFF2" w14:textId="707C4DF1" w:rsidR="003B2AAF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Kwota podatku VAT PLN</w:t>
            </w:r>
          </w:p>
          <w:p w14:paraId="49A355E2" w14:textId="352505D9" w:rsidR="00DC2C04" w:rsidRPr="00604915" w:rsidRDefault="00DC2C04" w:rsidP="00DC2C04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[kolumn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a 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3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  <w:p w14:paraId="35F6EA6A" w14:textId="234A8A9B" w:rsidR="003B2AAF" w:rsidRPr="00604915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5C8BB5F4" w14:textId="77777777" w:rsidR="003B2AAF" w:rsidRPr="00604915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Kwota brutto PLN</w:t>
            </w:r>
          </w:p>
          <w:p w14:paraId="11316868" w14:textId="77777777" w:rsidR="00DC2C04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[suma kolumn </w:t>
            </w:r>
          </w:p>
          <w:p w14:paraId="76D03C7C" w14:textId="78C81683" w:rsidR="003B2AAF" w:rsidRPr="00604915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3 i </w:t>
            </w:r>
            <w:r w:rsidR="00DC2C0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</w:tr>
      <w:tr w:rsidR="00DC2C04" w:rsidRPr="00604915" w14:paraId="1E3B4BF3" w14:textId="77777777" w:rsidTr="00DC2C04">
        <w:trPr>
          <w:trHeight w:val="15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6F9564B3" w14:textId="77777777" w:rsidR="003B2AAF" w:rsidRPr="00604915" w:rsidRDefault="003B2AAF" w:rsidP="001E1135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/>
            <w:noWrap/>
            <w:vAlign w:val="center"/>
          </w:tcPr>
          <w:p w14:paraId="51452AE7" w14:textId="77777777" w:rsidR="003B2AAF" w:rsidRPr="00604915" w:rsidRDefault="003B2AAF" w:rsidP="001E1135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658BADC4" w14:textId="77777777" w:rsidR="003B2AAF" w:rsidRPr="00604915" w:rsidRDefault="003B2AAF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 w:themeFill="accent1"/>
            <w:vAlign w:val="center"/>
          </w:tcPr>
          <w:p w14:paraId="49A6450A" w14:textId="1F995C61" w:rsidR="003B2AAF" w:rsidRPr="00604915" w:rsidRDefault="00DC2C04" w:rsidP="00DC2C04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3A962DD7" w14:textId="0EF761BD" w:rsidR="003B2AAF" w:rsidRPr="00604915" w:rsidRDefault="00DC2C04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2E6971B0" w14:textId="0C1491B0" w:rsidR="003B2AAF" w:rsidRPr="00604915" w:rsidRDefault="00DC2C04" w:rsidP="001E1135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DC2C04" w:rsidRPr="00604915" w14:paraId="4F196C56" w14:textId="77777777" w:rsidTr="004E18C1">
        <w:trPr>
          <w:trHeight w:val="6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690A" w14:textId="77777777" w:rsidR="003B2AAF" w:rsidRPr="00604915" w:rsidRDefault="003B2AAF" w:rsidP="001E1135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39493" w14:textId="1EEC23D1" w:rsidR="003B2AAF" w:rsidRPr="00604915" w:rsidRDefault="003B2AAF" w:rsidP="001E1135">
            <w:pP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zęść I </w:t>
            </w:r>
            <w:r w:rsidRPr="00E04CE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- </w:t>
            </w:r>
            <w:r w:rsidRPr="00E027A6">
              <w:rPr>
                <w:rFonts w:cstheme="minorHAnsi"/>
                <w:sz w:val="16"/>
                <w:szCs w:val="16"/>
              </w:rPr>
              <w:t>Remont hali pociągu sieciowego Oborniki Śląskie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7B37A" w14:textId="77777777" w:rsidR="003B2AAF" w:rsidRPr="00604915" w:rsidRDefault="003B2AAF" w:rsidP="001E1135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842C" w14:textId="77777777" w:rsidR="003B2AAF" w:rsidRPr="00604915" w:rsidRDefault="003B2AAF" w:rsidP="004E18C1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D349F" w14:textId="0AB37497" w:rsidR="003B2AAF" w:rsidRPr="00604915" w:rsidRDefault="003B2AAF" w:rsidP="001E1135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8A7C9" w14:textId="77777777" w:rsidR="003B2AAF" w:rsidRPr="00604915" w:rsidRDefault="003B2AAF" w:rsidP="001E1135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DC2C04" w:rsidRPr="00604915" w14:paraId="68B29646" w14:textId="77777777" w:rsidTr="004E18C1">
        <w:trPr>
          <w:trHeight w:val="48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E006D" w14:textId="77777777" w:rsidR="003B2AAF" w:rsidRPr="00604915" w:rsidRDefault="003B2AAF" w:rsidP="001E1135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31FA1" w14:textId="0425AE8E" w:rsidR="003B2AAF" w:rsidRPr="00604915" w:rsidRDefault="003B2AAF" w:rsidP="001E1135">
            <w:pP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zęść II - </w:t>
            </w:r>
            <w:r w:rsidRPr="00E027A6">
              <w:rPr>
                <w:rFonts w:cstheme="minorHAnsi"/>
                <w:sz w:val="16"/>
                <w:szCs w:val="16"/>
              </w:rPr>
              <w:t>Termomodernizacja hali pociągu sieciowego Sucha Beskidzka</w:t>
            </w:r>
            <w:r w:rsidRPr="00604915" w:rsidDel="00E04CE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128A6" w14:textId="77777777" w:rsidR="003B2AAF" w:rsidRPr="00604915" w:rsidRDefault="003B2AAF" w:rsidP="001E1135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356" w14:textId="77777777" w:rsidR="003B2AAF" w:rsidRPr="00604915" w:rsidRDefault="003B2AAF" w:rsidP="004E18C1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134E1" w14:textId="26B7521E" w:rsidR="003B2AAF" w:rsidRPr="00604915" w:rsidRDefault="003B2AAF" w:rsidP="001E1135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68E02" w14:textId="77777777" w:rsidR="003B2AAF" w:rsidRPr="00604915" w:rsidRDefault="003B2AAF" w:rsidP="001E1135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5DA66FE" w14:textId="19277954" w:rsidR="007F1989" w:rsidRDefault="003C1D9C" w:rsidP="001E1135">
      <w:pPr>
        <w:pStyle w:val="Akapitzlist"/>
        <w:numPr>
          <w:ilvl w:val="0"/>
          <w:numId w:val="27"/>
        </w:numPr>
        <w:spacing w:beforeLines="40" w:before="96" w:after="240"/>
        <w:contextualSpacing w:val="0"/>
        <w:rPr>
          <w:bCs/>
        </w:rPr>
      </w:pPr>
      <w:r w:rsidRPr="003C1D9C">
        <w:rPr>
          <w:bCs/>
        </w:rPr>
        <w:lastRenderedPageBreak/>
        <w:t>Oferujemy wykonanie przedmiotu Zamówienia w terminie: zgodnym z SWZ.</w:t>
      </w:r>
    </w:p>
    <w:p w14:paraId="1E78C3EC" w14:textId="7C0A653A" w:rsidR="00DC2E4C" w:rsidRPr="00063C0D" w:rsidRDefault="00DC2E4C" w:rsidP="001E1135">
      <w:pPr>
        <w:pStyle w:val="Akapitzlist"/>
        <w:numPr>
          <w:ilvl w:val="0"/>
          <w:numId w:val="3"/>
        </w:numPr>
        <w:spacing w:beforeLines="40" w:before="96" w:after="240"/>
        <w:contextualSpacing w:val="0"/>
        <w:rPr>
          <w:b/>
        </w:rPr>
      </w:pPr>
      <w:r w:rsidRPr="00063C0D">
        <w:rPr>
          <w:b/>
        </w:rPr>
        <w:t>OŚWIADCZENIA I INFORMACJE:</w:t>
      </w:r>
    </w:p>
    <w:p w14:paraId="1A0106DC" w14:textId="33692C0A" w:rsidR="00DC2E4C" w:rsidRDefault="00DC2E4C" w:rsidP="001E1135">
      <w:pPr>
        <w:pStyle w:val="Styl1"/>
        <w:jc w:val="both"/>
      </w:pPr>
      <w:r>
        <w:t>My, niżej podpisani, niniejszym oświadczamy, co następuje:</w:t>
      </w:r>
    </w:p>
    <w:p w14:paraId="3470DC65" w14:textId="41099744" w:rsidR="00B71AA7" w:rsidRDefault="00CA3294" w:rsidP="001E1135">
      <w:pPr>
        <w:pStyle w:val="Akapitzlist"/>
        <w:numPr>
          <w:ilvl w:val="0"/>
          <w:numId w:val="8"/>
        </w:numPr>
        <w:spacing w:beforeLines="40" w:before="96" w:after="240"/>
        <w:ind w:left="851" w:hanging="284"/>
        <w:contextualSpacing w:val="0"/>
        <w:jc w:val="both"/>
      </w:pPr>
      <w:r>
        <w:t>p</w:t>
      </w:r>
      <w:r w:rsidR="00957A26">
        <w:t xml:space="preserve">osiadamy </w:t>
      </w:r>
      <w:r w:rsidR="00DC2E4C">
        <w:t>niezbędną wiedzę i doświadczenie oraz dysponu</w:t>
      </w:r>
      <w:r w:rsidR="00957A26">
        <w:t xml:space="preserve">jemy potencjałem technicznym i </w:t>
      </w:r>
      <w:r w:rsidR="00DC2E4C">
        <w:t>osobami zdolnymi do wykonania Zakupu,</w:t>
      </w:r>
    </w:p>
    <w:p w14:paraId="68C3EA8D" w14:textId="77777777" w:rsidR="00B71AA7" w:rsidRDefault="00DC2E4C" w:rsidP="001E1135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</w:pPr>
      <w:r>
        <w:t>posiadamy uprawnienia do wykonywania określonych czynności, jeżeli ustawy nakładają obowiązek posiadania takich uprawnień,</w:t>
      </w:r>
    </w:p>
    <w:p w14:paraId="3F0A1796" w14:textId="77777777" w:rsidR="00B71AA7" w:rsidRDefault="00DC2E4C" w:rsidP="001E1135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</w:pPr>
      <w:r>
        <w:t xml:space="preserve">znajdujemy się w sytuacji ekonomicznej i/lub finansowej zapewniającej wykonanie Zakupu, </w:t>
      </w:r>
    </w:p>
    <w:p w14:paraId="72012A90" w14:textId="1CADBCE5" w:rsidR="00087646" w:rsidRDefault="00DC2E4C" w:rsidP="001E1135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</w:pPr>
      <w:r>
        <w:t xml:space="preserve">nie podlegamy wykluczeniu na podstawie pkt </w:t>
      </w:r>
      <w:r w:rsidR="00DE2215">
        <w:t>5.1. SWZ</w:t>
      </w:r>
      <w:r w:rsidR="00B21523">
        <w:t>,</w:t>
      </w:r>
    </w:p>
    <w:p w14:paraId="7D642CAE" w14:textId="77777777" w:rsidR="002D655E" w:rsidRDefault="00087646" w:rsidP="00AA06DA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  <w:rPr>
          <w:color w:val="000000" w:themeColor="text1"/>
        </w:rPr>
      </w:pPr>
      <w:r w:rsidRPr="00515897">
        <w:rPr>
          <w:color w:val="000000" w:themeColor="text1"/>
        </w:rPr>
        <w:t>nie zalega</w:t>
      </w:r>
      <w:r w:rsidR="007D09E5" w:rsidRPr="00515897">
        <w:rPr>
          <w:color w:val="000000" w:themeColor="text1"/>
        </w:rPr>
        <w:t>my</w:t>
      </w:r>
      <w:r w:rsidRPr="00515897">
        <w:rPr>
          <w:color w:val="000000" w:themeColor="text1"/>
        </w:rPr>
        <w:t xml:space="preserve"> z opłacaniem podatków i </w:t>
      </w:r>
      <w:r w:rsidR="007D09E5" w:rsidRPr="00515897">
        <w:rPr>
          <w:color w:val="000000" w:themeColor="text1"/>
        </w:rPr>
        <w:t>składek</w:t>
      </w:r>
      <w:r w:rsidR="0084040D" w:rsidRPr="00515897">
        <w:rPr>
          <w:color w:val="000000" w:themeColor="text1"/>
        </w:rPr>
        <w:t xml:space="preserve"> związanych z ubezpieczeniem społecznym</w:t>
      </w:r>
      <w:r w:rsidR="002D655E">
        <w:rPr>
          <w:color w:val="000000" w:themeColor="text1"/>
        </w:rPr>
        <w:t>,</w:t>
      </w:r>
    </w:p>
    <w:p w14:paraId="50CF7BBB" w14:textId="5A5F74C4" w:rsidR="00063C0D" w:rsidRPr="002A1D1F" w:rsidRDefault="00DC2E4C" w:rsidP="001E1135">
      <w:pPr>
        <w:pStyle w:val="Styl1"/>
        <w:jc w:val="both"/>
      </w:pPr>
      <w:r w:rsidRPr="002A1D1F">
        <w:t xml:space="preserve">W zakresie warunków udziału w </w:t>
      </w:r>
      <w:r w:rsidRPr="00805451">
        <w:t>Postępowaniu zamierzamy</w:t>
      </w:r>
      <w:r w:rsidR="004635E9" w:rsidRPr="00805451">
        <w:t xml:space="preserve"> </w:t>
      </w:r>
      <w:r w:rsidRPr="00805451">
        <w:t>/</w:t>
      </w:r>
      <w:r w:rsidR="004635E9" w:rsidRPr="00805451">
        <w:t xml:space="preserve"> </w:t>
      </w:r>
      <w:r w:rsidRPr="00805451">
        <w:t xml:space="preserve">nie </w:t>
      </w:r>
      <w:r w:rsidR="000F330D" w:rsidRPr="00805451">
        <w:t>*</w:t>
      </w:r>
      <w:r w:rsidRPr="00805451">
        <w:t>[wybrać właściwe] zamierzamy polegać na potencjale p</w:t>
      </w:r>
      <w:r w:rsidR="00B126A1" w:rsidRPr="00805451">
        <w:t>odmiotu udostępniającego zasoby,</w:t>
      </w:r>
      <w:r w:rsidRPr="002A1D1F">
        <w:t xml:space="preserve"> tj. …………………………….</w:t>
      </w:r>
      <w:r w:rsidR="00182584">
        <w:t xml:space="preserve"> – </w:t>
      </w:r>
      <w:r w:rsidR="00182584" w:rsidRPr="00E027A6">
        <w:rPr>
          <w:b/>
          <w:bCs/>
        </w:rPr>
        <w:t>nie dotyczy,</w:t>
      </w:r>
      <w:r w:rsidRPr="002A1D1F">
        <w:t xml:space="preserve">  </w:t>
      </w:r>
    </w:p>
    <w:p w14:paraId="42CA94B1" w14:textId="4589F7B5" w:rsidR="00063C0D" w:rsidRDefault="00DC2E4C" w:rsidP="001E1135">
      <w:pPr>
        <w:pStyle w:val="Styl1"/>
        <w:jc w:val="both"/>
      </w:pPr>
      <w:r>
        <w:t xml:space="preserve">Zapoznaliśmy się </w:t>
      </w:r>
      <w:r w:rsidR="001342C0">
        <w:t>i w pełni akceptujemy treść SWZ</w:t>
      </w:r>
      <w:r>
        <w:t xml:space="preserve"> wraz ze wszystkimi załącznikami oraz treść wyjaśn</w:t>
      </w:r>
      <w:r w:rsidR="001342C0">
        <w:t>ień i modyfikacji do SWZ</w:t>
      </w:r>
      <w:r>
        <w:t xml:space="preserve"> i nie wnosim</w:t>
      </w:r>
      <w:r w:rsidR="00B71AA7">
        <w:t xml:space="preserve">y do nich zastrzeżeń.  </w:t>
      </w:r>
    </w:p>
    <w:p w14:paraId="13EC7FBD" w14:textId="0D30FD9A" w:rsidR="009C5E9F" w:rsidRDefault="009C5E9F" w:rsidP="001E1135">
      <w:pPr>
        <w:pStyle w:val="Styl1"/>
        <w:jc w:val="both"/>
      </w:pPr>
      <w:r>
        <w:t xml:space="preserve">Akceptujemy treść </w:t>
      </w:r>
      <w:r w:rsidR="00FD6B84" w:rsidRPr="00E027A6">
        <w:t>OWZ</w:t>
      </w:r>
      <w:r w:rsidR="008707CA">
        <w:t>RB</w:t>
      </w:r>
      <w:r w:rsidRPr="001663E7">
        <w:t xml:space="preserve"> załączonych do SWZ i</w:t>
      </w:r>
      <w:r w:rsidR="000F330D" w:rsidRPr="001663E7">
        <w:t> </w:t>
      </w:r>
      <w:r w:rsidRPr="001663E7">
        <w:t>w</w:t>
      </w:r>
      <w:r w:rsidR="000F330D" w:rsidRPr="001663E7">
        <w:t> </w:t>
      </w:r>
      <w:r w:rsidRPr="001663E7">
        <w:t xml:space="preserve">przypadku wyboru naszej Oferty </w:t>
      </w:r>
      <w:r w:rsidR="002F6D71" w:rsidRPr="00E027A6">
        <w:t>przyjmiemy Zamówienie do realizacji</w:t>
      </w:r>
      <w:r w:rsidR="002F6D71">
        <w:t xml:space="preserve"> </w:t>
      </w:r>
      <w:r>
        <w:t xml:space="preserve">na warunkach określonych przez Zamawiającego. </w:t>
      </w:r>
    </w:p>
    <w:p w14:paraId="70B734D9" w14:textId="644CBEDA" w:rsidR="00063C0D" w:rsidRDefault="00DC2E4C" w:rsidP="001E1135">
      <w:pPr>
        <w:pStyle w:val="Styl1"/>
        <w:jc w:val="both"/>
      </w:pPr>
      <w:r>
        <w:t xml:space="preserve">Otrzymaliśmy konieczne informacje </w:t>
      </w:r>
      <w:r w:rsidR="001342C0">
        <w:t>do przygotowania Oferty</w:t>
      </w:r>
      <w:r>
        <w:t xml:space="preserve"> i wykonania Zamówienia.</w:t>
      </w:r>
    </w:p>
    <w:p w14:paraId="3F734DE9" w14:textId="73C47A8B" w:rsidR="00063C0D" w:rsidRDefault="007F1989" w:rsidP="001E1135">
      <w:pPr>
        <w:pStyle w:val="Styl1"/>
        <w:jc w:val="both"/>
      </w:pPr>
      <w:r>
        <w:t>Z</w:t>
      </w:r>
      <w:r w:rsidR="00DC2E4C">
        <w:t>achowamy poufność danych uzyskanych w procesie toczącego się niniejszego Postępowania.</w:t>
      </w:r>
    </w:p>
    <w:p w14:paraId="7D28D20E" w14:textId="3AE5A6CE" w:rsidR="00051955" w:rsidRDefault="001342C0" w:rsidP="001E1135">
      <w:pPr>
        <w:pStyle w:val="Styl1"/>
        <w:jc w:val="both"/>
      </w:pPr>
      <w:r>
        <w:t>Podane w Ofercie</w:t>
      </w:r>
      <w:r w:rsidR="00DC2E4C">
        <w:t xml:space="preserve"> elementy ceny obejmują przedmiot i zakres Zamówienia zgodnie z zasadami i</w:t>
      </w:r>
      <w:r w:rsidR="000F330D">
        <w:t> </w:t>
      </w:r>
      <w:r w:rsidR="00DC2E4C">
        <w:t>warunkami określonymi w SWZ</w:t>
      </w:r>
      <w:r w:rsidR="00B71AA7">
        <w:t>.</w:t>
      </w:r>
    </w:p>
    <w:p w14:paraId="2F7DE973" w14:textId="21FF6825" w:rsidR="00063C0D" w:rsidRDefault="007F1989" w:rsidP="001E1135">
      <w:pPr>
        <w:pStyle w:val="Styl1"/>
      </w:pPr>
      <w:r>
        <w:t>J</w:t>
      </w:r>
      <w:r w:rsidR="00DC2E4C">
        <w:t>esteśmy zdolni do wykonania przedmiotu Zamówienia zgodnie z wymaganiami podanymi w SWZ.</w:t>
      </w:r>
    </w:p>
    <w:p w14:paraId="0C719D66" w14:textId="77777777" w:rsidR="00DC2E4C" w:rsidRDefault="00B126A1" w:rsidP="001E1135">
      <w:pPr>
        <w:pStyle w:val="Styl1"/>
      </w:pPr>
      <w:r>
        <w:t>Oświadczamy, że</w:t>
      </w:r>
      <w:r w:rsidR="00DC2E4C">
        <w:t xml:space="preserve">: </w:t>
      </w:r>
    </w:p>
    <w:p w14:paraId="7DB00381" w14:textId="77777777" w:rsidR="00DC2E4C" w:rsidRDefault="00DC2E4C" w:rsidP="001E1135">
      <w:pPr>
        <w:spacing w:before="40" w:after="240"/>
        <w:ind w:left="587"/>
        <w:jc w:val="both"/>
      </w:pPr>
      <w:r>
        <w:rPr>
          <w:rFonts w:ascii="Segoe UI Symbol" w:hAnsi="Segoe UI Symbol" w:cs="Segoe UI Symbol"/>
        </w:rPr>
        <w:t>☐</w:t>
      </w:r>
      <w:r>
        <w:t xml:space="preserve">   Przedmiot Zamó</w:t>
      </w:r>
      <w:r w:rsidR="00B126A1">
        <w:t>wienia wykonamy siłami własnymi,</w:t>
      </w:r>
    </w:p>
    <w:p w14:paraId="64836791" w14:textId="77777777" w:rsidR="00B71AA7" w:rsidRDefault="00DC2E4C" w:rsidP="001E1135">
      <w:pPr>
        <w:spacing w:before="40" w:after="240"/>
        <w:ind w:left="119" w:firstLine="468"/>
        <w:jc w:val="both"/>
      </w:pPr>
      <w:r>
        <w:rPr>
          <w:rFonts w:ascii="Segoe UI Symbol" w:hAnsi="Segoe UI Symbol" w:cs="Segoe UI Symbol"/>
        </w:rPr>
        <w:t>☐</w:t>
      </w:r>
      <w:r>
        <w:t xml:space="preserve">   Powierzymy realizację następujących części/zakresu podwykonawcom</w:t>
      </w:r>
      <w:r w:rsidR="00B126A1">
        <w:t>.</w:t>
      </w:r>
      <w:r>
        <w:t xml:space="preserve"> </w:t>
      </w:r>
    </w:p>
    <w:tbl>
      <w:tblPr>
        <w:tblStyle w:val="Tabela-Siatka1"/>
        <w:tblpPr w:leftFromText="141" w:rightFromText="141" w:vertAnchor="text" w:horzAnchor="margin" w:tblpX="562" w:tblpY="24"/>
        <w:tblW w:w="7862" w:type="dxa"/>
        <w:tblLook w:val="04A0" w:firstRow="1" w:lastRow="0" w:firstColumn="1" w:lastColumn="0" w:noHBand="0" w:noVBand="1"/>
      </w:tblPr>
      <w:tblGrid>
        <w:gridCol w:w="552"/>
        <w:gridCol w:w="1604"/>
        <w:gridCol w:w="5706"/>
      </w:tblGrid>
      <w:tr w:rsidR="005A2AB4" w:rsidRPr="00B71AA7" w14:paraId="285435A4" w14:textId="77777777" w:rsidTr="005A2AB4">
        <w:tc>
          <w:tcPr>
            <w:tcW w:w="555" w:type="dxa"/>
            <w:shd w:val="clear" w:color="auto" w:fill="1A7466" w:themeFill="text2"/>
          </w:tcPr>
          <w:p w14:paraId="202921AF" w14:textId="39A615E6" w:rsidR="005A2AB4" w:rsidRPr="006454D6" w:rsidRDefault="005A2AB4" w:rsidP="001E1135">
            <w:pPr>
              <w:spacing w:before="120" w:after="120" w:line="276" w:lineRule="auto"/>
              <w:ind w:right="-284"/>
              <w:jc w:val="both"/>
              <w:rPr>
                <w:rFonts w:eastAsia="Times New Roman" w:cs="Calibri"/>
                <w:b/>
                <w:szCs w:val="18"/>
                <w:lang w:eastAsia="pl-PL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Lp.</w:t>
            </w:r>
          </w:p>
        </w:tc>
        <w:tc>
          <w:tcPr>
            <w:tcW w:w="1389" w:type="dxa"/>
            <w:shd w:val="clear" w:color="auto" w:fill="1A7466" w:themeFill="text2"/>
          </w:tcPr>
          <w:p w14:paraId="64FE01A7" w14:textId="09C1A654" w:rsidR="005A2AB4" w:rsidRPr="006454D6" w:rsidRDefault="005A2AB4" w:rsidP="001E1135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Cs w:val="18"/>
                <w:lang w:eastAsia="pl-PL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Nazwa i adres podwykonawcy (jeżeli są znani)</w:t>
            </w:r>
          </w:p>
        </w:tc>
        <w:tc>
          <w:tcPr>
            <w:tcW w:w="5918" w:type="dxa"/>
            <w:shd w:val="clear" w:color="auto" w:fill="1A7466" w:themeFill="text2"/>
          </w:tcPr>
          <w:p w14:paraId="2FDD10EB" w14:textId="77777777" w:rsidR="005A2AB4" w:rsidRPr="00895871" w:rsidRDefault="005A2AB4" w:rsidP="001E1135">
            <w:pPr>
              <w:spacing w:after="80"/>
              <w:jc w:val="center"/>
              <w:rPr>
                <w:rFonts w:ascii="Verdana" w:hAnsi="Verdana"/>
                <w:b/>
                <w:color w:val="000000"/>
                <w:sz w:val="16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Zakres zamówienia,</w:t>
            </w:r>
          </w:p>
          <w:p w14:paraId="7F923DA7" w14:textId="4EDEE122" w:rsidR="005A2AB4" w:rsidRPr="006454D6" w:rsidRDefault="005A2AB4" w:rsidP="001E1135">
            <w:pPr>
              <w:spacing w:before="120" w:after="120" w:line="276" w:lineRule="auto"/>
              <w:ind w:right="-284"/>
              <w:jc w:val="center"/>
              <w:rPr>
                <w:rFonts w:eastAsia="Times New Roman" w:cs="Calibri"/>
                <w:b/>
                <w:szCs w:val="18"/>
                <w:lang w:eastAsia="pl-PL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który zostanie powierzony podwykonawcy</w:t>
            </w:r>
          </w:p>
        </w:tc>
      </w:tr>
      <w:tr w:rsidR="00B71AA7" w:rsidRPr="00B71AA7" w14:paraId="3E12E42B" w14:textId="77777777" w:rsidTr="005A2AB4">
        <w:tc>
          <w:tcPr>
            <w:tcW w:w="555" w:type="dxa"/>
          </w:tcPr>
          <w:p w14:paraId="419AA5BA" w14:textId="77777777" w:rsidR="00B71AA7" w:rsidRPr="006454D6" w:rsidRDefault="00B71AA7" w:rsidP="001E1135">
            <w:pPr>
              <w:spacing w:before="120" w:after="120" w:line="276" w:lineRule="auto"/>
              <w:ind w:left="29" w:right="-284"/>
              <w:jc w:val="both"/>
              <w:rPr>
                <w:rFonts w:eastAsia="Times New Roman" w:cs="Calibri"/>
                <w:szCs w:val="18"/>
                <w:lang w:eastAsia="pl-PL"/>
              </w:rPr>
            </w:pPr>
          </w:p>
        </w:tc>
        <w:tc>
          <w:tcPr>
            <w:tcW w:w="1389" w:type="dxa"/>
          </w:tcPr>
          <w:p w14:paraId="64D49F8B" w14:textId="77777777" w:rsidR="00B71AA7" w:rsidRPr="006454D6" w:rsidRDefault="00B71AA7" w:rsidP="001E1135">
            <w:pPr>
              <w:spacing w:before="120" w:after="120" w:line="276" w:lineRule="auto"/>
              <w:ind w:left="175" w:right="-284"/>
              <w:jc w:val="both"/>
              <w:rPr>
                <w:rFonts w:eastAsia="Times New Roman" w:cs="Calibri"/>
                <w:szCs w:val="18"/>
                <w:lang w:eastAsia="pl-PL"/>
              </w:rPr>
            </w:pPr>
          </w:p>
        </w:tc>
        <w:tc>
          <w:tcPr>
            <w:tcW w:w="5918" w:type="dxa"/>
          </w:tcPr>
          <w:p w14:paraId="4BF98291" w14:textId="77777777" w:rsidR="00B71AA7" w:rsidRPr="006454D6" w:rsidRDefault="00B71AA7" w:rsidP="001E1135">
            <w:pPr>
              <w:spacing w:before="120" w:after="120" w:line="276" w:lineRule="auto"/>
              <w:ind w:left="1571" w:right="-284" w:hanging="851"/>
              <w:jc w:val="both"/>
              <w:rPr>
                <w:rFonts w:eastAsia="Times New Roman" w:cs="Calibri"/>
                <w:szCs w:val="18"/>
                <w:lang w:eastAsia="pl-PL"/>
              </w:rPr>
            </w:pPr>
          </w:p>
        </w:tc>
      </w:tr>
    </w:tbl>
    <w:p w14:paraId="75C82A3F" w14:textId="77777777" w:rsidR="00B71AA7" w:rsidRDefault="00B71AA7" w:rsidP="001E1135">
      <w:pPr>
        <w:jc w:val="both"/>
      </w:pPr>
    </w:p>
    <w:p w14:paraId="1B09B0EB" w14:textId="77777777" w:rsidR="00B71AA7" w:rsidRDefault="00B71AA7" w:rsidP="001E1135">
      <w:pPr>
        <w:jc w:val="both"/>
      </w:pPr>
    </w:p>
    <w:p w14:paraId="5DD4EEED" w14:textId="77777777" w:rsidR="00B71AA7" w:rsidRDefault="00B71AA7" w:rsidP="001E1135">
      <w:pPr>
        <w:jc w:val="both"/>
      </w:pPr>
    </w:p>
    <w:p w14:paraId="4CDEE5D8" w14:textId="77777777" w:rsidR="00B71AA7" w:rsidRDefault="00B71AA7" w:rsidP="001E1135">
      <w:pPr>
        <w:jc w:val="both"/>
      </w:pPr>
    </w:p>
    <w:p w14:paraId="1E2470F4" w14:textId="77777777" w:rsidR="00B71AA7" w:rsidRDefault="00B71AA7" w:rsidP="001E1135">
      <w:pPr>
        <w:jc w:val="both"/>
      </w:pPr>
    </w:p>
    <w:p w14:paraId="770E002D" w14:textId="77777777" w:rsidR="00B71AA7" w:rsidRDefault="00B71AA7" w:rsidP="001E1135">
      <w:pPr>
        <w:jc w:val="both"/>
      </w:pPr>
    </w:p>
    <w:p w14:paraId="6F29BFBF" w14:textId="77777777" w:rsidR="00DC2E4C" w:rsidRDefault="00DC2E4C" w:rsidP="001E1135">
      <w:pPr>
        <w:jc w:val="both"/>
      </w:pPr>
      <w:r>
        <w:tab/>
      </w:r>
      <w:r>
        <w:tab/>
      </w:r>
    </w:p>
    <w:p w14:paraId="2FADF6E7" w14:textId="7A057B77" w:rsidR="00063C0D" w:rsidRDefault="007F1989" w:rsidP="001E1135">
      <w:pPr>
        <w:pStyle w:val="Styl1"/>
      </w:pPr>
      <w:r>
        <w:t>P</w:t>
      </w:r>
      <w:r w:rsidR="001342C0">
        <w:t>rzedmiot Oferty</w:t>
      </w:r>
      <w:r w:rsidR="00DC2E4C">
        <w:t xml:space="preserve"> jest zgodny z opisem Przedmiotu Zamówienia.</w:t>
      </w:r>
    </w:p>
    <w:p w14:paraId="3FE5C0C7" w14:textId="452F9E59" w:rsidR="00063C0D" w:rsidRDefault="007F1989" w:rsidP="001E1135">
      <w:pPr>
        <w:pStyle w:val="Styl1"/>
        <w:jc w:val="both"/>
      </w:pPr>
      <w:r>
        <w:t>A</w:t>
      </w:r>
      <w:r w:rsidR="00DC2E4C">
        <w:t xml:space="preserve">kceptujemy termin realizacji Zamówienia wskazany przez Zamawiającego w SWZ, wraz z terminami cząstkowymi (pośrednimi). </w:t>
      </w:r>
    </w:p>
    <w:p w14:paraId="6C21695B" w14:textId="4BF79321" w:rsidR="00063C0D" w:rsidRDefault="00DC2E4C" w:rsidP="00E027A6">
      <w:pPr>
        <w:pStyle w:val="Styl1"/>
        <w:jc w:val="both"/>
      </w:pPr>
      <w:r>
        <w:t>Uważamy się za związanych niniejszą Ofertą na czas wskazany w SWZ, tj. przez okres</w:t>
      </w:r>
      <w:r w:rsidR="00B2689D">
        <w:t xml:space="preserve"> </w:t>
      </w:r>
      <w:sdt>
        <w:sdtPr>
          <w:rPr>
            <w:rFonts w:cstheme="minorHAnsi"/>
            <w:b/>
            <w:bCs/>
          </w:rPr>
          <w:alias w:val="AUTOMAT - NIE uzupełniaj"/>
          <w:tag w:val=""/>
          <w:id w:val="-1429110221"/>
          <w:placeholder>
            <w:docPart w:val="ADC284D3D11A4C86B85BE5680F648E3B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ED3FB2">
            <w:rPr>
              <w:rFonts w:cstheme="minorHAnsi"/>
              <w:b/>
              <w:bCs/>
            </w:rPr>
            <w:t>60 dni</w:t>
          </w:r>
        </w:sdtContent>
      </w:sdt>
      <w:r w:rsidR="00B2689D">
        <w:rPr>
          <w:rFonts w:cstheme="minorHAnsi"/>
        </w:rPr>
        <w:t xml:space="preserve"> </w:t>
      </w:r>
      <w:r>
        <w:t>od upływu terminu składania Ofert.</w:t>
      </w:r>
    </w:p>
    <w:p w14:paraId="58D3CACF" w14:textId="77777777" w:rsidR="00DC2E4C" w:rsidRDefault="00B71AA7" w:rsidP="001E1135">
      <w:pPr>
        <w:pStyle w:val="Styl1"/>
      </w:pPr>
      <w:r>
        <w:t>Informujemy, że</w:t>
      </w:r>
      <w:r w:rsidR="00DC2E4C">
        <w:t>:</w:t>
      </w:r>
    </w:p>
    <w:p w14:paraId="50183FB0" w14:textId="44CE1AB3" w:rsidR="00DC2E4C" w:rsidRDefault="00DC2E4C" w:rsidP="001E1135">
      <w:pPr>
        <w:spacing w:before="40" w:after="240"/>
        <w:ind w:left="993" w:hanging="349"/>
        <w:jc w:val="both"/>
      </w:pPr>
      <w:r>
        <w:rPr>
          <w:rFonts w:ascii="Segoe UI Symbol" w:hAnsi="Segoe UI Symbol" w:cs="Segoe UI Symbol"/>
        </w:rPr>
        <w:lastRenderedPageBreak/>
        <w:t>☐</w:t>
      </w:r>
      <w:r w:rsidR="0008511F">
        <w:tab/>
      </w:r>
      <w:r w:rsidR="001342C0">
        <w:t>niniejsza Oferta</w:t>
      </w:r>
      <w:r>
        <w:t xml:space="preserve"> oraz wszelkie załączniki są jawne i nie zawierają informacji stanowiących tajemnicę przedsiębiorstwa</w:t>
      </w:r>
      <w:r w:rsidR="00957A26">
        <w:t>,</w:t>
      </w:r>
      <w:r>
        <w:t xml:space="preserve"> </w:t>
      </w:r>
    </w:p>
    <w:p w14:paraId="4D5030A2" w14:textId="77777777" w:rsidR="00DC2E4C" w:rsidRDefault="00DC2E4C" w:rsidP="001E1135">
      <w:pPr>
        <w:spacing w:before="40" w:after="240"/>
        <w:ind w:left="993" w:hanging="349"/>
        <w:jc w:val="both"/>
      </w:pPr>
      <w:r>
        <w:rPr>
          <w:rFonts w:ascii="Segoe UI Symbol" w:hAnsi="Segoe UI Symbol" w:cs="Segoe UI Symbol"/>
        </w:rPr>
        <w:t>☐</w:t>
      </w:r>
      <w:r>
        <w:tab/>
        <w:t>informacje stanowiące tajemnicę przedsiębiorstwa w rozumieniu przepisów ustawy o zwalczaniu nieuczciwej konkurencji - które jako takie nie mogą być udostępnianie innym uczestnikom Postępowania – zostały złożone w Sekcji Systemu Zakupowego GK PGE „Dokumenty” w katalogu „Dokument niejawny (tajemnica przedsiębiorstwa). Do Oferty załączamy uzasa</w:t>
      </w:r>
      <w:r w:rsidR="00B126A1">
        <w:t>dnienie zastrzeżenia informacji.</w:t>
      </w:r>
    </w:p>
    <w:p w14:paraId="43D9F5CC" w14:textId="5673B41E" w:rsidR="00034147" w:rsidRDefault="00034147" w:rsidP="001E1135">
      <w:pPr>
        <w:pStyle w:val="Styl1"/>
        <w:jc w:val="both"/>
      </w:pPr>
      <w:r>
        <w:t xml:space="preserve">Wadium w kwocie </w:t>
      </w:r>
      <w:sdt>
        <w:sdtPr>
          <w:alias w:val="AUTOMAT - NIE uzupełniaj"/>
          <w:tag w:val=""/>
          <w:id w:val="-614981197"/>
          <w:placeholder>
            <w:docPart w:val="D46E1E2F7E2E4E8DB3A2D380EA9633BF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CE485A" w:rsidRPr="00CE485A">
            <w:t>wskaż wartość wadium</w:t>
          </w:r>
        </w:sdtContent>
      </w:sdt>
      <w:r>
        <w:t xml:space="preserve"> zł zostało wniesione w dniu .</w:t>
      </w:r>
      <w:r w:rsidRPr="00E027A6">
        <w:rPr>
          <w:strike/>
        </w:rPr>
        <w:t>.................................</w:t>
      </w:r>
      <w:r>
        <w:t xml:space="preserve">... </w:t>
      </w:r>
      <w:r w:rsidR="008707CA">
        <w:br/>
      </w:r>
      <w:r>
        <w:t>w formie .</w:t>
      </w:r>
      <w:r w:rsidRPr="00E027A6">
        <w:rPr>
          <w:strike/>
        </w:rPr>
        <w:t>..................................................</w:t>
      </w:r>
      <w:r>
        <w:t>. (potwierdzenie w załączeniu).</w:t>
      </w:r>
      <w:r w:rsidR="001663E7">
        <w:t xml:space="preserve"> – nie dotyczy</w:t>
      </w:r>
    </w:p>
    <w:p w14:paraId="18668DB2" w14:textId="15EF8404" w:rsidR="00DC2E4C" w:rsidRDefault="00034147" w:rsidP="001E1135">
      <w:pPr>
        <w:pStyle w:val="Styl1"/>
        <w:jc w:val="both"/>
      </w:pPr>
      <w:r>
        <w:t xml:space="preserve">Oświadczamy, że do rozliczeń związanych z realizacją przedmiotu Zakupu wskazujemy numer rachunku ..................................................................................... prowadzony przez bank ................................................. </w:t>
      </w:r>
    </w:p>
    <w:p w14:paraId="3156AD26" w14:textId="5306DE7F" w:rsidR="0035204E" w:rsidRDefault="0008511F" w:rsidP="001E1135">
      <w:pPr>
        <w:pStyle w:val="Styl1"/>
        <w:jc w:val="both"/>
      </w:pPr>
      <w:r>
        <w:t>P</w:t>
      </w:r>
      <w:r w:rsidR="00DC2E4C">
        <w:t>rzedstawione w Ofe</w:t>
      </w:r>
      <w:r w:rsidR="001342C0">
        <w:t>rcie</w:t>
      </w:r>
      <w:r w:rsidR="00DC2E4C">
        <w:t xml:space="preserve"> informacje o</w:t>
      </w:r>
      <w:r w:rsidR="001342C0">
        <w:t>raz załączone do Oferty</w:t>
      </w:r>
      <w:r w:rsidR="00DC2E4C">
        <w:t xml:space="preserve"> dokumenty oraz oświadczenia opisują stan faktyczny i prawny, aktualny na</w:t>
      </w:r>
      <w:r w:rsidR="001342C0">
        <w:t xml:space="preserve"> dzień składania Oferty</w:t>
      </w:r>
      <w:r w:rsidR="00DC2E4C">
        <w:t>.</w:t>
      </w:r>
    </w:p>
    <w:p w14:paraId="653D4938" w14:textId="5FBC8760" w:rsidR="0035204E" w:rsidRPr="00D15E2A" w:rsidRDefault="00DC2E4C" w:rsidP="001E1135">
      <w:pPr>
        <w:pStyle w:val="Styl1"/>
        <w:jc w:val="both"/>
      </w:pPr>
      <w:r>
        <w:t xml:space="preserve">Oświadczamy, że zapoznaliśmy się z zasadami określonymi w Kodeksie Postępowania dla Partnerów Biznesowych Spółek GK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</w:t>
      </w:r>
      <w:r w:rsidRPr="00D15E2A">
        <w:t xml:space="preserve">nasi pracownicy, współpracownicy, podwykonawcy lub osoby, przy pomocy których </w:t>
      </w:r>
      <w:r w:rsidR="00F3441E" w:rsidRPr="00D15E2A">
        <w:t xml:space="preserve">nastąpi świadczenie </w:t>
      </w:r>
      <w:sdt>
        <w:sdtPr>
          <w:rPr>
            <w:rFonts w:cstheme="minorHAnsi"/>
          </w:rPr>
          <w:alias w:val="Wskaż prawidłową wartość"/>
          <w:tag w:val=""/>
          <w:id w:val="1664437400"/>
          <w:placeholder>
            <w:docPart w:val="C2586C26C0144775AE1B0815726EF41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>
            <w:rPr>
              <w:rFonts w:cstheme="minorHAnsi"/>
            </w:rPr>
            <w:t>robót budowlanych</w:t>
          </w:r>
        </w:sdtContent>
      </w:sdt>
      <w:r w:rsidRPr="00D15E2A">
        <w:t xml:space="preserve"> przestrzegali postanowień wyżej wymienionych dokumentów.</w:t>
      </w:r>
    </w:p>
    <w:p w14:paraId="7B2ECEF1" w14:textId="2B8988C8" w:rsidR="0035204E" w:rsidRPr="007F1989" w:rsidRDefault="00A3224A" w:rsidP="001E1135">
      <w:pPr>
        <w:pStyle w:val="Styl1"/>
        <w:jc w:val="both"/>
      </w:pPr>
      <w:r w:rsidRPr="00613350">
        <w:t xml:space="preserve">W przypadku, gdy realizacja przez nas Zamówienia </w:t>
      </w:r>
      <w:r w:rsidR="003B6F88">
        <w:t xml:space="preserve">będzie wymagała </w:t>
      </w:r>
      <w:r w:rsidR="00DC2E4C" w:rsidRPr="007F1989">
        <w:t xml:space="preserve">powierzenia przez PGE danych osobowych do przetwarzania, zobowiązujemy się do przyjęcia wszystkich obowiązków wynikających z art. 28 RODO, </w:t>
      </w:r>
      <w:r w:rsidR="00DC2E4C" w:rsidRPr="002A3196">
        <w:t>przedstawimy wypełnioną Ankietę dla Przetwarzającego i zapewnimy wystarczające gwarancje wdrożenia odpowiednich środków technicznych i organizacyjnych</w:t>
      </w:r>
      <w:r w:rsidR="00DC2E4C" w:rsidRPr="007F1989">
        <w:t>, aby przetwarzanie danych osobowych spełniało wymogi wynikające z obowiązujących przepisów o ochronie danych osobowych oraz przepisów Rozporządzenia (ogólne rozporządzenie o ochronie danych) – dalej: „RODO”, mających zastosowanie i chroniło prawa osób, których dane dotyczą.</w:t>
      </w:r>
    </w:p>
    <w:p w14:paraId="4DC5FF71" w14:textId="77777777" w:rsidR="0035204E" w:rsidRPr="007F1989" w:rsidRDefault="00DC2E4C" w:rsidP="001E1135">
      <w:pPr>
        <w:pStyle w:val="Styl1"/>
        <w:jc w:val="both"/>
      </w:pPr>
      <w:r w:rsidRPr="007F1989"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3FE570AF" w14:textId="77777777" w:rsidR="0035204E" w:rsidRPr="007F1989" w:rsidRDefault="00DC2E4C" w:rsidP="001E1135">
      <w:pPr>
        <w:pStyle w:val="Styl1"/>
        <w:jc w:val="both"/>
      </w:pPr>
      <w:r w:rsidRPr="007F1989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(UWAGA: W przypadku,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</w:t>
      </w:r>
      <w:r w:rsidR="0035204E" w:rsidRPr="007F1989">
        <w:t>.</w:t>
      </w:r>
    </w:p>
    <w:p w14:paraId="6020D339" w14:textId="574B5962" w:rsidR="0035204E" w:rsidRPr="007F1989" w:rsidRDefault="00DC2E4C" w:rsidP="001E1135">
      <w:pPr>
        <w:pStyle w:val="Styl1"/>
        <w:jc w:val="both"/>
      </w:pPr>
      <w:r w:rsidRPr="007F1989">
        <w:t>Przekazywane przez nas dane osobowe mogą być wykorzystane wyłącznie w celach związanych z</w:t>
      </w:r>
      <w:r w:rsidR="00152803">
        <w:t> </w:t>
      </w:r>
      <w:r w:rsidRPr="007F1989">
        <w:t xml:space="preserve">prowadzonym Postępowaniem niepublicznym nr </w:t>
      </w:r>
      <w:sdt>
        <w:sdtPr>
          <w:rPr>
            <w:b/>
            <w:bCs/>
          </w:rPr>
          <w:alias w:val="AUTOMAT - NIE uzupełniaj"/>
          <w:tag w:val=""/>
          <w:id w:val="-1632242391"/>
          <w:placeholder>
            <w:docPart w:val="F59E815B350F48B89AC01033A6BED1F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7D7B95">
            <w:rPr>
              <w:b/>
              <w:bCs/>
            </w:rPr>
            <w:t>POST/HZ/EK/HZL/00495/2025</w:t>
          </w:r>
        </w:sdtContent>
      </w:sdt>
      <w:r w:rsidR="007E2E4A">
        <w:rPr>
          <w:b/>
          <w:bCs/>
        </w:rPr>
        <w:t>.</w:t>
      </w:r>
    </w:p>
    <w:p w14:paraId="66540FE4" w14:textId="6FEB769C" w:rsidR="00DC2E4C" w:rsidRDefault="001342C0" w:rsidP="001E1135">
      <w:pPr>
        <w:pStyle w:val="Styl1"/>
        <w:jc w:val="both"/>
      </w:pPr>
      <w:r>
        <w:t>Załącznikami do Oferty</w:t>
      </w:r>
      <w:r w:rsidR="00DC2E4C">
        <w:t xml:space="preserve"> są (prosimy wymienić wszystkie załączniki):</w:t>
      </w:r>
    </w:p>
    <w:p w14:paraId="41F28408" w14:textId="77777777" w:rsidR="0035204E" w:rsidRDefault="00DC2E4C" w:rsidP="001E1135">
      <w:pPr>
        <w:pStyle w:val="Akapitzlist"/>
        <w:numPr>
          <w:ilvl w:val="0"/>
          <w:numId w:val="4"/>
        </w:numPr>
        <w:spacing w:before="40" w:after="240"/>
        <w:ind w:left="851"/>
        <w:contextualSpacing w:val="0"/>
        <w:jc w:val="both"/>
      </w:pPr>
      <w:r>
        <w:t>__________________________________________</w:t>
      </w:r>
    </w:p>
    <w:p w14:paraId="545BDF10" w14:textId="1F9361B8" w:rsidR="000A4AD0" w:rsidRPr="000A4AD0" w:rsidRDefault="00DC2E4C" w:rsidP="001542B0">
      <w:pPr>
        <w:pStyle w:val="Akapitzlist"/>
        <w:numPr>
          <w:ilvl w:val="0"/>
          <w:numId w:val="4"/>
        </w:numPr>
        <w:tabs>
          <w:tab w:val="left" w:pos="851"/>
        </w:tabs>
        <w:suppressAutoHyphens/>
        <w:spacing w:before="40" w:after="0" w:line="276" w:lineRule="auto"/>
        <w:ind w:left="851" w:hanging="425"/>
        <w:jc w:val="both"/>
        <w:rPr>
          <w:rFonts w:eastAsia="Times New Roman" w:cs="Calibri"/>
          <w:szCs w:val="18"/>
        </w:rPr>
      </w:pPr>
      <w:r>
        <w:t>__________________________________________</w:t>
      </w:r>
    </w:p>
    <w:p w14:paraId="042A0ABC" w14:textId="77777777" w:rsidR="000A4AD0" w:rsidRDefault="000A4AD0" w:rsidP="000A4AD0">
      <w:pPr>
        <w:tabs>
          <w:tab w:val="left" w:pos="851"/>
        </w:tabs>
        <w:suppressAutoHyphens/>
        <w:spacing w:before="40" w:after="0" w:line="276" w:lineRule="auto"/>
        <w:ind w:left="709"/>
        <w:jc w:val="both"/>
        <w:rPr>
          <w:rFonts w:eastAsia="Times New Roman" w:cs="Calibri"/>
          <w:szCs w:val="18"/>
        </w:rPr>
      </w:pPr>
    </w:p>
    <w:p w14:paraId="058F6067" w14:textId="363AADCB" w:rsidR="000A4AD0" w:rsidRPr="000A4AD0" w:rsidRDefault="000A4AD0" w:rsidP="000A4AD0">
      <w:pPr>
        <w:tabs>
          <w:tab w:val="left" w:pos="851"/>
        </w:tabs>
        <w:suppressAutoHyphens/>
        <w:spacing w:before="40" w:after="0" w:line="276" w:lineRule="auto"/>
        <w:ind w:left="709"/>
        <w:jc w:val="both"/>
        <w:rPr>
          <w:rFonts w:eastAsia="Times New Roman" w:cs="Calibri"/>
          <w:szCs w:val="18"/>
        </w:rPr>
      </w:pPr>
      <w:r w:rsidRPr="000A4AD0">
        <w:rPr>
          <w:rFonts w:eastAsia="Times New Roman" w:cs="Calibri"/>
          <w:szCs w:val="18"/>
        </w:rPr>
        <w:t xml:space="preserve">___________________, dn. ___________       ___________________________________________                               </w:t>
      </w:r>
    </w:p>
    <w:p w14:paraId="6871F6A4" w14:textId="77777777" w:rsidR="000A4AD0" w:rsidRPr="00225CCB" w:rsidRDefault="000A4AD0" w:rsidP="000A4AD0">
      <w:pPr>
        <w:tabs>
          <w:tab w:val="left" w:pos="851"/>
        </w:tabs>
        <w:suppressAutoHyphens/>
        <w:spacing w:after="0"/>
        <w:ind w:left="5529" w:right="68"/>
        <w:jc w:val="both"/>
        <w:rPr>
          <w:rFonts w:eastAsia="Times New Roman" w:cs="Calibri"/>
          <w:i/>
          <w:sz w:val="14"/>
          <w:szCs w:val="14"/>
        </w:rPr>
      </w:pPr>
      <w:r w:rsidRPr="00225CCB">
        <w:rPr>
          <w:rFonts w:eastAsia="Times New Roman" w:cs="Calibri"/>
          <w:i/>
          <w:sz w:val="14"/>
          <w:szCs w:val="14"/>
        </w:rPr>
        <w:t xml:space="preserve">Podpis(-y) osoby(-ób) uprawnionej(-ych) do składania oświadczeń woli w imieniu Wykonawcy </w:t>
      </w:r>
    </w:p>
    <w:p w14:paraId="01265EBC" w14:textId="770FE201" w:rsidR="009446DE" w:rsidRDefault="009446DE" w:rsidP="001E1135">
      <w:pPr>
        <w:rPr>
          <w:rFonts w:eastAsia="Times New Roman" w:cs="Times New Roman"/>
          <w:b/>
          <w:szCs w:val="18"/>
        </w:rPr>
      </w:pPr>
    </w:p>
    <w:p w14:paraId="520B27C3" w14:textId="06842802" w:rsidR="00511BEA" w:rsidRDefault="00511BEA" w:rsidP="00B0415A">
      <w:pPr>
        <w:pStyle w:val="Akapitzlist"/>
        <w:jc w:val="center"/>
        <w:outlineLvl w:val="0"/>
        <w:rPr>
          <w:rFonts w:eastAsia="Times New Roman" w:cs="Times New Roman"/>
          <w:b/>
          <w:szCs w:val="18"/>
        </w:rPr>
      </w:pPr>
      <w:r w:rsidRPr="00511BEA">
        <w:rPr>
          <w:rFonts w:eastAsia="Times New Roman" w:cs="Times New Roman"/>
          <w:b/>
          <w:szCs w:val="18"/>
        </w:rPr>
        <w:t>ZAŁĄCZNIK NR 2</w:t>
      </w:r>
      <w:r w:rsidR="00FF0540">
        <w:rPr>
          <w:rFonts w:eastAsia="Times New Roman" w:cs="Times New Roman"/>
          <w:b/>
          <w:szCs w:val="18"/>
        </w:rPr>
        <w:t>a</w:t>
      </w:r>
      <w:r w:rsidR="00AD0A7D">
        <w:rPr>
          <w:rFonts w:eastAsia="Times New Roman" w:cs="Times New Roman"/>
          <w:b/>
          <w:szCs w:val="18"/>
        </w:rPr>
        <w:t>/2</w:t>
      </w:r>
      <w:r w:rsidR="00FF0540">
        <w:rPr>
          <w:rFonts w:eastAsia="Times New Roman" w:cs="Times New Roman"/>
          <w:b/>
          <w:szCs w:val="18"/>
        </w:rPr>
        <w:t>b</w:t>
      </w:r>
      <w:r w:rsidRPr="00511BEA">
        <w:rPr>
          <w:rFonts w:eastAsia="Times New Roman" w:cs="Times New Roman"/>
          <w:b/>
          <w:szCs w:val="18"/>
        </w:rPr>
        <w:t xml:space="preserve"> DO SWZ – </w:t>
      </w:r>
      <w:r w:rsidR="00AD0A7D">
        <w:rPr>
          <w:rFonts w:eastAsia="Times New Roman" w:cs="Times New Roman"/>
          <w:b/>
          <w:szCs w:val="18"/>
        </w:rPr>
        <w:t>KOSZTORYS WYKONAWCY DO OFERTY</w:t>
      </w:r>
    </w:p>
    <w:p w14:paraId="526D1474" w14:textId="77777777" w:rsidR="00250A1C" w:rsidRDefault="00250A1C" w:rsidP="007E560C">
      <w:pPr>
        <w:pStyle w:val="Akapitzlist"/>
        <w:jc w:val="center"/>
        <w:rPr>
          <w:rFonts w:eastAsia="Times New Roman" w:cs="Times New Roman"/>
          <w:b/>
          <w:szCs w:val="18"/>
        </w:rPr>
      </w:pPr>
    </w:p>
    <w:p w14:paraId="32685DED" w14:textId="77777777" w:rsidR="00250A1C" w:rsidRPr="00367C9A" w:rsidRDefault="00250A1C" w:rsidP="007E560C">
      <w:pPr>
        <w:jc w:val="center"/>
        <w:rPr>
          <w:b/>
        </w:rPr>
      </w:pPr>
      <w:r>
        <w:rPr>
          <w:b/>
        </w:rPr>
        <w:t>[w osobnym dokumencie]</w:t>
      </w:r>
    </w:p>
    <w:p w14:paraId="3D9FB17A" w14:textId="77777777" w:rsidR="00250A1C" w:rsidRPr="00511BEA" w:rsidRDefault="00250A1C" w:rsidP="007E560C">
      <w:pPr>
        <w:pStyle w:val="Akapitzlist"/>
        <w:jc w:val="center"/>
        <w:rPr>
          <w:rFonts w:eastAsia="Times New Roman" w:cs="Times New Roman"/>
          <w:b/>
          <w:szCs w:val="18"/>
        </w:rPr>
      </w:pPr>
    </w:p>
    <w:p w14:paraId="7B3E3EF3" w14:textId="1B0579B9" w:rsidR="006C355D" w:rsidRDefault="00564E7C" w:rsidP="007E560C">
      <w:pPr>
        <w:rPr>
          <w:rFonts w:ascii="Trebuchet MS" w:eastAsia="Times New Roman" w:hAnsi="Trebuchet MS" w:cs="Arial"/>
          <w:b/>
          <w:color w:val="1A7466" w:themeColor="text2"/>
          <w:sz w:val="32"/>
          <w:szCs w:val="32"/>
          <w:u w:val="single"/>
        </w:rPr>
      </w:pPr>
      <w:r>
        <w:rPr>
          <w:rFonts w:ascii="Trebuchet MS" w:eastAsia="Times New Roman" w:hAnsi="Trebuchet MS" w:cs="Arial"/>
          <w:b/>
          <w:color w:val="1A7466" w:themeColor="text2"/>
          <w:sz w:val="32"/>
          <w:szCs w:val="32"/>
          <w:u w:val="single"/>
        </w:rPr>
        <w:br w:type="page"/>
      </w:r>
    </w:p>
    <w:p w14:paraId="40B1B59D" w14:textId="3319E7F1" w:rsidR="00735FA3" w:rsidRDefault="00735FA3" w:rsidP="0025236E">
      <w:pPr>
        <w:jc w:val="right"/>
        <w:outlineLvl w:val="0"/>
        <w:rPr>
          <w:rFonts w:ascii="Verdana" w:eastAsia="Times New Roman" w:hAnsi="Verdana" w:cs="Times New Roman"/>
          <w:b/>
          <w:szCs w:val="18"/>
        </w:rPr>
      </w:pPr>
      <w:r>
        <w:rPr>
          <w:rFonts w:ascii="Verdana" w:eastAsia="Times New Roman" w:hAnsi="Verdana" w:cs="Times New Roman"/>
          <w:b/>
          <w:szCs w:val="18"/>
        </w:rPr>
        <w:lastRenderedPageBreak/>
        <w:t>ZAŁĄCZNIK NR 3 DO SWZ</w:t>
      </w:r>
      <w:r w:rsidRPr="002F4834">
        <w:rPr>
          <w:rFonts w:ascii="Verdana" w:eastAsia="Times New Roman" w:hAnsi="Verdana" w:cs="Times New Roman"/>
          <w:b/>
          <w:szCs w:val="18"/>
        </w:rPr>
        <w:t xml:space="preserve"> – WYKAZ </w:t>
      </w:r>
      <w:sdt>
        <w:sdtPr>
          <w:rPr>
            <w:rFonts w:cstheme="minorHAnsi"/>
            <w:b/>
            <w:iCs/>
          </w:rPr>
          <w:alias w:val="AUTOMAT - NIE uzupełniaj"/>
          <w:tag w:val=""/>
          <w:id w:val="-1321184312"/>
          <w:placeholder>
            <w:docPart w:val="45DD52C432F24AACB197171911C10237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>
            <w:rPr>
              <w:rFonts w:cstheme="minorHAnsi"/>
              <w:b/>
              <w:iCs/>
            </w:rPr>
            <w:t>robót budowlanych</w:t>
          </w:r>
        </w:sdtContent>
      </w:sdt>
      <w:r w:rsidRPr="002F4834">
        <w:rPr>
          <w:rFonts w:ascii="Verdana" w:eastAsia="Times New Roman" w:hAnsi="Verdana" w:cs="Times New Roman"/>
          <w:b/>
          <w:szCs w:val="18"/>
        </w:rPr>
        <w:t xml:space="preserve"> </w:t>
      </w:r>
      <w:r w:rsidR="00241139">
        <w:rPr>
          <w:rFonts w:ascii="Verdana" w:eastAsia="Times New Roman" w:hAnsi="Verdana" w:cs="Times New Roman"/>
          <w:b/>
          <w:szCs w:val="18"/>
        </w:rPr>
        <w:t>–</w:t>
      </w:r>
      <w:r w:rsidRPr="002F4834">
        <w:rPr>
          <w:rFonts w:ascii="Verdana" w:eastAsia="Times New Roman" w:hAnsi="Verdana" w:cs="Times New Roman"/>
          <w:b/>
          <w:szCs w:val="18"/>
        </w:rPr>
        <w:t xml:space="preserve"> WZÓR</w:t>
      </w:r>
    </w:p>
    <w:p w14:paraId="0617D1B6" w14:textId="77777777" w:rsidR="00241139" w:rsidRPr="002F4834" w:rsidRDefault="00241139" w:rsidP="00511BEA">
      <w:pPr>
        <w:jc w:val="right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41139" w:rsidRPr="00E6014D" w14:paraId="4743470B" w14:textId="77777777" w:rsidTr="00B664B4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01C837B" w14:textId="77777777" w:rsidR="00241139" w:rsidRPr="00E6014D" w:rsidRDefault="00241139" w:rsidP="00B664B4">
            <w:pPr>
              <w:ind w:right="28"/>
              <w:rPr>
                <w:rFonts w:cstheme="minorHAnsi"/>
                <w:b/>
                <w:i/>
                <w:iCs/>
                <w:u w:val="single"/>
              </w:rPr>
            </w:pPr>
            <w:bookmarkStart w:id="56" w:name="_Hlk199417042"/>
            <w:r w:rsidRPr="00E6014D">
              <w:rPr>
                <w:rFonts w:cstheme="minorHAnsi"/>
                <w:b/>
                <w:i/>
                <w:iCs/>
                <w:u w:val="single"/>
              </w:rPr>
              <w:t>Wykonawca</w:t>
            </w:r>
          </w:p>
          <w:p w14:paraId="40ECF28E" w14:textId="77777777" w:rsidR="00241139" w:rsidRPr="00E6014D" w:rsidRDefault="00241139" w:rsidP="00B664B4">
            <w:pPr>
              <w:ind w:right="28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0880" w14:textId="77777777" w:rsidR="00241139" w:rsidRPr="00E6014D" w:rsidRDefault="00241139" w:rsidP="00B664B4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7DAD0B4F" w14:textId="77777777" w:rsidR="00241139" w:rsidRPr="00E6014D" w:rsidRDefault="00241139" w:rsidP="00B664B4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  <w:r w:rsidRPr="00E6014D">
              <w:rPr>
                <w:rFonts w:eastAsiaTheme="majorEastAsia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297DCB8" w14:textId="2B6BF684" w:rsidR="00241139" w:rsidRPr="00B664B4" w:rsidRDefault="00000000" w:rsidP="00B664B4">
            <w:pPr>
              <w:jc w:val="center"/>
              <w:rPr>
                <w:rFonts w:eastAsia="Verdana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1882598770"/>
                <w:placeholder>
                  <w:docPart w:val="BEF9310CF2214A849951DCB778D9431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="00FB68E8">
                  <w:rPr>
                    <w:rFonts w:cstheme="minorHAnsi"/>
                    <w:b/>
                    <w:bCs/>
                  </w:rPr>
                  <w:t>PGE ENERGETYKA KOLEJOWA S.A.</w:t>
                </w:r>
              </w:sdtContent>
            </w:sdt>
          </w:p>
          <w:p w14:paraId="46FB64F9" w14:textId="77777777" w:rsidR="00241139" w:rsidRPr="00B664B4" w:rsidRDefault="00241139" w:rsidP="00B664B4">
            <w:pPr>
              <w:jc w:val="center"/>
              <w:rPr>
                <w:rFonts w:eastAsia="Verdana"/>
              </w:rPr>
            </w:pPr>
            <w:r w:rsidRPr="00B664B4">
              <w:rPr>
                <w:rFonts w:eastAsia="Verdana"/>
              </w:rPr>
              <w:t>w imieniu i na rzecz której działa:</w:t>
            </w:r>
          </w:p>
          <w:p w14:paraId="5C561737" w14:textId="35F643A6" w:rsidR="00241139" w:rsidRPr="00B664B4" w:rsidRDefault="00000000" w:rsidP="00ED0267">
            <w:pPr>
              <w:ind w:left="597" w:right="481"/>
              <w:jc w:val="center"/>
              <w:rPr>
                <w:rFonts w:eastAsia="Verdana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1033925792"/>
                <w:placeholder>
                  <w:docPart w:val="6125034F872C4F11934910FB5C08D1FC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="00ED0267" w:rsidRPr="006732B8">
                  <w:rPr>
                    <w:rFonts w:cstheme="minorHAnsi"/>
                    <w:b/>
                    <w:bCs/>
                  </w:rPr>
                  <w:t>PGE Energetyka Kolejowa Holding sp. z o.o.</w:t>
                </w:r>
              </w:sdtContent>
            </w:sdt>
          </w:p>
          <w:p w14:paraId="6DC57A29" w14:textId="77777777" w:rsidR="00241139" w:rsidRPr="00B664B4" w:rsidRDefault="00241139" w:rsidP="00B664B4">
            <w:pPr>
              <w:jc w:val="center"/>
              <w:rPr>
                <w:rFonts w:eastAsia="Verdana"/>
              </w:rPr>
            </w:pPr>
            <w:r w:rsidRPr="00B664B4">
              <w:rPr>
                <w:rFonts w:eastAsia="Verdana"/>
              </w:rPr>
              <w:t>ul. Hoża 63/67</w:t>
            </w:r>
          </w:p>
          <w:p w14:paraId="4BEC6749" w14:textId="77777777" w:rsidR="00241139" w:rsidRPr="0005262B" w:rsidRDefault="00241139" w:rsidP="00B664B4">
            <w:pPr>
              <w:jc w:val="center"/>
              <w:rPr>
                <w:rFonts w:eastAsiaTheme="majorEastAsia" w:cstheme="minorHAnsi"/>
              </w:rPr>
            </w:pPr>
            <w:r w:rsidRPr="00B664B4">
              <w:rPr>
                <w:rFonts w:eastAsia="Verdana"/>
              </w:rPr>
              <w:t>00-681 Warszawa</w:t>
            </w:r>
          </w:p>
        </w:tc>
      </w:tr>
      <w:bookmarkEnd w:id="56"/>
    </w:tbl>
    <w:p w14:paraId="7C910F5D" w14:textId="77777777" w:rsidR="00735FA3" w:rsidRDefault="00735FA3" w:rsidP="00735FA3">
      <w:pPr>
        <w:jc w:val="center"/>
        <w:rPr>
          <w:rFonts w:ascii="Trebuchet MS" w:eastAsia="Times New Roman" w:hAnsi="Trebuchet MS" w:cs="Arial"/>
          <w:b/>
          <w:color w:val="1A7466" w:themeColor="text2"/>
          <w:sz w:val="32"/>
          <w:szCs w:val="32"/>
        </w:rPr>
      </w:pPr>
    </w:p>
    <w:p w14:paraId="64075FFD" w14:textId="77777777" w:rsidR="00735FA3" w:rsidRPr="00D21BCD" w:rsidRDefault="00735FA3" w:rsidP="00735FA3">
      <w:pPr>
        <w:jc w:val="center"/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  <w:t>WYKAZ</w:t>
      </w:r>
    </w:p>
    <w:p w14:paraId="09FA5AD5" w14:textId="468D8D89" w:rsidR="00735FA3" w:rsidRPr="00E027A6" w:rsidRDefault="00735FA3" w:rsidP="00735FA3">
      <w:pPr>
        <w:jc w:val="center"/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</w:pPr>
      <w:r w:rsidRPr="00E027A6"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  <w:t xml:space="preserve">WYKONANYCH </w:t>
      </w:r>
      <w:sdt>
        <w:sdtPr>
          <w:rPr>
            <w:rFonts w:ascii="Trebuchet MS" w:eastAsia="Times New Roman" w:hAnsi="Trebuchet MS" w:cs="Arial"/>
            <w:b/>
            <w:color w:val="1A7466" w:themeColor="text2"/>
            <w:sz w:val="28"/>
            <w:szCs w:val="28"/>
          </w:rPr>
          <w:alias w:val="AUTOMAT - NIE uzupełniaj"/>
          <w:tag w:val=""/>
          <w:id w:val="-1638327757"/>
          <w:placeholder>
            <w:docPart w:val="FFC036CA99CF4E4FB370D79FD61C1127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 w:rsidRPr="00E027A6">
            <w:rPr>
              <w:rFonts w:ascii="Trebuchet MS" w:eastAsia="Times New Roman" w:hAnsi="Trebuchet MS" w:cs="Arial"/>
              <w:b/>
              <w:color w:val="1A7466" w:themeColor="text2"/>
              <w:sz w:val="28"/>
              <w:szCs w:val="28"/>
            </w:rPr>
            <w:t>robót budowlanych</w:t>
          </w:r>
        </w:sdtContent>
      </w:sdt>
    </w:p>
    <w:p w14:paraId="647B62C3" w14:textId="77777777" w:rsidR="00735FA3" w:rsidRPr="002F4834" w:rsidRDefault="00735FA3" w:rsidP="00735FA3">
      <w:pPr>
        <w:rPr>
          <w:rFonts w:ascii="Verdana" w:eastAsia="Times New Roman" w:hAnsi="Verdana" w:cs="Times New Roman"/>
          <w:b/>
          <w:szCs w:val="18"/>
        </w:rPr>
      </w:pPr>
    </w:p>
    <w:p w14:paraId="07927FAF" w14:textId="02E032B2" w:rsidR="00735FA3" w:rsidRDefault="00735FA3" w:rsidP="00735FA3">
      <w:pPr>
        <w:jc w:val="both"/>
        <w:rPr>
          <w:rFonts w:ascii="Verdana" w:eastAsia="Times New Roman" w:hAnsi="Verdana" w:cs="Times New Roman"/>
          <w:szCs w:val="18"/>
        </w:rPr>
      </w:pPr>
      <w:r w:rsidRPr="002F4834">
        <w:rPr>
          <w:rFonts w:ascii="Verdana" w:eastAsia="Times New Roman" w:hAnsi="Verdana" w:cs="Times New Roman"/>
          <w:szCs w:val="18"/>
        </w:rPr>
        <w:t xml:space="preserve">Składając </w:t>
      </w:r>
      <w:r w:rsidR="0097002C">
        <w:rPr>
          <w:rFonts w:ascii="Verdana" w:eastAsia="Times New Roman" w:hAnsi="Verdana" w:cs="Times New Roman"/>
          <w:szCs w:val="18"/>
        </w:rPr>
        <w:t>Ofertę</w:t>
      </w:r>
      <w:r>
        <w:rPr>
          <w:rFonts w:ascii="Verdana" w:eastAsia="Times New Roman" w:hAnsi="Verdana" w:cs="Times New Roman"/>
          <w:szCs w:val="18"/>
        </w:rPr>
        <w:t xml:space="preserve"> w </w:t>
      </w:r>
      <w:r w:rsidRPr="002F4834">
        <w:rPr>
          <w:rFonts w:ascii="Verdana" w:eastAsia="Times New Roman" w:hAnsi="Verdana" w:cs="Times New Roman"/>
          <w:szCs w:val="18"/>
        </w:rPr>
        <w:t xml:space="preserve">Postępowaniu </w:t>
      </w:r>
      <w:r>
        <w:rPr>
          <w:rFonts w:ascii="Verdana" w:eastAsia="Times New Roman" w:hAnsi="Verdana" w:cs="Times New Roman"/>
          <w:szCs w:val="18"/>
        </w:rPr>
        <w:t xml:space="preserve">zakupowym na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-731307600"/>
          <w:placeholder>
            <w:docPart w:val="553CC06DDCFF45ACBB31D3FBC8350D10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F57FC7">
            <w:rPr>
              <w:rFonts w:ascii="Verdana" w:hAnsi="Verdana" w:cstheme="majorBidi"/>
              <w:b/>
              <w:bCs/>
              <w:szCs w:val="26"/>
            </w:rPr>
            <w:t>Remont hali pociągu sieciowego Oborniki Śląskie oraz Termomodernizacja hali pociągu sieciowego Sucha Beskidzka</w:t>
          </w:r>
        </w:sdtContent>
      </w:sdt>
      <w:r>
        <w:rPr>
          <w:rFonts w:ascii="Verdana" w:eastAsia="Times New Roman" w:hAnsi="Verdana" w:cs="Times New Roman"/>
          <w:szCs w:val="18"/>
        </w:rPr>
        <w:t xml:space="preserve"> nr Postępowania: </w:t>
      </w:r>
      <w:sdt>
        <w:sdtPr>
          <w:rPr>
            <w:b/>
            <w:bCs/>
            <w:highlight w:val="lightGray"/>
          </w:rPr>
          <w:alias w:val="AUTOMAT - NIE uzupełniaj"/>
          <w:tag w:val=""/>
          <w:id w:val="-1383409449"/>
          <w:placeholder>
            <w:docPart w:val="143C35341C4D4FC287FA42A0897E71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7D7B95">
            <w:rPr>
              <w:b/>
              <w:bCs/>
              <w:highlight w:val="lightGray"/>
            </w:rPr>
            <w:t>POST/HZ/EK/HZL/00495/2025</w:t>
          </w:r>
        </w:sdtContent>
      </w:sdt>
      <w:r w:rsidR="00536E11">
        <w:rPr>
          <w:b/>
          <w:bCs/>
        </w:rPr>
        <w:t xml:space="preserve">, </w:t>
      </w:r>
      <w:r w:rsidRPr="00225CCB">
        <w:rPr>
          <w:rFonts w:ascii="Verdana" w:eastAsia="Times New Roman" w:hAnsi="Verdana" w:cs="Times New Roman"/>
          <w:szCs w:val="18"/>
        </w:rPr>
        <w:t xml:space="preserve">przedstawiamy wykaz </w:t>
      </w:r>
      <w:r w:rsidRPr="00B02172">
        <w:rPr>
          <w:rFonts w:ascii="Verdana" w:eastAsia="Times New Roman" w:hAnsi="Verdana" w:cs="Times New Roman"/>
          <w:szCs w:val="18"/>
        </w:rPr>
        <w:t xml:space="preserve">doświadczenia – </w:t>
      </w:r>
      <w:sdt>
        <w:sdtPr>
          <w:rPr>
            <w:rFonts w:cstheme="minorHAnsi"/>
            <w:iCs/>
          </w:rPr>
          <w:alias w:val="AUTOMAT - NIE uzupełniaj"/>
          <w:tag w:val=""/>
          <w:id w:val="-111905854"/>
          <w:placeholder>
            <w:docPart w:val="8C3F7AA5FA4443F5A9C926EF570944BF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F57FC7">
            <w:rPr>
              <w:rFonts w:cstheme="minorHAnsi"/>
              <w:iCs/>
            </w:rPr>
            <w:t>robót budowlanych</w:t>
          </w:r>
        </w:sdtContent>
      </w:sdt>
      <w:r w:rsidRPr="00B02172">
        <w:rPr>
          <w:rFonts w:ascii="Verdana" w:eastAsia="Times New Roman" w:hAnsi="Verdana" w:cs="Times New Roman"/>
          <w:szCs w:val="18"/>
        </w:rPr>
        <w:t xml:space="preserve"> należycie wykonanych lub wykonywanych przez Wykonawcę,</w:t>
      </w:r>
      <w:r>
        <w:rPr>
          <w:rFonts w:ascii="Verdana" w:eastAsia="Times New Roman" w:hAnsi="Verdana" w:cs="Times New Roman"/>
          <w:szCs w:val="18"/>
        </w:rPr>
        <w:t xml:space="preserve"> </w:t>
      </w:r>
      <w:r w:rsidRPr="00225CCB">
        <w:rPr>
          <w:rFonts w:ascii="Verdana" w:eastAsia="Times New Roman" w:hAnsi="Verdana" w:cs="Times New Roman"/>
          <w:szCs w:val="18"/>
        </w:rPr>
        <w:t>w celu potwierdzenia spełniania warunku udziału w</w:t>
      </w:r>
      <w:r w:rsidR="00B02172">
        <w:rPr>
          <w:rFonts w:ascii="Verdana" w:eastAsia="Times New Roman" w:hAnsi="Verdana" w:cs="Times New Roman"/>
          <w:szCs w:val="18"/>
        </w:rPr>
        <w:t> </w:t>
      </w:r>
      <w:r w:rsidRPr="00225CCB">
        <w:rPr>
          <w:rFonts w:ascii="Verdana" w:eastAsia="Times New Roman" w:hAnsi="Verdana" w:cs="Times New Roman"/>
          <w:szCs w:val="18"/>
        </w:rPr>
        <w:t>postępowaniu:</w:t>
      </w:r>
    </w:p>
    <w:p w14:paraId="49D1DB16" w14:textId="77777777" w:rsidR="00750ECB" w:rsidRPr="002F4834" w:rsidRDefault="00750ECB" w:rsidP="00735FA3">
      <w:pPr>
        <w:jc w:val="both"/>
        <w:rPr>
          <w:rFonts w:ascii="Verdana" w:eastAsia="Times New Roman" w:hAnsi="Verdana" w:cs="Times New Roman"/>
          <w:b/>
          <w:szCs w:val="18"/>
        </w:rPr>
      </w:pPr>
    </w:p>
    <w:tbl>
      <w:tblPr>
        <w:tblW w:w="9922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559"/>
        <w:gridCol w:w="1134"/>
        <w:gridCol w:w="1134"/>
        <w:gridCol w:w="1843"/>
        <w:gridCol w:w="1842"/>
      </w:tblGrid>
      <w:tr w:rsidR="00735FA3" w:rsidRPr="002F4834" w14:paraId="3EA82FC5" w14:textId="77777777" w:rsidTr="00D21BCD">
        <w:trPr>
          <w:cantSplit/>
          <w:trHeight w:val="73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1A7466" w:themeFill="text2"/>
            <w:vAlign w:val="center"/>
          </w:tcPr>
          <w:p w14:paraId="1A391A65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1BB6428D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Lp.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 w:themeFill="text2"/>
            <w:vAlign w:val="center"/>
          </w:tcPr>
          <w:p w14:paraId="3A23D4FE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0BAEEFD7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Przedmiot Zamówienia </w:t>
            </w:r>
          </w:p>
          <w:p w14:paraId="5133BD3B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1A7466" w:themeFill="text2"/>
            <w:vAlign w:val="center"/>
          </w:tcPr>
          <w:p w14:paraId="48EF6E21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2460BED5" w14:textId="619FDEA2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Wartość zrealizowanych </w:t>
            </w:r>
            <w:r w:rsidR="00CE4798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robót</w:t>
            </w: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1A7466" w:themeFill="text2"/>
            <w:vAlign w:val="center"/>
          </w:tcPr>
          <w:p w14:paraId="2E85B8DD" w14:textId="5614F322" w:rsidR="00735FA3" w:rsidRPr="00D21BCD" w:rsidRDefault="00446097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Termin realizacji</w:t>
            </w:r>
            <w:r w:rsidR="00735FA3"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 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5B11B4B3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514E1CA1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  <w:t>Nazwa Odbiorcy</w:t>
            </w:r>
          </w:p>
          <w:p w14:paraId="3CAD3204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  <w:t>(wraz z adresem i nr telefonu)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5B64A203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W przypadku braku referencji czy załączono inny dokument lub oświadczenie Wykonawcy</w:t>
            </w:r>
          </w:p>
        </w:tc>
      </w:tr>
      <w:tr w:rsidR="00735FA3" w:rsidRPr="002F4834" w14:paraId="7D8A332D" w14:textId="77777777" w:rsidTr="00D21BCD">
        <w:trPr>
          <w:cantSplit/>
          <w:trHeight w:val="218"/>
          <w:tblHeader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14:paraId="553D7ADF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29FA2D7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559" w:type="dxa"/>
            <w:vMerge/>
          </w:tcPr>
          <w:p w14:paraId="3136E62D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1A7466" w:themeFill="text2"/>
            <w:vAlign w:val="center"/>
          </w:tcPr>
          <w:p w14:paraId="22291E8C" w14:textId="77777777" w:rsidR="00735FA3" w:rsidRPr="00A12FA8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Data</w:t>
            </w:r>
          </w:p>
          <w:p w14:paraId="1E859E4E" w14:textId="1ED2DC91" w:rsidR="00735FA3" w:rsidRPr="00A12FA8" w:rsidRDefault="00957A26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r</w:t>
            </w:r>
            <w:r w:rsidR="00735FA3"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ozpoczęcia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0716C7B8" w14:textId="77777777" w:rsidR="00735FA3" w:rsidRPr="00A12FA8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Data</w:t>
            </w:r>
          </w:p>
          <w:p w14:paraId="0FF885DC" w14:textId="77777777" w:rsidR="00735FA3" w:rsidRPr="00A12FA8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zakończenia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C3F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E6FD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</w:tr>
      <w:tr w:rsidR="00735FA3" w:rsidRPr="002F4834" w14:paraId="7C7BD8A5" w14:textId="77777777" w:rsidTr="00D21BCD">
        <w:trPr>
          <w:trHeight w:val="443"/>
        </w:trPr>
        <w:tc>
          <w:tcPr>
            <w:tcW w:w="426" w:type="dxa"/>
          </w:tcPr>
          <w:p w14:paraId="39DA3930" w14:textId="77777777" w:rsidR="00735FA3" w:rsidRPr="002F4834" w:rsidRDefault="00735FA3" w:rsidP="001E33AB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59" w:lineRule="auto"/>
              <w:ind w:hanging="614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3D0C4C7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19ADB4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329C110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3E0413B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3AD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3303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735FA3" w:rsidRPr="002F4834" w14:paraId="2C6B2A86" w14:textId="77777777" w:rsidTr="00D21BCD">
        <w:trPr>
          <w:trHeight w:val="632"/>
        </w:trPr>
        <w:tc>
          <w:tcPr>
            <w:tcW w:w="426" w:type="dxa"/>
          </w:tcPr>
          <w:p w14:paraId="36333AFC" w14:textId="77777777" w:rsidR="00735FA3" w:rsidRPr="002F4834" w:rsidRDefault="00735FA3" w:rsidP="001E33AB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59" w:lineRule="auto"/>
              <w:ind w:hanging="614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666AB7ED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1EEBE5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4C8023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B7A6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3B97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D2FE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735FA3" w:rsidRPr="002F4834" w14:paraId="209DF053" w14:textId="77777777" w:rsidTr="00D21BCD">
        <w:trPr>
          <w:trHeight w:val="443"/>
        </w:trPr>
        <w:tc>
          <w:tcPr>
            <w:tcW w:w="426" w:type="dxa"/>
          </w:tcPr>
          <w:p w14:paraId="264B1EC3" w14:textId="77777777" w:rsidR="00735FA3" w:rsidRPr="002F4834" w:rsidRDefault="00735FA3" w:rsidP="001E33AB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59" w:lineRule="auto"/>
              <w:ind w:hanging="614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2AE7EEA4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559" w:type="dxa"/>
          </w:tcPr>
          <w:p w14:paraId="1EBACE37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F85D623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14:paraId="4C750BD4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9B75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B05F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</w:tr>
    </w:tbl>
    <w:p w14:paraId="66196263" w14:textId="77777777" w:rsidR="00735FA3" w:rsidRPr="002F4834" w:rsidRDefault="00735FA3" w:rsidP="00735FA3">
      <w:pPr>
        <w:tabs>
          <w:tab w:val="left" w:pos="7652"/>
        </w:tabs>
        <w:rPr>
          <w:rFonts w:ascii="Verdana" w:eastAsia="Verdana" w:hAnsi="Verdana" w:cs="Times New Roman"/>
        </w:rPr>
      </w:pPr>
    </w:p>
    <w:p w14:paraId="76E05FAE" w14:textId="77777777" w:rsidR="00735FA3" w:rsidRPr="00E27BF1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  <w:i/>
          <w:sz w:val="14"/>
          <w:szCs w:val="14"/>
        </w:rPr>
      </w:pPr>
      <w:r w:rsidRPr="00E27BF1">
        <w:rPr>
          <w:rFonts w:ascii="Verdana" w:eastAsia="Verdana" w:hAnsi="Verdana" w:cs="Times New Roman"/>
          <w:i/>
          <w:sz w:val="14"/>
          <w:szCs w:val="14"/>
        </w:rPr>
        <w:t>UWAGA!</w:t>
      </w:r>
    </w:p>
    <w:p w14:paraId="18C38FBF" w14:textId="77777777" w:rsidR="00735FA3" w:rsidRPr="00E27BF1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  <w:i/>
          <w:sz w:val="14"/>
          <w:szCs w:val="14"/>
        </w:rPr>
      </w:pPr>
      <w:r w:rsidRPr="00E27BF1">
        <w:rPr>
          <w:rFonts w:ascii="Verdana" w:eastAsia="Verdana" w:hAnsi="Verdana" w:cs="Times New Roman"/>
          <w:i/>
          <w:sz w:val="14"/>
          <w:szCs w:val="14"/>
        </w:rPr>
        <w:t>Należy dostosować ilość wierszy do ilości wykazywanych zadań.</w:t>
      </w:r>
    </w:p>
    <w:p w14:paraId="216E5DD7" w14:textId="412B644A" w:rsidR="00735FA3" w:rsidRPr="00225CCB" w:rsidRDefault="00735FA3" w:rsidP="00735FA3">
      <w:pPr>
        <w:tabs>
          <w:tab w:val="left" w:pos="7652"/>
        </w:tabs>
        <w:spacing w:after="160" w:line="259" w:lineRule="auto"/>
        <w:contextualSpacing/>
        <w:jc w:val="both"/>
        <w:rPr>
          <w:rFonts w:ascii="Verdana" w:eastAsia="Verdana" w:hAnsi="Verdana" w:cs="Times New Roman"/>
          <w:i/>
          <w:sz w:val="14"/>
          <w:szCs w:val="14"/>
        </w:rPr>
      </w:pPr>
      <w:r w:rsidRPr="00225CCB">
        <w:rPr>
          <w:rFonts w:ascii="Verdana" w:eastAsia="Verdana" w:hAnsi="Verdana" w:cs="Times New Roman"/>
          <w:i/>
          <w:sz w:val="14"/>
          <w:szCs w:val="14"/>
        </w:rPr>
        <w:t>Należy dołączyć referencje lub inne dokumenty potwierdzające należyte wykonanie</w:t>
      </w:r>
      <w:r w:rsidR="00446097">
        <w:rPr>
          <w:rFonts w:ascii="Verdana" w:eastAsia="Verdana" w:hAnsi="Verdana" w:cs="Times New Roman"/>
          <w:i/>
          <w:sz w:val="14"/>
          <w:szCs w:val="14"/>
        </w:rPr>
        <w:t xml:space="preserve"> robót</w:t>
      </w:r>
      <w:r w:rsidRPr="00225CCB">
        <w:rPr>
          <w:rFonts w:ascii="Verdana" w:eastAsia="Verdana" w:hAnsi="Verdana" w:cs="Times New Roman"/>
          <w:i/>
          <w:sz w:val="14"/>
          <w:szCs w:val="14"/>
        </w:rPr>
        <w:t xml:space="preserve">. W przypadku braku tych dokumentów, Zamawiający będzie traktować wykaz jako oświadczenie własne wykonawcy o należytej realizacji wskazanych </w:t>
      </w:r>
      <w:r w:rsidR="00446097">
        <w:rPr>
          <w:rFonts w:ascii="Verdana" w:eastAsia="Verdana" w:hAnsi="Verdana" w:cs="Times New Roman"/>
          <w:i/>
          <w:sz w:val="14"/>
          <w:szCs w:val="14"/>
        </w:rPr>
        <w:t>robót</w:t>
      </w:r>
      <w:r w:rsidRPr="00225CCB">
        <w:rPr>
          <w:rFonts w:ascii="Verdana" w:eastAsia="Verdana" w:hAnsi="Verdana" w:cs="Times New Roman"/>
          <w:i/>
          <w:sz w:val="14"/>
          <w:szCs w:val="14"/>
        </w:rPr>
        <w:t>.</w:t>
      </w:r>
      <w:r w:rsidRPr="00225CCB">
        <w:rPr>
          <w:rFonts w:ascii="Verdana" w:eastAsia="Verdana" w:hAnsi="Verdana" w:cs="Times New Roman"/>
          <w:i/>
          <w:sz w:val="14"/>
          <w:szCs w:val="14"/>
        </w:rPr>
        <w:tab/>
      </w:r>
    </w:p>
    <w:p w14:paraId="2212D793" w14:textId="77777777" w:rsidR="00735FA3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</w:rPr>
      </w:pPr>
    </w:p>
    <w:p w14:paraId="4B0AF9DE" w14:textId="7B8654D2" w:rsidR="00AE3670" w:rsidRDefault="00AE3670" w:rsidP="00735FA3">
      <w:pPr>
        <w:tabs>
          <w:tab w:val="left" w:pos="7652"/>
        </w:tabs>
        <w:jc w:val="both"/>
        <w:rPr>
          <w:rFonts w:ascii="Verdana" w:eastAsia="Verdana" w:hAnsi="Verdana" w:cs="Times New Roman"/>
        </w:rPr>
      </w:pPr>
      <w:r w:rsidRPr="00AE3670">
        <w:rPr>
          <w:rFonts w:ascii="Verdana" w:eastAsia="Verdana" w:hAnsi="Verdana" w:cs="Times New Roman"/>
        </w:rPr>
        <w:t xml:space="preserve">Do niniejszego wykazu dołączamy dowody potwierdzające, że ww. </w:t>
      </w:r>
      <w:r>
        <w:rPr>
          <w:rFonts w:ascii="Verdana" w:eastAsia="Verdana" w:hAnsi="Verdana" w:cs="Times New Roman"/>
        </w:rPr>
        <w:t>prace</w:t>
      </w:r>
      <w:r w:rsidRPr="00AE3670">
        <w:rPr>
          <w:rFonts w:ascii="Verdana" w:eastAsia="Verdana" w:hAnsi="Verdana" w:cs="Times New Roman"/>
        </w:rPr>
        <w:t xml:space="preserve"> zostały wykonane lub są wykonywane należycie.</w:t>
      </w:r>
    </w:p>
    <w:p w14:paraId="47E4ED68" w14:textId="77777777" w:rsidR="00735FA3" w:rsidRDefault="00735FA3" w:rsidP="00735FA3"/>
    <w:p w14:paraId="347481CE" w14:textId="77777777" w:rsidR="00735FA3" w:rsidRDefault="00735FA3" w:rsidP="00735FA3"/>
    <w:p w14:paraId="74A47933" w14:textId="77777777" w:rsidR="00735FA3" w:rsidRDefault="00735FA3" w:rsidP="00735FA3"/>
    <w:p w14:paraId="64CA90A9" w14:textId="77777777" w:rsidR="00735FA3" w:rsidRDefault="00735FA3" w:rsidP="00735FA3"/>
    <w:p w14:paraId="4A1C9C67" w14:textId="77777777" w:rsidR="00735FA3" w:rsidRDefault="00735FA3" w:rsidP="00735FA3"/>
    <w:p w14:paraId="46A902AB" w14:textId="77777777" w:rsidR="00735FA3" w:rsidRPr="004119DA" w:rsidRDefault="00735FA3" w:rsidP="00735FA3"/>
    <w:p w14:paraId="5CD83F7F" w14:textId="783CF90A" w:rsidR="00735FA3" w:rsidRPr="0035204E" w:rsidRDefault="00735FA3" w:rsidP="00735FA3">
      <w:pPr>
        <w:tabs>
          <w:tab w:val="left" w:pos="851"/>
        </w:tabs>
        <w:suppressAutoHyphens/>
        <w:spacing w:after="0" w:line="276" w:lineRule="auto"/>
        <w:ind w:left="5529" w:hanging="4820"/>
        <w:jc w:val="both"/>
        <w:rPr>
          <w:rFonts w:eastAsia="Times New Roman" w:cs="Calibri"/>
          <w:szCs w:val="18"/>
        </w:rPr>
      </w:pPr>
      <w:r w:rsidRPr="0035204E">
        <w:rPr>
          <w:rFonts w:eastAsia="Times New Roman" w:cs="Calibri"/>
          <w:szCs w:val="18"/>
        </w:rPr>
        <w:t xml:space="preserve">___________________, dn. ___________       </w:t>
      </w:r>
      <w:r w:rsidR="00446097">
        <w:rPr>
          <w:rFonts w:eastAsia="Times New Roman" w:cs="Calibri"/>
          <w:szCs w:val="18"/>
        </w:rPr>
        <w:t>___________________________________________</w:t>
      </w:r>
      <w:r w:rsidRPr="0035204E">
        <w:rPr>
          <w:rFonts w:eastAsia="Times New Roman" w:cs="Calibri"/>
          <w:szCs w:val="18"/>
        </w:rPr>
        <w:t xml:space="preserve">                               </w:t>
      </w:r>
    </w:p>
    <w:p w14:paraId="6F08E21F" w14:textId="77777777" w:rsidR="00735FA3" w:rsidRPr="00225CCB" w:rsidRDefault="00735FA3" w:rsidP="00735FA3">
      <w:pPr>
        <w:tabs>
          <w:tab w:val="left" w:pos="851"/>
        </w:tabs>
        <w:suppressAutoHyphens/>
        <w:spacing w:after="0"/>
        <w:ind w:left="5529" w:right="68"/>
        <w:jc w:val="both"/>
        <w:rPr>
          <w:rFonts w:eastAsia="Times New Roman" w:cs="Calibri"/>
          <w:i/>
          <w:sz w:val="14"/>
          <w:szCs w:val="14"/>
        </w:rPr>
      </w:pPr>
      <w:r w:rsidRPr="00225CCB">
        <w:rPr>
          <w:rFonts w:eastAsia="Times New Roman" w:cs="Calibri"/>
          <w:i/>
          <w:sz w:val="14"/>
          <w:szCs w:val="14"/>
        </w:rPr>
        <w:t xml:space="preserve">Podpis(-y) osoby(-ób) uprawnionej(-ych) do składania oświadczeń woli w imieniu Wykonawcy </w:t>
      </w:r>
    </w:p>
    <w:p w14:paraId="42D7AA2F" w14:textId="77777777" w:rsidR="00735FA3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  <w:b/>
          <w:sz w:val="14"/>
          <w:szCs w:val="14"/>
        </w:rPr>
      </w:pPr>
    </w:p>
    <w:p w14:paraId="66A8AEB4" w14:textId="3136C5CE" w:rsidR="00825C34" w:rsidRDefault="00825C34">
      <w:pPr>
        <w:rPr>
          <w:rFonts w:ascii="Verdana" w:eastAsia="Verdana" w:hAnsi="Verdana" w:cs="Times New Roman"/>
          <w:b/>
          <w:sz w:val="14"/>
          <w:szCs w:val="14"/>
        </w:rPr>
      </w:pPr>
      <w:r>
        <w:rPr>
          <w:rFonts w:ascii="Verdana" w:eastAsia="Verdana" w:hAnsi="Verdana" w:cs="Times New Roman"/>
          <w:b/>
          <w:sz w:val="14"/>
          <w:szCs w:val="14"/>
        </w:rPr>
        <w:br w:type="page"/>
      </w:r>
    </w:p>
    <w:p w14:paraId="29BD23C2" w14:textId="175CD087" w:rsidR="00735FA3" w:rsidRDefault="00735FA3" w:rsidP="0025236E">
      <w:pPr>
        <w:pStyle w:val="Akapitzlist"/>
        <w:jc w:val="right"/>
        <w:outlineLvl w:val="0"/>
        <w:rPr>
          <w:b/>
        </w:rPr>
      </w:pPr>
      <w:r w:rsidRPr="00D81F08">
        <w:rPr>
          <w:b/>
        </w:rPr>
        <w:lastRenderedPageBreak/>
        <w:t>ZAŁĄCZNIK NR</w:t>
      </w:r>
      <w:r>
        <w:rPr>
          <w:b/>
        </w:rPr>
        <w:t xml:space="preserve"> 5</w:t>
      </w:r>
      <w:r w:rsidRPr="00D81F08">
        <w:rPr>
          <w:b/>
        </w:rPr>
        <w:t xml:space="preserve"> DO SWZ </w:t>
      </w:r>
      <w:r w:rsidRPr="002C7421">
        <w:rPr>
          <w:b/>
        </w:rPr>
        <w:t xml:space="preserve">– </w:t>
      </w:r>
      <w:r w:rsidR="00EA24FD" w:rsidRPr="00E027A6">
        <w:rPr>
          <w:b/>
        </w:rPr>
        <w:t>OWZ</w:t>
      </w:r>
      <w:r w:rsidR="002C7421" w:rsidRPr="00E027A6">
        <w:rPr>
          <w:b/>
        </w:rPr>
        <w:t>RB</w:t>
      </w:r>
    </w:p>
    <w:p w14:paraId="0A52143F" w14:textId="77777777" w:rsidR="00A82EC7" w:rsidRDefault="00A82EC7" w:rsidP="007E560C">
      <w:pPr>
        <w:pStyle w:val="Akapitzlist"/>
        <w:jc w:val="right"/>
        <w:rPr>
          <w:b/>
        </w:rPr>
      </w:pPr>
    </w:p>
    <w:p w14:paraId="605774E6" w14:textId="77777777" w:rsidR="00A82EC7" w:rsidRPr="00367C9A" w:rsidRDefault="00A82EC7" w:rsidP="007E560C">
      <w:pPr>
        <w:jc w:val="center"/>
        <w:rPr>
          <w:b/>
        </w:rPr>
      </w:pPr>
      <w:r>
        <w:rPr>
          <w:b/>
        </w:rPr>
        <w:t>[w osobnym dokumencie]</w:t>
      </w:r>
    </w:p>
    <w:p w14:paraId="58A5811F" w14:textId="77777777" w:rsidR="00A82EC7" w:rsidRDefault="00A82EC7" w:rsidP="007E560C">
      <w:pPr>
        <w:pStyle w:val="Akapitzlist"/>
        <w:jc w:val="right"/>
        <w:rPr>
          <w:b/>
        </w:rPr>
      </w:pPr>
    </w:p>
    <w:p w14:paraId="5D81F588" w14:textId="795FC175" w:rsidR="008164F4" w:rsidRDefault="000B34E4" w:rsidP="007E560C">
      <w:pPr>
        <w:rPr>
          <w:b/>
        </w:rPr>
      </w:pPr>
      <w:r>
        <w:rPr>
          <w:b/>
        </w:rPr>
        <w:br w:type="page"/>
      </w:r>
    </w:p>
    <w:p w14:paraId="786BC6EF" w14:textId="46A0E567" w:rsidR="00227DC5" w:rsidRDefault="00227DC5" w:rsidP="00227DC5">
      <w:pPr>
        <w:jc w:val="right"/>
        <w:outlineLvl w:val="0"/>
        <w:rPr>
          <w:b/>
        </w:rPr>
      </w:pPr>
      <w:r w:rsidRPr="00B71AA7">
        <w:rPr>
          <w:b/>
        </w:rPr>
        <w:lastRenderedPageBreak/>
        <w:t xml:space="preserve">ZAŁĄCZNIK NR </w:t>
      </w:r>
      <w:r>
        <w:rPr>
          <w:b/>
        </w:rPr>
        <w:t>7</w:t>
      </w:r>
      <w:r w:rsidRPr="00B71AA7">
        <w:rPr>
          <w:b/>
        </w:rPr>
        <w:t xml:space="preserve"> DO SWZ – </w:t>
      </w:r>
      <w:r w:rsidRPr="00825F50">
        <w:rPr>
          <w:b/>
        </w:rPr>
        <w:t>OŚWIADCZENIE WYKONAWCY O NIEPODLEGANIU WYKLUCZENIU Z</w:t>
      </w:r>
      <w:r w:rsidR="00EF3C6B">
        <w:rPr>
          <w:b/>
        </w:rPr>
        <w:t> </w:t>
      </w:r>
      <w:r w:rsidRPr="00825F50">
        <w:rPr>
          <w:b/>
        </w:rPr>
        <w:t>POSTĘPOWANIA NA PODSTAWIE PRZESŁANEK WSKAZANYCH W PKT 5.1.2 SWZ - WZÓR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27DC5" w:rsidRPr="00E6014D" w14:paraId="0F938A8C" w14:textId="77777777" w:rsidTr="00AE4799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2B90000" w14:textId="77777777" w:rsidR="00227DC5" w:rsidRPr="00E6014D" w:rsidRDefault="00227DC5" w:rsidP="00AE4799">
            <w:pPr>
              <w:ind w:right="28"/>
              <w:rPr>
                <w:rFonts w:cstheme="minorHAnsi"/>
                <w:b/>
                <w:i/>
                <w:iCs/>
                <w:u w:val="single"/>
              </w:rPr>
            </w:pPr>
            <w:bookmarkStart w:id="57" w:name="_Hlk199416844"/>
            <w:r w:rsidRPr="00E6014D">
              <w:rPr>
                <w:rFonts w:cstheme="minorHAnsi"/>
                <w:b/>
                <w:i/>
                <w:iCs/>
                <w:u w:val="single"/>
              </w:rPr>
              <w:t>Wykonawca</w:t>
            </w:r>
          </w:p>
          <w:p w14:paraId="5E41B725" w14:textId="77777777" w:rsidR="00227DC5" w:rsidRPr="00E6014D" w:rsidRDefault="00227DC5" w:rsidP="00AE4799">
            <w:pPr>
              <w:ind w:right="28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BFAA8" w14:textId="77777777" w:rsidR="00227DC5" w:rsidRPr="00E6014D" w:rsidRDefault="00227DC5" w:rsidP="00AE4799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E6BCE4E" w14:textId="77777777" w:rsidR="00227DC5" w:rsidRPr="00E6014D" w:rsidRDefault="00227DC5" w:rsidP="00AE4799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  <w:r w:rsidRPr="00E6014D">
              <w:rPr>
                <w:rFonts w:eastAsiaTheme="majorEastAsia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8D666EB" w14:textId="04076E8C" w:rsidR="00227DC5" w:rsidRPr="00BC5191" w:rsidRDefault="00000000" w:rsidP="00AE4799">
            <w:pPr>
              <w:jc w:val="center"/>
              <w:rPr>
                <w:rFonts w:eastAsia="Verdana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-1613663463"/>
                <w:placeholder>
                  <w:docPart w:val="9319EE22776847FCAC4BD7D63652191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="00FB68E8">
                  <w:rPr>
                    <w:rFonts w:cstheme="minorHAnsi"/>
                    <w:b/>
                    <w:bCs/>
                  </w:rPr>
                  <w:t>PGE ENERGETYKA KOLEJOWA S.A.</w:t>
                </w:r>
              </w:sdtContent>
            </w:sdt>
          </w:p>
          <w:p w14:paraId="64372461" w14:textId="77777777" w:rsidR="00227DC5" w:rsidRPr="00D21BCD" w:rsidRDefault="00227DC5" w:rsidP="00AE4799">
            <w:pPr>
              <w:jc w:val="center"/>
              <w:rPr>
                <w:rFonts w:eastAsia="Verdana"/>
              </w:rPr>
            </w:pPr>
            <w:r w:rsidRPr="00BC5191">
              <w:rPr>
                <w:rFonts w:eastAsia="Verdana"/>
              </w:rPr>
              <w:t>w imieniu i na rzecz której działa</w:t>
            </w:r>
            <w:r w:rsidRPr="00D21BCD">
              <w:rPr>
                <w:rFonts w:eastAsia="Verdana"/>
              </w:rPr>
              <w:t>:</w:t>
            </w:r>
          </w:p>
          <w:p w14:paraId="52F73136" w14:textId="77777777" w:rsidR="00071C0A" w:rsidRDefault="00000000" w:rsidP="00071C0A">
            <w:pPr>
              <w:ind w:left="455" w:right="340"/>
              <w:jc w:val="center"/>
              <w:rPr>
                <w:rFonts w:eastAsia="Verdana"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189264942"/>
                <w:placeholder>
                  <w:docPart w:val="6D776C543CFD4B53A52FE21C3A1BB46A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="00071C0A" w:rsidRPr="006732B8">
                  <w:rPr>
                    <w:rFonts w:cstheme="minorHAnsi"/>
                    <w:b/>
                    <w:bCs/>
                  </w:rPr>
                  <w:t>PGE Energetyka Kolejowa Holding sp. z o.o.</w:t>
                </w:r>
              </w:sdtContent>
            </w:sdt>
            <w:r w:rsidR="00071C0A" w:rsidRPr="00D21BCD">
              <w:rPr>
                <w:rFonts w:eastAsia="Verdana"/>
              </w:rPr>
              <w:t xml:space="preserve"> </w:t>
            </w:r>
          </w:p>
          <w:p w14:paraId="00B6A5A6" w14:textId="09BA8118" w:rsidR="00227DC5" w:rsidRPr="00D21BCD" w:rsidRDefault="00227DC5" w:rsidP="00AE4799">
            <w:pPr>
              <w:jc w:val="center"/>
              <w:rPr>
                <w:rFonts w:eastAsia="Verdana"/>
              </w:rPr>
            </w:pPr>
            <w:r w:rsidRPr="00D21BCD">
              <w:rPr>
                <w:rFonts w:eastAsia="Verdana"/>
              </w:rPr>
              <w:t>ul. Hoża 63/67</w:t>
            </w:r>
          </w:p>
          <w:p w14:paraId="79FD903E" w14:textId="77777777" w:rsidR="00227DC5" w:rsidRPr="0005262B" w:rsidRDefault="00227DC5" w:rsidP="00AE4799">
            <w:pPr>
              <w:jc w:val="center"/>
              <w:rPr>
                <w:rFonts w:eastAsiaTheme="majorEastAsia" w:cstheme="minorHAnsi"/>
              </w:rPr>
            </w:pPr>
            <w:r w:rsidRPr="00D21BCD">
              <w:rPr>
                <w:rFonts w:eastAsia="Verdana"/>
              </w:rPr>
              <w:t>00-681 Warszawa</w:t>
            </w:r>
          </w:p>
        </w:tc>
      </w:tr>
      <w:bookmarkEnd w:id="57"/>
    </w:tbl>
    <w:p w14:paraId="2A36CACB" w14:textId="77777777" w:rsidR="00227DC5" w:rsidRDefault="00227DC5" w:rsidP="00227DC5">
      <w:pPr>
        <w:ind w:left="5672" w:firstLine="709"/>
        <w:jc w:val="center"/>
        <w:rPr>
          <w:rFonts w:ascii="Trebuchet MS" w:eastAsia="Times New Roman" w:hAnsi="Trebuchet MS" w:cs="Arial"/>
          <w:b/>
          <w:color w:val="1A7466" w:themeColor="text2"/>
          <w:sz w:val="32"/>
          <w:szCs w:val="32"/>
          <w:u w:val="single"/>
        </w:rPr>
      </w:pPr>
    </w:p>
    <w:p w14:paraId="130E8E7D" w14:textId="77777777" w:rsidR="00227DC5" w:rsidRPr="00D21BCD" w:rsidRDefault="00227DC5" w:rsidP="00227DC5">
      <w:pPr>
        <w:jc w:val="center"/>
        <w:rPr>
          <w:rFonts w:asciiTheme="majorHAnsi" w:hAnsiTheme="majorHAnsi"/>
          <w:color w:val="1A7466" w:themeColor="text2"/>
          <w:sz w:val="22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Oświadczenia Wykonawcy ubiegającego się o udzielenie zamówienia </w:t>
      </w:r>
    </w:p>
    <w:p w14:paraId="307D027D" w14:textId="77777777" w:rsidR="00227DC5" w:rsidRPr="00343A6C" w:rsidRDefault="00227DC5" w:rsidP="00227DC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DOTYCZĄCE PRZESŁANEK WYKLUCZENIA Z ART. 5K ROZPORZĄDZENIA 833/2014 ORAZ ART. 7 UST. 1 USTAWY </w:t>
      </w:r>
      <w:r w:rsidRPr="00D21BCD">
        <w:rPr>
          <w:rFonts w:ascii="Trebuchet MS" w:eastAsia="Times New Roman" w:hAnsi="Trebuchet MS" w:cs="Arial"/>
          <w:b/>
          <w:caps/>
          <w:color w:val="1A7466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46D54E46" w14:textId="77777777" w:rsidR="00227DC5" w:rsidRPr="0035204E" w:rsidRDefault="00227DC5" w:rsidP="00227DC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</w:p>
    <w:p w14:paraId="0028BD9B" w14:textId="54260097" w:rsidR="00227DC5" w:rsidRDefault="00227DC5" w:rsidP="00227DC5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Na </w:t>
      </w:r>
      <w:r w:rsidRPr="0008511F">
        <w:rPr>
          <w:rFonts w:eastAsia="Times New Roman" w:cs="Arial"/>
          <w:szCs w:val="18"/>
        </w:rPr>
        <w:t xml:space="preserve">potrzeby postępowania o udzielenie zamówienia niepublicznego pn.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1799717630"/>
          <w:placeholder>
            <w:docPart w:val="0A743B13F0214E7996311979BA47C57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F57FC7">
            <w:rPr>
              <w:rFonts w:ascii="Verdana" w:hAnsi="Verdana" w:cstheme="majorBidi"/>
              <w:b/>
              <w:bCs/>
              <w:szCs w:val="26"/>
            </w:rPr>
            <w:t>Remont hali pociągu sieciowego Oborniki Śląskie oraz Termomodernizacja hali pociągu sieciowego Sucha Beskidzka</w:t>
          </w:r>
        </w:sdtContent>
      </w:sdt>
      <w:r w:rsidRPr="0008511F">
        <w:rPr>
          <w:rFonts w:eastAsia="Times New Roman" w:cs="Arial"/>
          <w:szCs w:val="18"/>
        </w:rPr>
        <w:t>,</w:t>
      </w:r>
      <w:r>
        <w:rPr>
          <w:rFonts w:eastAsia="Times New Roman" w:cs="Arial"/>
          <w:szCs w:val="18"/>
        </w:rPr>
        <w:t xml:space="preserve"> nr</w:t>
      </w:r>
      <w:r w:rsidR="00572CB8">
        <w:rPr>
          <w:rFonts w:eastAsia="Times New Roman" w:cs="Arial"/>
          <w:szCs w:val="18"/>
        </w:rPr>
        <w:t> </w:t>
      </w:r>
      <w:r>
        <w:rPr>
          <w:rFonts w:eastAsia="Times New Roman" w:cs="Arial"/>
          <w:szCs w:val="18"/>
        </w:rPr>
        <w:t>Postępowania</w:t>
      </w:r>
      <w:r w:rsidRPr="0008511F">
        <w:rPr>
          <w:rFonts w:eastAsia="Times New Roman" w:cs="Arial"/>
          <w:szCs w:val="18"/>
        </w:rPr>
        <w:t xml:space="preserve">.: </w:t>
      </w:r>
      <w:sdt>
        <w:sdtPr>
          <w:rPr>
            <w:b/>
            <w:bCs/>
          </w:rPr>
          <w:alias w:val="AUTOMAT - NIE uzupełniaj"/>
          <w:tag w:val=""/>
          <w:id w:val="1787314978"/>
          <w:placeholder>
            <w:docPart w:val="8678CD55ABE24CD6B9C04CB46FB26912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7D7B95">
            <w:rPr>
              <w:b/>
              <w:bCs/>
            </w:rPr>
            <w:t>POST/HZ/EK/HZL/00495/2025</w:t>
          </w:r>
        </w:sdtContent>
      </w:sdt>
      <w:r w:rsidRPr="0008511F">
        <w:rPr>
          <w:rFonts w:eastAsia="Times New Roman" w:cs="Arial"/>
          <w:szCs w:val="18"/>
        </w:rPr>
        <w:t>, prowadzonego przez</w:t>
      </w:r>
      <w:r w:rsidR="00071C0A">
        <w:rPr>
          <w:rFonts w:eastAsia="Times New Roman" w:cs="Arial"/>
          <w:szCs w:val="18"/>
        </w:rPr>
        <w:t xml:space="preserve"> </w:t>
      </w:r>
      <w:sdt>
        <w:sdtPr>
          <w:rPr>
            <w:rFonts w:cstheme="minorHAnsi"/>
            <w:b/>
            <w:bCs/>
          </w:rPr>
          <w:alias w:val="AUTOMAT - NIE uzupełniaj"/>
          <w:tag w:val=""/>
          <w:id w:val="-1481295418"/>
          <w:placeholder>
            <w:docPart w:val="1575A4627D624416BCAD1D91915CD730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71C0A" w:rsidRPr="006732B8">
            <w:rPr>
              <w:rFonts w:cstheme="minorHAnsi"/>
              <w:b/>
              <w:bCs/>
            </w:rPr>
            <w:t>PGE Energetyka Kolejowa Holding sp. z o.o.</w:t>
          </w:r>
        </w:sdtContent>
      </w:sdt>
      <w:r w:rsidRPr="0008511F">
        <w:rPr>
          <w:rFonts w:eastAsia="Times New Roman" w:cs="Arial"/>
          <w:i/>
          <w:szCs w:val="18"/>
        </w:rPr>
        <w:t xml:space="preserve">, </w:t>
      </w:r>
      <w:r w:rsidRPr="0008511F">
        <w:rPr>
          <w:rFonts w:eastAsia="Times New Roman" w:cs="Arial"/>
          <w:szCs w:val="18"/>
        </w:rPr>
        <w:t>oświadczam, co następuje:</w:t>
      </w:r>
    </w:p>
    <w:p w14:paraId="35FEA58C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OŚWIADCZENIA DOTYCZĄCE WYKONAWCY:</w:t>
      </w:r>
    </w:p>
    <w:p w14:paraId="0521B538" w14:textId="58F47B08" w:rsidR="00227DC5" w:rsidRPr="0035204E" w:rsidRDefault="00227DC5" w:rsidP="00BC5191">
      <w:pPr>
        <w:numPr>
          <w:ilvl w:val="0"/>
          <w:numId w:val="30"/>
        </w:numPr>
        <w:suppressAutoHyphens/>
        <w:spacing w:before="40" w:after="240"/>
        <w:ind w:left="426"/>
        <w:jc w:val="both"/>
        <w:rPr>
          <w:rFonts w:ascii="Trebuchet MS" w:eastAsia="Times New Roman" w:hAnsi="Trebuchet MS" w:cs="Arial"/>
          <w:b/>
          <w:bCs/>
          <w:sz w:val="22"/>
        </w:rPr>
      </w:pPr>
      <w:r w:rsidRPr="0035204E">
        <w:rPr>
          <w:rFonts w:eastAsia="Times New Roman" w:cs="Arial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</w:t>
      </w:r>
      <w:r w:rsidRPr="0035204E">
        <w:rPr>
          <w:rFonts w:ascii="Trebuchet MS" w:eastAsia="Times New Roman" w:hAnsi="Trebuchet MS" w:cs="Arial"/>
          <w:sz w:val="22"/>
        </w:rPr>
        <w:t xml:space="preserve"> </w:t>
      </w:r>
      <w:r w:rsidRPr="008115A1">
        <w:rPr>
          <w:rFonts w:eastAsia="Times New Roman" w:cs="Arial"/>
          <w:szCs w:val="18"/>
        </w:rPr>
        <w:t>destabilizującymi sytuację na Ukrainie (Dz. Urz. UE nr L 111 z 8.4.2022, str. 1), dalej: rozporządzenie 2022/576</w:t>
      </w:r>
      <w:r w:rsidR="008A6402">
        <w:rPr>
          <w:rFonts w:eastAsia="Times New Roman" w:cs="Arial"/>
          <w:szCs w:val="18"/>
        </w:rPr>
        <w:t xml:space="preserve"> </w:t>
      </w:r>
      <w:r w:rsidR="008A6402" w:rsidRPr="00AA1E45">
        <w:rPr>
          <w:rFonts w:eastAsia="Times New Roman" w:cs="Arial"/>
          <w:szCs w:val="18"/>
        </w:rPr>
        <w:t>zaktualizowanym rozporządzeniem Rady (UE) 2025/2033 (Dz.U. L, 2025/2033 z 23.10.2025) dalej: rozporządzenie 2025/2033</w:t>
      </w:r>
      <w:r w:rsidRPr="008115A1">
        <w:rPr>
          <w:rFonts w:eastAsia="Times New Roman" w:cs="Arial"/>
          <w:szCs w:val="18"/>
        </w:rPr>
        <w:t>.</w:t>
      </w:r>
      <w:r w:rsidRPr="008115A1">
        <w:rPr>
          <w:rFonts w:eastAsia="Times New Roman" w:cs="Arial"/>
          <w:szCs w:val="18"/>
          <w:vertAlign w:val="superscript"/>
        </w:rPr>
        <w:footnoteReference w:id="3"/>
      </w:r>
    </w:p>
    <w:p w14:paraId="7931E089" w14:textId="79C707EC" w:rsidR="00227DC5" w:rsidRPr="0035204E" w:rsidRDefault="00227DC5" w:rsidP="00BC5191">
      <w:pPr>
        <w:numPr>
          <w:ilvl w:val="0"/>
          <w:numId w:val="30"/>
        </w:numPr>
        <w:suppressAutoHyphens/>
        <w:spacing w:before="40" w:after="240"/>
        <w:ind w:left="426" w:hanging="426"/>
        <w:jc w:val="both"/>
        <w:rPr>
          <w:rFonts w:eastAsia="Times New Roman" w:cs="Arial"/>
          <w:b/>
          <w:bCs/>
          <w:szCs w:val="18"/>
          <w:lang w:eastAsia="pl-PL"/>
        </w:rPr>
      </w:pPr>
      <w:r w:rsidRPr="0035204E">
        <w:rPr>
          <w:rFonts w:eastAsia="Times New Roman" w:cs="Arial"/>
          <w:szCs w:val="18"/>
          <w:lang w:eastAsia="pl-PL"/>
        </w:rPr>
        <w:t xml:space="preserve">Oświadczam, że nie zachodzą w stosunku do mnie przesłanki wykluczenia z postępowania na podstawie art. </w:t>
      </w:r>
      <w:r w:rsidRPr="0035204E">
        <w:rPr>
          <w:rFonts w:eastAsia="Times New Roman" w:cs="Arial"/>
          <w:color w:val="222222"/>
          <w:szCs w:val="18"/>
          <w:lang w:eastAsia="pl-PL"/>
        </w:rPr>
        <w:t>7 ust. 1 ustawy z dnia 13 kwietnia 2022 r.</w:t>
      </w:r>
      <w:r w:rsidRPr="0035204E">
        <w:rPr>
          <w:rFonts w:eastAsia="Times New Roman" w:cs="Arial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35204E">
        <w:rPr>
          <w:rFonts w:eastAsia="Times New Roman" w:cs="Arial"/>
          <w:color w:val="222222"/>
          <w:szCs w:val="18"/>
          <w:lang w:eastAsia="pl-PL"/>
        </w:rPr>
        <w:t>(</w:t>
      </w:r>
      <w:r w:rsidR="0024085B">
        <w:rPr>
          <w:rFonts w:eastAsia="Times New Roman" w:cs="Arial"/>
          <w:color w:val="222222"/>
          <w:szCs w:val="18"/>
          <w:lang w:eastAsia="pl-PL"/>
        </w:rPr>
        <w:t xml:space="preserve">tj. </w:t>
      </w:r>
      <w:r w:rsidRPr="0035204E">
        <w:rPr>
          <w:rFonts w:eastAsia="Times New Roman" w:cs="Arial"/>
          <w:color w:val="222222"/>
          <w:szCs w:val="18"/>
          <w:lang w:eastAsia="pl-PL"/>
        </w:rPr>
        <w:t xml:space="preserve">Dz. U. </w:t>
      </w:r>
      <w:r w:rsidR="0024085B">
        <w:rPr>
          <w:rFonts w:eastAsia="Times New Roman" w:cs="Arial"/>
          <w:color w:val="222222"/>
          <w:szCs w:val="18"/>
          <w:lang w:eastAsia="pl-PL"/>
        </w:rPr>
        <w:t xml:space="preserve">z 2025 r. </w:t>
      </w:r>
      <w:r w:rsidRPr="0035204E">
        <w:rPr>
          <w:rFonts w:eastAsia="Times New Roman" w:cs="Arial"/>
          <w:color w:val="222222"/>
          <w:szCs w:val="18"/>
          <w:lang w:eastAsia="pl-PL"/>
        </w:rPr>
        <w:t xml:space="preserve">poz. </w:t>
      </w:r>
      <w:r w:rsidR="0024085B">
        <w:rPr>
          <w:rFonts w:eastAsia="Times New Roman" w:cs="Arial"/>
          <w:color w:val="222222"/>
          <w:szCs w:val="18"/>
          <w:lang w:eastAsia="pl-PL"/>
        </w:rPr>
        <w:t>514</w:t>
      </w:r>
      <w:r w:rsidRPr="0035204E">
        <w:rPr>
          <w:rFonts w:eastAsia="Times New Roman" w:cs="Arial"/>
          <w:color w:val="222222"/>
          <w:szCs w:val="18"/>
          <w:lang w:eastAsia="pl-PL"/>
        </w:rPr>
        <w:t>)</w:t>
      </w:r>
      <w:r w:rsidRPr="0035204E">
        <w:rPr>
          <w:rFonts w:eastAsia="Times New Roman" w:cs="Arial"/>
          <w:i/>
          <w:iCs/>
          <w:color w:val="222222"/>
          <w:szCs w:val="18"/>
          <w:lang w:eastAsia="pl-PL"/>
        </w:rPr>
        <w:t>.</w:t>
      </w:r>
      <w:r w:rsidRPr="0035204E">
        <w:rPr>
          <w:rFonts w:eastAsia="Times New Roman" w:cs="Arial"/>
          <w:color w:val="222222"/>
          <w:szCs w:val="18"/>
          <w:vertAlign w:val="superscript"/>
          <w:lang w:eastAsia="pl-PL"/>
        </w:rPr>
        <w:footnoteReference w:id="4"/>
      </w:r>
    </w:p>
    <w:p w14:paraId="097FD4A5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lastRenderedPageBreak/>
        <w:t>OŚWIADCZENIE DOTYCZĄCE PODWYKONAWCY, NA KTÓREGO PRZYPADA PONAD 10% WARTOŚCI ZAMÓWIENIA:</w:t>
      </w:r>
    </w:p>
    <w:p w14:paraId="080D6E93" w14:textId="77777777" w:rsidR="00227DC5" w:rsidRPr="0035204E" w:rsidRDefault="00227DC5" w:rsidP="00C93629">
      <w:pPr>
        <w:spacing w:before="40" w:after="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color w:val="0070C0"/>
          <w:szCs w:val="18"/>
        </w:rPr>
        <w:t>[UWAGA</w:t>
      </w:r>
      <w:r w:rsidRPr="0035204E">
        <w:rPr>
          <w:rFonts w:eastAsia="Times New Roman" w:cs="Arial"/>
          <w:i/>
          <w:color w:val="0070C0"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35204E">
        <w:rPr>
          <w:rFonts w:eastAsia="Times New Roman" w:cs="Arial"/>
          <w:color w:val="0070C0"/>
          <w:szCs w:val="18"/>
        </w:rPr>
        <w:t>]</w:t>
      </w:r>
    </w:p>
    <w:p w14:paraId="0657AC76" w14:textId="0A270FA3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Oświadczam, że w stosunku do następującego podmiotu, będącego podwykonawcą, na którego przypada ponad 10% wartości </w:t>
      </w:r>
      <w:r w:rsidRPr="0008511F">
        <w:rPr>
          <w:rFonts w:eastAsia="Times New Roman" w:cs="Arial"/>
          <w:szCs w:val="18"/>
        </w:rPr>
        <w:t xml:space="preserve">zamówienia: ……………………………………………………………………………………………….… </w:t>
      </w:r>
      <w:r w:rsidRPr="0008511F">
        <w:rPr>
          <w:rFonts w:eastAsia="Times New Roman" w:cs="Arial"/>
          <w:i/>
          <w:szCs w:val="18"/>
        </w:rPr>
        <w:t>(podać pełną</w:t>
      </w:r>
      <w:r w:rsidRPr="0035204E">
        <w:rPr>
          <w:rFonts w:eastAsia="Times New Roman" w:cs="Arial"/>
          <w:i/>
          <w:szCs w:val="18"/>
        </w:rPr>
        <w:t xml:space="preserve"> nazwę/ firmę, adres, a także w zależności od podmiotu: NIP/ PESEL, KRS/ CEiDG)</w:t>
      </w:r>
      <w:r w:rsidRPr="0035204E">
        <w:rPr>
          <w:rFonts w:eastAsia="Times New Roman" w:cs="Arial"/>
          <w:szCs w:val="18"/>
        </w:rPr>
        <w:t xml:space="preserve">, nie zachodzą podstawy wykluczenia z postępowania o udzielenie zamówienia przewidziane w art. 5k rozporządzenia 833/2014 </w:t>
      </w:r>
      <w:r w:rsidR="007766F8">
        <w:rPr>
          <w:rFonts w:eastAsia="Times New Roman" w:cs="Arial"/>
          <w:szCs w:val="18"/>
        </w:rPr>
        <w:br/>
      </w:r>
      <w:r w:rsidRPr="0035204E">
        <w:rPr>
          <w:rFonts w:eastAsia="Times New Roman" w:cs="Arial"/>
          <w:szCs w:val="18"/>
        </w:rPr>
        <w:t>w brzmieniu nadanym rozporządzeniem 2022/576</w:t>
      </w:r>
      <w:r w:rsidR="0084725B">
        <w:rPr>
          <w:rFonts w:eastAsia="Times New Roman" w:cs="Arial"/>
          <w:szCs w:val="18"/>
        </w:rPr>
        <w:t xml:space="preserve">, </w:t>
      </w:r>
      <w:r w:rsidR="0084725B" w:rsidRPr="00F3090F">
        <w:rPr>
          <w:rFonts w:eastAsia="Times New Roman" w:cs="Arial"/>
          <w:szCs w:val="18"/>
        </w:rPr>
        <w:t>zaktualizowanym rozporządzeniem Rady (UE) 2025/2033</w:t>
      </w:r>
      <w:r w:rsidRPr="0035204E">
        <w:rPr>
          <w:rFonts w:eastAsia="Times New Roman" w:cs="Arial"/>
          <w:szCs w:val="18"/>
        </w:rPr>
        <w:t>.</w:t>
      </w:r>
    </w:p>
    <w:p w14:paraId="6C7FE10A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DOSTAWCY, NA KTÓREGO PRZYPADA PONAD 10% WARTOŚCI ZAMÓWIENIA:</w:t>
      </w:r>
    </w:p>
    <w:p w14:paraId="00E922FD" w14:textId="77777777" w:rsidR="00227DC5" w:rsidRPr="0035204E" w:rsidRDefault="00227DC5" w:rsidP="00C93629">
      <w:pPr>
        <w:spacing w:before="40" w:after="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color w:val="0070C0"/>
          <w:szCs w:val="18"/>
        </w:rPr>
        <w:t>[UWAGA</w:t>
      </w:r>
      <w:r w:rsidRPr="0035204E">
        <w:rPr>
          <w:rFonts w:eastAsia="Times New Roman" w:cs="Arial"/>
          <w:i/>
          <w:color w:val="0070C0"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35204E">
        <w:rPr>
          <w:rFonts w:eastAsia="Times New Roman" w:cs="Arial"/>
          <w:color w:val="0070C0"/>
          <w:szCs w:val="18"/>
        </w:rPr>
        <w:t>]</w:t>
      </w:r>
    </w:p>
    <w:p w14:paraId="0AEFFC2F" w14:textId="7CB4C941" w:rsidR="00227DC5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2A3196">
        <w:rPr>
          <w:rFonts w:eastAsia="Times New Roman" w:cs="Arial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A3196">
        <w:rPr>
          <w:rFonts w:eastAsia="Times New Roman" w:cs="Arial"/>
          <w:i/>
          <w:szCs w:val="18"/>
        </w:rPr>
        <w:t>(podać pełną nazwę/firmę, adres, a także w zależności od podmiotu: NIP/PESEL, KRS/CEiDG)</w:t>
      </w:r>
      <w:r w:rsidRPr="002A3196">
        <w:rPr>
          <w:rFonts w:eastAsia="Times New Roman" w:cs="Arial"/>
          <w:szCs w:val="18"/>
        </w:rPr>
        <w:t xml:space="preserve">, nie zachodzą podstawy wykluczenia z postępowania o udzielenie zamówienia przewidziane w art. 5k rozporządzenia 833/2014 </w:t>
      </w:r>
      <w:r w:rsidR="00297F57" w:rsidRPr="002A3196">
        <w:rPr>
          <w:rFonts w:eastAsia="Times New Roman" w:cs="Arial"/>
          <w:szCs w:val="18"/>
        </w:rPr>
        <w:br/>
      </w:r>
      <w:r w:rsidRPr="002A3196">
        <w:rPr>
          <w:rFonts w:eastAsia="Times New Roman" w:cs="Arial"/>
          <w:szCs w:val="18"/>
        </w:rPr>
        <w:t>w brzmieniu nadanym rozporządzeniem 2022/576</w:t>
      </w:r>
      <w:r w:rsidR="0084725B" w:rsidRPr="002A3196">
        <w:rPr>
          <w:rFonts w:eastAsia="Times New Roman" w:cs="Arial"/>
          <w:szCs w:val="18"/>
        </w:rPr>
        <w:t>, zaktualizowanym rozporządzeniem Rady (UE) 2025/2033</w:t>
      </w:r>
      <w:r w:rsidRPr="002A3196">
        <w:rPr>
          <w:rFonts w:eastAsia="Times New Roman" w:cs="Arial"/>
          <w:szCs w:val="18"/>
        </w:rPr>
        <w:t>.</w:t>
      </w:r>
    </w:p>
    <w:p w14:paraId="33AA5A5D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PODANYCH INFORMACJI:</w:t>
      </w:r>
    </w:p>
    <w:p w14:paraId="2959651C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88B1A8" w14:textId="24DB4433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 xml:space="preserve">INFORMACJA DOTYCZĄCA DOSTĘPU DO </w:t>
      </w:r>
      <w:r>
        <w:rPr>
          <w:rFonts w:asciiTheme="majorHAnsi" w:eastAsia="Times New Roman" w:hAnsiTheme="majorHAnsi" w:cs="Arial"/>
          <w:b/>
          <w:sz w:val="22"/>
        </w:rPr>
        <w:t>PODMIOTOWYCH ŚRODKÓW DOWODOWYCH</w:t>
      </w:r>
      <w:r w:rsidR="00297F57">
        <w:rPr>
          <w:rFonts w:asciiTheme="majorHAnsi" w:eastAsia="Times New Roman" w:hAnsiTheme="majorHAnsi" w:cs="Arial"/>
          <w:b/>
          <w:sz w:val="22"/>
        </w:rPr>
        <w:t xml:space="preserve"> </w:t>
      </w:r>
      <w:r>
        <w:rPr>
          <w:rFonts w:asciiTheme="majorHAnsi" w:eastAsia="Times New Roman" w:hAnsiTheme="majorHAnsi" w:cs="Arial"/>
          <w:b/>
          <w:sz w:val="22"/>
        </w:rPr>
        <w:t>/</w:t>
      </w:r>
      <w:r w:rsidRPr="0035204E">
        <w:rPr>
          <w:rFonts w:asciiTheme="majorHAnsi" w:eastAsia="Times New Roman" w:hAnsiTheme="majorHAnsi" w:cs="Arial"/>
          <w:b/>
          <w:sz w:val="22"/>
        </w:rPr>
        <w:t>DOKUMENTÓW REJESTROWYCH/</w:t>
      </w:r>
      <w:r w:rsidRPr="0035204E">
        <w:rPr>
          <w:rFonts w:asciiTheme="majorHAnsi" w:eastAsia="Times New Roman" w:hAnsiTheme="majorHAnsi" w:cs="Times New Roman"/>
          <w:b/>
          <w:sz w:val="22"/>
          <w:lang w:eastAsia="zh-CN"/>
        </w:rPr>
        <w:t>DOKUMENTÓW</w:t>
      </w:r>
      <w:r w:rsidRPr="0035204E">
        <w:rPr>
          <w:rFonts w:asciiTheme="majorHAnsi" w:eastAsia="Times New Roman" w:hAnsiTheme="majorHAnsi" w:cs="Times New Roman"/>
          <w:sz w:val="22"/>
          <w:lang w:eastAsia="zh-CN"/>
        </w:rPr>
        <w:t xml:space="preserve"> </w:t>
      </w:r>
      <w:r w:rsidRPr="0035204E">
        <w:rPr>
          <w:rFonts w:asciiTheme="majorHAnsi" w:eastAsia="Times New Roman" w:hAnsiTheme="majorHAnsi" w:cs="Arial"/>
          <w:b/>
          <w:sz w:val="22"/>
        </w:rPr>
        <w:t>OKREŚLAJĄCYCH BENEFICJENTÓW RZECZYWISTYCH WYKONAWCY:</w:t>
      </w:r>
    </w:p>
    <w:p w14:paraId="4814715B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>Wskazuję następujące dokumenty rejestrowe/dokumenty określające beneficjentów rzeczywistych, które można uzyskać za pomocą bezpłatnych i ogólnodostępnych baz danych, oraz</w:t>
      </w:r>
      <w:r w:rsidRPr="0035204E">
        <w:rPr>
          <w:rFonts w:eastAsia="Times New Roman" w:cs="Times New Roman"/>
          <w:szCs w:val="18"/>
        </w:rPr>
        <w:t xml:space="preserve"> </w:t>
      </w:r>
      <w:r w:rsidRPr="0035204E">
        <w:rPr>
          <w:rFonts w:eastAsia="Times New Roman" w:cs="Arial"/>
          <w:szCs w:val="18"/>
        </w:rPr>
        <w:t>dane umożliwiające dostęp do tych dokumentów:</w:t>
      </w:r>
    </w:p>
    <w:p w14:paraId="534D80D5" w14:textId="77777777" w:rsidR="00227DC5" w:rsidRPr="00A633AE" w:rsidRDefault="00227DC5" w:rsidP="006A0C56">
      <w:pPr>
        <w:pStyle w:val="Akapitzlist"/>
        <w:numPr>
          <w:ilvl w:val="0"/>
          <w:numId w:val="31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................................</w:t>
      </w:r>
    </w:p>
    <w:p w14:paraId="5F543DE0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i/>
          <w:szCs w:val="18"/>
        </w:rPr>
        <w:t>(wskazać dokumenty rejestrowe, adres internetowy, wydający urząd lub organ, dokładne dane referencyjne dokumentacji)</w:t>
      </w:r>
    </w:p>
    <w:p w14:paraId="3DD693B1" w14:textId="77777777" w:rsidR="00227DC5" w:rsidRPr="00A633AE" w:rsidRDefault="00227DC5" w:rsidP="006A0C56">
      <w:pPr>
        <w:pStyle w:val="Akapitzlist"/>
        <w:numPr>
          <w:ilvl w:val="0"/>
          <w:numId w:val="31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</w:t>
      </w:r>
    </w:p>
    <w:p w14:paraId="6BECB48E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i/>
          <w:szCs w:val="18"/>
        </w:rPr>
      </w:pPr>
      <w:r w:rsidRPr="0035204E">
        <w:rPr>
          <w:rFonts w:eastAsia="Times New Roman" w:cs="Arial"/>
          <w:i/>
          <w:szCs w:val="18"/>
        </w:rPr>
        <w:t>(wskazać dokumenty określające beneficjentów rzeczywistych, adres internetowy, wydający urząd lub organ, dokładne dane referencyjne dokumentacji)</w:t>
      </w:r>
    </w:p>
    <w:p w14:paraId="5567E767" w14:textId="77777777" w:rsidR="00227DC5" w:rsidRPr="0035204E" w:rsidRDefault="00227DC5" w:rsidP="00227DC5">
      <w:pPr>
        <w:spacing w:before="120" w:after="120" w:line="276" w:lineRule="auto"/>
        <w:jc w:val="both"/>
        <w:rPr>
          <w:rFonts w:eastAsia="Times New Roman" w:cs="Arial"/>
          <w:i/>
          <w:szCs w:val="18"/>
        </w:rPr>
      </w:pPr>
    </w:p>
    <w:p w14:paraId="0E254CD6" w14:textId="77777777" w:rsidR="00227DC5" w:rsidRPr="004119DA" w:rsidRDefault="00227DC5" w:rsidP="00227DC5">
      <w:pPr>
        <w:ind w:left="4254" w:firstLine="709"/>
      </w:pPr>
      <w:r w:rsidRPr="0035204E">
        <w:rPr>
          <w:rFonts w:eastAsia="Times New Roman" w:cs="Arial"/>
          <w:i/>
          <w:szCs w:val="18"/>
        </w:rPr>
        <w:t>_____________________, dn. ____________</w:t>
      </w:r>
      <w:r w:rsidRPr="0035204E">
        <w:rPr>
          <w:rFonts w:eastAsia="Times New Roman" w:cs="Arial"/>
          <w:szCs w:val="18"/>
        </w:rPr>
        <w:tab/>
      </w:r>
    </w:p>
    <w:p w14:paraId="24FF7D04" w14:textId="2A2910BB" w:rsidR="00227DC5" w:rsidRDefault="00227DC5" w:rsidP="00E027A6">
      <w:pPr>
        <w:tabs>
          <w:tab w:val="left" w:pos="851"/>
        </w:tabs>
        <w:suppressAutoHyphens/>
        <w:spacing w:after="0"/>
        <w:ind w:left="5529" w:right="68"/>
        <w:jc w:val="both"/>
        <w:rPr>
          <w:rFonts w:ascii="Verdana" w:eastAsia="Times New Roman" w:hAnsi="Verdana" w:cs="Calibri"/>
          <w:b/>
          <w:color w:val="000000" w:themeColor="text1"/>
          <w:kern w:val="28"/>
          <w:szCs w:val="18"/>
          <w:highlight w:val="yellow"/>
        </w:rPr>
      </w:pPr>
      <w:r w:rsidRPr="00735FA3">
        <w:rPr>
          <w:rFonts w:eastAsia="Times New Roman" w:cs="Calibri"/>
          <w:i/>
          <w:sz w:val="14"/>
          <w:szCs w:val="14"/>
        </w:rPr>
        <w:t xml:space="preserve">Podpis(-y) osoby(-ób) uprawnionej(-ych) do składania oświadczeń woli w imieniu Wykonawcy </w:t>
      </w:r>
    </w:p>
    <w:p w14:paraId="0E393352" w14:textId="28A3A7CF" w:rsidR="00C16DA9" w:rsidRDefault="00C16DA9" w:rsidP="008707CA">
      <w:pPr>
        <w:rPr>
          <w:b/>
        </w:rPr>
      </w:pPr>
    </w:p>
    <w:sectPr w:rsidR="00C16DA9" w:rsidSect="00582CE9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C906A" w14:textId="77777777" w:rsidR="00847299" w:rsidRDefault="00847299" w:rsidP="00582CE9">
      <w:pPr>
        <w:spacing w:after="0"/>
      </w:pPr>
      <w:r>
        <w:separator/>
      </w:r>
    </w:p>
  </w:endnote>
  <w:endnote w:type="continuationSeparator" w:id="0">
    <w:p w14:paraId="46B0BEFA" w14:textId="77777777" w:rsidR="00847299" w:rsidRDefault="00847299" w:rsidP="00582CE9">
      <w:pPr>
        <w:spacing w:after="0"/>
      </w:pPr>
      <w:r>
        <w:continuationSeparator/>
      </w:r>
    </w:p>
  </w:endnote>
  <w:endnote w:type="continuationNotice" w:id="1">
    <w:p w14:paraId="333024E1" w14:textId="77777777" w:rsidR="00847299" w:rsidRDefault="0084729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and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Content>
      <w:p w14:paraId="7E55A35E" w14:textId="099A8AF6" w:rsidR="00662D09" w:rsidRDefault="00662D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7D1">
          <w:rPr>
            <w:noProof/>
          </w:rPr>
          <w:t>37</w:t>
        </w:r>
        <w:r>
          <w:fldChar w:fldCharType="end"/>
        </w:r>
      </w:p>
    </w:sdtContent>
  </w:sdt>
  <w:p w14:paraId="36693E2E" w14:textId="77777777" w:rsidR="00662D09" w:rsidRDefault="00662D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Content>
      <w:p w14:paraId="130C846F" w14:textId="380C59F9" w:rsidR="00662D09" w:rsidRDefault="00662D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44C">
          <w:rPr>
            <w:noProof/>
          </w:rPr>
          <w:t>1</w:t>
        </w:r>
        <w:r>
          <w:fldChar w:fldCharType="end"/>
        </w:r>
      </w:p>
    </w:sdtContent>
  </w:sdt>
  <w:p w14:paraId="624161A0" w14:textId="3C53B461" w:rsidR="00662D09" w:rsidRDefault="00662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F377E" w14:textId="77777777" w:rsidR="00847299" w:rsidRDefault="00847299" w:rsidP="00582CE9">
      <w:pPr>
        <w:spacing w:after="0"/>
      </w:pPr>
      <w:r>
        <w:separator/>
      </w:r>
    </w:p>
  </w:footnote>
  <w:footnote w:type="continuationSeparator" w:id="0">
    <w:p w14:paraId="51DB398D" w14:textId="77777777" w:rsidR="00847299" w:rsidRDefault="00847299" w:rsidP="00582CE9">
      <w:pPr>
        <w:spacing w:after="0"/>
      </w:pPr>
      <w:r>
        <w:continuationSeparator/>
      </w:r>
    </w:p>
  </w:footnote>
  <w:footnote w:type="continuationNotice" w:id="1">
    <w:p w14:paraId="28E39035" w14:textId="77777777" w:rsidR="00847299" w:rsidRDefault="00847299">
      <w:pPr>
        <w:spacing w:after="0"/>
      </w:pPr>
    </w:p>
  </w:footnote>
  <w:footnote w:id="2">
    <w:p w14:paraId="2EA3CF49" w14:textId="77777777" w:rsidR="00662D09" w:rsidRPr="007103CC" w:rsidRDefault="00662D09" w:rsidP="00B71AA7">
      <w:pPr>
        <w:pStyle w:val="Tekstprzypisudolnego"/>
        <w:ind w:right="-567"/>
        <w:rPr>
          <w:rFonts w:cs="Calibri"/>
          <w:sz w:val="16"/>
          <w:szCs w:val="16"/>
        </w:rPr>
      </w:pPr>
      <w:r w:rsidRPr="006546C7">
        <w:rPr>
          <w:rFonts w:ascii="Verdana" w:eastAsia="Calibri" w:hAnsi="Verdana" w:cs="Times New Roman"/>
          <w:sz w:val="14"/>
          <w:szCs w:val="14"/>
          <w:vertAlign w:val="superscript"/>
        </w:rPr>
        <w:footnoteRef/>
      </w:r>
      <w:r w:rsidRPr="006546C7">
        <w:rPr>
          <w:rFonts w:ascii="Verdana" w:eastAsia="Calibri" w:hAnsi="Verdana" w:cs="Calibri"/>
          <w:sz w:val="14"/>
          <w:szCs w:val="14"/>
        </w:rPr>
        <w:t xml:space="preserve"> Wypełniają jedynie Wykonawcy </w:t>
      </w:r>
      <w:r w:rsidRPr="00957A26">
        <w:rPr>
          <w:rFonts w:ascii="Verdana" w:eastAsia="Calibri" w:hAnsi="Verdana" w:cs="Calibri"/>
          <w:sz w:val="14"/>
          <w:szCs w:val="14"/>
        </w:rPr>
        <w:t>wspólne ubiegający się</w:t>
      </w:r>
      <w:r w:rsidRPr="006546C7">
        <w:rPr>
          <w:rFonts w:ascii="Verdana" w:eastAsia="Calibri" w:hAnsi="Verdana" w:cs="Calibri"/>
          <w:sz w:val="14"/>
          <w:szCs w:val="14"/>
        </w:rPr>
        <w:t xml:space="preserve"> o udzielenie Zamówienia, powielić liczbę wierszy odpowiednio od liczby Wykonawców.</w:t>
      </w:r>
    </w:p>
  </w:footnote>
  <w:footnote w:id="3">
    <w:p w14:paraId="11E79366" w14:textId="5D58CC5C" w:rsidR="00227DC5" w:rsidRPr="00342E37" w:rsidRDefault="00227DC5" w:rsidP="00227DC5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</w:t>
      </w:r>
      <w:r w:rsidR="000346F8">
        <w:t xml:space="preserve">, </w:t>
      </w:r>
      <w:r w:rsidR="000346F8" w:rsidRPr="000346F8">
        <w:rPr>
          <w:rFonts w:ascii="Verdana" w:hAnsi="Verdana" w:cs="Arial"/>
          <w:sz w:val="14"/>
          <w:szCs w:val="14"/>
        </w:rPr>
        <w:t>zaktualizowanym rozporządzeniem 2025/2033</w:t>
      </w:r>
      <w:r w:rsidRPr="00342E37">
        <w:rPr>
          <w:rFonts w:ascii="Verdana" w:hAnsi="Verdana" w:cs="Arial"/>
          <w:sz w:val="14"/>
          <w:szCs w:val="14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0E779C" w14:textId="0208F658" w:rsidR="00227DC5" w:rsidRPr="00342E37" w:rsidRDefault="00227DC5" w:rsidP="001E33AB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</w:t>
      </w:r>
      <w:r w:rsidR="00E31669">
        <w:rPr>
          <w:rFonts w:ascii="Verdana" w:hAnsi="Verdana" w:cs="Arial"/>
          <w:sz w:val="14"/>
          <w:szCs w:val="14"/>
        </w:rPr>
        <w:t xml:space="preserve">, </w:t>
      </w:r>
      <w:r w:rsidRPr="00342E37">
        <w:rPr>
          <w:rFonts w:ascii="Verdana" w:hAnsi="Verdana" w:cs="Arial"/>
          <w:sz w:val="14"/>
          <w:szCs w:val="14"/>
        </w:rPr>
        <w:t xml:space="preserve">osób fizycznych </w:t>
      </w:r>
      <w:r w:rsidR="00E31669">
        <w:rPr>
          <w:rFonts w:ascii="Verdana" w:hAnsi="Verdana" w:cs="Arial"/>
          <w:sz w:val="14"/>
          <w:szCs w:val="14"/>
        </w:rPr>
        <w:t xml:space="preserve">zamieszkałych w Rosji </w:t>
      </w:r>
      <w:r w:rsidRPr="00342E37">
        <w:rPr>
          <w:rFonts w:ascii="Verdana" w:hAnsi="Verdana" w:cs="Arial"/>
          <w:sz w:val="14"/>
          <w:szCs w:val="14"/>
        </w:rPr>
        <w:t xml:space="preserve">lub </w:t>
      </w:r>
      <w:r w:rsidR="00E31669">
        <w:rPr>
          <w:rFonts w:ascii="Verdana" w:hAnsi="Verdana" w:cs="Arial"/>
          <w:sz w:val="14"/>
          <w:szCs w:val="14"/>
        </w:rPr>
        <w:t xml:space="preserve">osób </w:t>
      </w:r>
      <w:r w:rsidRPr="00342E37">
        <w:rPr>
          <w:rFonts w:ascii="Verdana" w:hAnsi="Verdana" w:cs="Arial"/>
          <w:sz w:val="14"/>
          <w:szCs w:val="14"/>
        </w:rPr>
        <w:t>prawnych, podmiotów lub organów z siedzibą w Rosji;</w:t>
      </w:r>
    </w:p>
    <w:p w14:paraId="520F876B" w14:textId="4CA56470" w:rsidR="00227DC5" w:rsidRPr="00342E37" w:rsidRDefault="00227DC5" w:rsidP="001E33AB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</w:t>
      </w:r>
      <w:r w:rsidR="001A51F4"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 w:rsidR="001A51F4">
        <w:rPr>
          <w:rFonts w:ascii="Verdana" w:hAnsi="Verdana" w:cs="Arial"/>
          <w:sz w:val="14"/>
          <w:szCs w:val="14"/>
        </w:rPr>
        <w:t xml:space="preserve"> </w:t>
      </w:r>
      <w:r w:rsidR="00E34096">
        <w:rPr>
          <w:rFonts w:ascii="Verdana" w:hAnsi="Verdana" w:cs="Arial"/>
          <w:sz w:val="14"/>
          <w:szCs w:val="14"/>
        </w:rPr>
        <w:t>l</w:t>
      </w:r>
      <w:r w:rsidR="001A51F4">
        <w:rPr>
          <w:rFonts w:ascii="Verdana" w:hAnsi="Verdana" w:cs="Arial"/>
          <w:sz w:val="14"/>
          <w:szCs w:val="14"/>
        </w:rPr>
        <w:t>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 w:rsidR="00E34096"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niniejszego ustępu; lub</w:t>
      </w:r>
    </w:p>
    <w:p w14:paraId="5D392356" w14:textId="694B10AF" w:rsidR="00227DC5" w:rsidRPr="00DC2C04" w:rsidRDefault="00227DC5" w:rsidP="004E18C1">
      <w:pPr>
        <w:pStyle w:val="Tekstprzypisudolnego"/>
        <w:numPr>
          <w:ilvl w:val="0"/>
          <w:numId w:val="5"/>
        </w:numPr>
        <w:jc w:val="both"/>
        <w:rPr>
          <w:rFonts w:ascii="Verdana" w:hAnsi="Verdana" w:cs="Arial"/>
          <w:sz w:val="14"/>
          <w:szCs w:val="14"/>
        </w:rPr>
      </w:pPr>
      <w:r w:rsidRPr="00DC2C04">
        <w:rPr>
          <w:rFonts w:ascii="Verdana" w:hAnsi="Verdana" w:cs="Arial"/>
          <w:sz w:val="14"/>
          <w:szCs w:val="14"/>
        </w:rPr>
        <w:t xml:space="preserve">osób fizycznych lub prawnych, podmiotów lub organów działających w imieniu lub pod kierunkiem </w:t>
      </w:r>
      <w:r w:rsidR="00E34096" w:rsidRPr="00DC2C04">
        <w:rPr>
          <w:rFonts w:ascii="Verdana" w:hAnsi="Verdana" w:cs="Arial"/>
          <w:sz w:val="14"/>
          <w:szCs w:val="14"/>
        </w:rPr>
        <w:t xml:space="preserve">osoby fizycznej lub prawnej, </w:t>
      </w:r>
      <w:r w:rsidRPr="00DC2C04">
        <w:rPr>
          <w:rFonts w:ascii="Verdana" w:hAnsi="Verdana" w:cs="Arial"/>
          <w:sz w:val="14"/>
          <w:szCs w:val="14"/>
        </w:rPr>
        <w:t>podmiotu</w:t>
      </w:r>
      <w:r w:rsidR="00E34096" w:rsidRPr="00DC2C04">
        <w:rPr>
          <w:rFonts w:ascii="Verdana" w:hAnsi="Verdana" w:cs="Arial"/>
          <w:sz w:val="14"/>
          <w:szCs w:val="14"/>
        </w:rPr>
        <w:t xml:space="preserve"> lub organu</w:t>
      </w:r>
      <w:r w:rsidRPr="00DC2C04">
        <w:rPr>
          <w:rFonts w:ascii="Verdana" w:hAnsi="Verdana" w:cs="Arial"/>
          <w:sz w:val="14"/>
          <w:szCs w:val="14"/>
        </w:rPr>
        <w:t>, o który</w:t>
      </w:r>
      <w:r w:rsidR="00176D91" w:rsidRPr="00DC2C04">
        <w:rPr>
          <w:rFonts w:ascii="Verdana" w:hAnsi="Verdana" w:cs="Arial"/>
          <w:sz w:val="14"/>
          <w:szCs w:val="14"/>
        </w:rPr>
        <w:t>ch</w:t>
      </w:r>
      <w:r w:rsidRPr="00DC2C04">
        <w:rPr>
          <w:rFonts w:ascii="Verdana" w:hAnsi="Verdana" w:cs="Arial"/>
          <w:sz w:val="14"/>
          <w:szCs w:val="14"/>
        </w:rPr>
        <w:t xml:space="preserve"> mowa w lit. a) lub b) niniejszego ustępu,</w:t>
      </w:r>
      <w:r w:rsidR="00DC2C04">
        <w:rPr>
          <w:rFonts w:ascii="Verdana" w:hAnsi="Verdana" w:cs="Arial"/>
          <w:sz w:val="14"/>
          <w:szCs w:val="14"/>
        </w:rPr>
        <w:t xml:space="preserve"> </w:t>
      </w:r>
      <w:r w:rsidRPr="00DC2C04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740D9366" w14:textId="77777777" w:rsidR="00227DC5" w:rsidRPr="00342E37" w:rsidRDefault="00227DC5" w:rsidP="00227DC5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</w:t>
      </w:r>
      <w:r>
        <w:rPr>
          <w:rFonts w:ascii="Verdana" w:hAnsi="Verdana" w:cs="Arial"/>
          <w:i/>
          <w:iCs/>
          <w:color w:val="222222"/>
          <w:sz w:val="14"/>
          <w:szCs w:val="14"/>
        </w:rPr>
        <w:t xml:space="preserve">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47DCA53E" w14:textId="77777777" w:rsidR="00227DC5" w:rsidRPr="00342E37" w:rsidRDefault="00227DC5" w:rsidP="00227DC5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BC18A8" w14:textId="1B96A5DC" w:rsidR="00227DC5" w:rsidRPr="00342E37" w:rsidRDefault="00227DC5" w:rsidP="00227DC5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76D91"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 w:rsidR="00176D91">
        <w:rPr>
          <w:rFonts w:ascii="Verdana" w:hAnsi="Verdana" w:cs="Arial"/>
          <w:color w:val="222222"/>
          <w:sz w:val="14"/>
          <w:szCs w:val="14"/>
          <w:lang w:eastAsia="pl-PL"/>
        </w:rPr>
        <w:t>1124 z późn. zm.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ADCC5" w14:textId="0266A5C3" w:rsidR="00227DC5" w:rsidRPr="00896587" w:rsidRDefault="00227DC5" w:rsidP="00227DC5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87801"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 w:rsidR="00303934" w:rsidRPr="00F3090F">
        <w:rPr>
          <w:rFonts w:ascii="Verdana" w:hAnsi="Verdana" w:cs="Arial"/>
          <w:color w:val="222222"/>
          <w:sz w:val="14"/>
          <w:szCs w:val="14"/>
          <w:lang w:eastAsia="pl-PL"/>
        </w:rPr>
        <w:t>120, 295 i 1598 oraz z 2024 r. poz. 619, 1685 i 1863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3"/>
      <w:gridCol w:w="974"/>
      <w:gridCol w:w="3119"/>
    </w:tblGrid>
    <w:tr w:rsidR="00662D09" w:rsidRPr="006B2C28" w14:paraId="188D582E" w14:textId="77777777" w:rsidTr="00582CE9">
      <w:trPr>
        <w:trHeight w:val="1140"/>
      </w:trPr>
      <w:tc>
        <w:tcPr>
          <w:tcW w:w="6119" w:type="dxa"/>
          <w:vAlign w:val="center"/>
        </w:tcPr>
        <w:p w14:paraId="06FE55A6" w14:textId="5B265DB3" w:rsidR="00662D09" w:rsidRPr="006E100D" w:rsidRDefault="00662D09" w:rsidP="004350D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</w:t>
          </w:r>
        </w:p>
        <w:p w14:paraId="66286F29" w14:textId="77777777" w:rsidR="00662D09" w:rsidRPr="006E100D" w:rsidRDefault="00662D09" w:rsidP="004350D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466E01B" w14:textId="1172721B" w:rsidR="00662D09" w:rsidRPr="006B2C28" w:rsidRDefault="0000000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sdt>
            <w:sdtPr>
              <w:rPr>
                <w:rFonts w:cstheme="minorHAnsi"/>
                <w:b/>
              </w:rPr>
              <w:alias w:val="AUTOMAT - NIE uzupełniaj"/>
              <w:tag w:val=""/>
              <w:id w:val="1079486875"/>
              <w:placeholder>
                <w:docPart w:val="F55F7793FC3144948B4817ADDAB5BF5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="007D7B95">
                <w:rPr>
                  <w:rFonts w:cstheme="minorHAnsi"/>
                  <w:b/>
                </w:rPr>
                <w:t>POST/HZ/EK/HZL/00495/2025</w:t>
              </w:r>
            </w:sdtContent>
          </w:sdt>
          <w:r w:rsidR="00C70BC6" w:rsidRPr="006B2C28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19B0444D" w14:textId="2BA21B8D" w:rsidR="00662D09" w:rsidRPr="006B2C28" w:rsidRDefault="00662D0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A39054F" w14:textId="3439E492" w:rsidR="00662D09" w:rsidRPr="006B2C28" w:rsidRDefault="00F827D3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 w:rsidRPr="007C63A2">
            <w:rPr>
              <w:rFonts w:eastAsia="Aptos" w:cs="Calibri"/>
              <w:b/>
              <w:bCs/>
              <w:noProof/>
              <w:kern w:val="2"/>
              <w:sz w:val="22"/>
              <w14:ligatures w14:val="standardContextual"/>
            </w:rPr>
            <w:drawing>
              <wp:inline distT="0" distB="0" distL="0" distR="0" wp14:anchorId="5E1D4D6E" wp14:editId="7563F955">
                <wp:extent cx="1724349" cy="485684"/>
                <wp:effectExtent l="0" t="0" r="0" b="0"/>
                <wp:docPr id="579055005" name="Obraz 4" descr="Obraz zawierający Grafika, projekt graficzny, logo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770017" name="Obraz 4" descr="Obraz zawierający Grafika, projekt graficzny, logo, Czcion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514" cy="4936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7CA432" w14:textId="5E44DE2D" w:rsidR="00662D09" w:rsidRDefault="00662D09" w:rsidP="00DB03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662D09" w:rsidRPr="006B2C28" w14:paraId="699BEE06" w14:textId="77777777" w:rsidTr="008C65DD">
      <w:trPr>
        <w:trHeight w:val="1140"/>
      </w:trPr>
      <w:tc>
        <w:tcPr>
          <w:tcW w:w="6119" w:type="dxa"/>
          <w:vAlign w:val="center"/>
        </w:tcPr>
        <w:p w14:paraId="0A15477D" w14:textId="74CBD6ED" w:rsidR="00662D09" w:rsidRPr="006E100D" w:rsidRDefault="00662D09" w:rsidP="00FE58B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</w:t>
          </w:r>
        </w:p>
        <w:p w14:paraId="6D643C48" w14:textId="77777777" w:rsidR="00662D09" w:rsidRPr="006E100D" w:rsidRDefault="00662D09" w:rsidP="00FE58B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06CD3C2" w14:textId="6E901D5E" w:rsidR="00662D09" w:rsidRPr="006B2C28" w:rsidRDefault="00000000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sdt>
            <w:sdtPr>
              <w:rPr>
                <w:rFonts w:cstheme="minorHAnsi"/>
                <w:b/>
              </w:rPr>
              <w:alias w:val="AUTOMAT - NIE uzupełniaj"/>
              <w:tag w:val=""/>
              <w:id w:val="-1772466300"/>
              <w:placeholder>
                <w:docPart w:val="6EDD591D1DB444669A18389D6F39160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="007D7B95">
                <w:rPr>
                  <w:rFonts w:cstheme="minorHAnsi"/>
                  <w:b/>
                </w:rPr>
                <w:t>POST/HZ/EK/HZL/00495/2025</w:t>
              </w:r>
            </w:sdtContent>
          </w:sdt>
          <w:r w:rsidR="00C70BC6" w:rsidRPr="006B2C28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6119" w:type="dxa"/>
          <w:vAlign w:val="center"/>
        </w:tcPr>
        <w:p w14:paraId="0A047B44" w14:textId="31A5237E" w:rsidR="00662D09" w:rsidRPr="006B2C28" w:rsidRDefault="007C63A2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 w:rsidRPr="007C63A2">
            <w:rPr>
              <w:rFonts w:eastAsia="Aptos" w:cs="Calibri"/>
              <w:b/>
              <w:bCs/>
              <w:noProof/>
              <w:kern w:val="2"/>
              <w:sz w:val="22"/>
              <w14:ligatures w14:val="standardContextual"/>
            </w:rPr>
            <w:drawing>
              <wp:inline distT="0" distB="0" distL="0" distR="0" wp14:anchorId="1AFBE2CA" wp14:editId="13B5993D">
                <wp:extent cx="1859941" cy="523875"/>
                <wp:effectExtent l="0" t="0" r="0" b="0"/>
                <wp:docPr id="145046927" name="Obraz 4" descr="Obraz zawierający Grafika, projekt graficzny, logo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770017" name="Obraz 4" descr="Obraz zawierający Grafika, projekt graficzny, logo, Czcion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8982" cy="532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F124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0" allowOverlap="1" wp14:anchorId="668611A3" wp14:editId="475AD13B">
                    <wp:simplePos x="0" y="0"/>
                    <wp:positionH relativeFrom="page">
                      <wp:posOffset>-4530725</wp:posOffset>
                    </wp:positionH>
                    <wp:positionV relativeFrom="page">
                      <wp:posOffset>528320</wp:posOffset>
                    </wp:positionV>
                    <wp:extent cx="7560310" cy="273050"/>
                    <wp:effectExtent l="0" t="0" r="0" b="12700"/>
                    <wp:wrapNone/>
                    <wp:docPr id="5" name="MSIPCM415b4106b98c18247295ba9f" descr="{&quot;HashCode&quot;:-1331662063,&quot;Height&quot;:841.0,&quot;Width&quot;:595.0,&quot;Placement&quot;:&quot;Head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52A9B4" w14:textId="2EAA4B27" w:rsidR="00662D09" w:rsidRPr="00063C0D" w:rsidRDefault="00662D09" w:rsidP="00063C0D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68611A3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415b4106b98c18247295ba9f" o:spid="_x0000_s1029" type="#_x0000_t202" alt="{&quot;HashCode&quot;:-1331662063,&quot;Height&quot;:841.0,&quot;Width&quot;:595.0,&quot;Placement&quot;:&quot;Header&quot;,&quot;Index&quot;:&quot;FirstPage&quot;,&quot;Section&quot;:1,&quot;Top&quot;:0.0,&quot;Left&quot;:0.0}" style="position:absolute;margin-left:-356.75pt;margin-top:41.6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" o:allowincell="f" filled="f" stroked="f" strokeweight=".5pt">
                    <v:textbox inset=",0,20pt,0">
                      <w:txbxContent>
                        <w:p w14:paraId="2752A9B4" w14:textId="2EAA4B27" w:rsidR="00662D09" w:rsidRPr="00063C0D" w:rsidRDefault="00662D09" w:rsidP="00063C0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6119" w:type="dxa"/>
          <w:vAlign w:val="center"/>
        </w:tcPr>
        <w:p w14:paraId="68F9A59C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4C533D91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06DD318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0481D62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1E074994" w14:textId="78C3979B" w:rsidR="00662D09" w:rsidRDefault="00662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2E4"/>
    <w:multiLevelType w:val="multilevel"/>
    <w:tmpl w:val="0D80501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215B4D"/>
    <w:multiLevelType w:val="multilevel"/>
    <w:tmpl w:val="8D905DF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7D049A"/>
    <w:multiLevelType w:val="multilevel"/>
    <w:tmpl w:val="D7D8F5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3847EBE"/>
    <w:multiLevelType w:val="hybridMultilevel"/>
    <w:tmpl w:val="81FC3926"/>
    <w:lvl w:ilvl="0" w:tplc="A9C0BBAE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14081D77"/>
    <w:multiLevelType w:val="hybridMultilevel"/>
    <w:tmpl w:val="27C2AD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701C2"/>
    <w:multiLevelType w:val="multilevel"/>
    <w:tmpl w:val="0518A7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1969F6"/>
    <w:multiLevelType w:val="hybridMultilevel"/>
    <w:tmpl w:val="AABEE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567E3"/>
    <w:multiLevelType w:val="hybridMultilevel"/>
    <w:tmpl w:val="53E87B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E961EB"/>
    <w:multiLevelType w:val="multilevel"/>
    <w:tmpl w:val="8BACDFEE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F0C1D01"/>
    <w:multiLevelType w:val="hybridMultilevel"/>
    <w:tmpl w:val="CB2A9E68"/>
    <w:lvl w:ilvl="0" w:tplc="04150019">
      <w:start w:val="1"/>
      <w:numFmt w:val="lowerLetter"/>
      <w:lvlText w:val="%1.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" w15:restartNumberingAfterBreak="0">
    <w:nsid w:val="2F940688"/>
    <w:multiLevelType w:val="hybridMultilevel"/>
    <w:tmpl w:val="31781AFC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33963D46"/>
    <w:multiLevelType w:val="hybridMultilevel"/>
    <w:tmpl w:val="B394CD0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33B14825"/>
    <w:multiLevelType w:val="hybridMultilevel"/>
    <w:tmpl w:val="0144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6C85F9E"/>
    <w:multiLevelType w:val="multilevel"/>
    <w:tmpl w:val="F2C4EB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F2459"/>
    <w:multiLevelType w:val="multilevel"/>
    <w:tmpl w:val="988CD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6AA226CC"/>
    <w:lvl w:ilvl="0">
      <w:start w:val="1"/>
      <w:numFmt w:val="decimal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1290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DEC50D7"/>
    <w:multiLevelType w:val="hybridMultilevel"/>
    <w:tmpl w:val="FF1EE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046F0"/>
    <w:multiLevelType w:val="multilevel"/>
    <w:tmpl w:val="8560539C"/>
    <w:lvl w:ilvl="0">
      <w:start w:val="1"/>
      <w:numFmt w:val="decimal"/>
      <w:pStyle w:val="Nagwek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pStyle w:val="Styl3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64C2476"/>
    <w:multiLevelType w:val="hybridMultilevel"/>
    <w:tmpl w:val="9370A8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anda" w:hAnsi="Veranda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B23F3"/>
    <w:multiLevelType w:val="hybridMultilevel"/>
    <w:tmpl w:val="D47637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B6E5F"/>
    <w:multiLevelType w:val="hybridMultilevel"/>
    <w:tmpl w:val="BB88D2EE"/>
    <w:lvl w:ilvl="0" w:tplc="B02C2B1A">
      <w:start w:val="1"/>
      <w:numFmt w:val="decimal"/>
      <w:pStyle w:val="Styl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952"/>
    <w:multiLevelType w:val="hybridMultilevel"/>
    <w:tmpl w:val="9370A85A"/>
    <w:lvl w:ilvl="0" w:tplc="30023F3C">
      <w:start w:val="1"/>
      <w:numFmt w:val="decimal"/>
      <w:lvlText w:val="%1."/>
      <w:lvlJc w:val="left"/>
      <w:pPr>
        <w:ind w:left="720" w:hanging="360"/>
      </w:pPr>
      <w:rPr>
        <w:rFonts w:ascii="Veranda" w:hAnsi="Verand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F2343"/>
    <w:multiLevelType w:val="hybridMultilevel"/>
    <w:tmpl w:val="CA12C7AE"/>
    <w:lvl w:ilvl="0" w:tplc="07EADF3E">
      <w:start w:val="1"/>
      <w:numFmt w:val="lowerLetter"/>
      <w:lvlText w:val="%1)"/>
      <w:lvlJc w:val="left"/>
      <w:pPr>
        <w:ind w:left="24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2675A72"/>
    <w:multiLevelType w:val="multilevel"/>
    <w:tmpl w:val="C47C72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8A0078A"/>
    <w:multiLevelType w:val="hybridMultilevel"/>
    <w:tmpl w:val="D7B2545E"/>
    <w:lvl w:ilvl="0" w:tplc="2D14BDAE">
      <w:start w:val="1"/>
      <w:numFmt w:val="decimal"/>
      <w:lvlText w:val="%1."/>
      <w:lvlJc w:val="left"/>
      <w:pPr>
        <w:ind w:left="1020" w:hanging="360"/>
      </w:pPr>
    </w:lvl>
    <w:lvl w:ilvl="1" w:tplc="6714FEFC">
      <w:start w:val="1"/>
      <w:numFmt w:val="decimal"/>
      <w:lvlText w:val="%2."/>
      <w:lvlJc w:val="left"/>
      <w:pPr>
        <w:ind w:left="1020" w:hanging="360"/>
      </w:pPr>
    </w:lvl>
    <w:lvl w:ilvl="2" w:tplc="C68805F4">
      <w:start w:val="1"/>
      <w:numFmt w:val="decimal"/>
      <w:lvlText w:val="%3."/>
      <w:lvlJc w:val="left"/>
      <w:pPr>
        <w:ind w:left="1020" w:hanging="360"/>
      </w:pPr>
    </w:lvl>
    <w:lvl w:ilvl="3" w:tplc="A45C05D4">
      <w:start w:val="1"/>
      <w:numFmt w:val="decimal"/>
      <w:lvlText w:val="%4."/>
      <w:lvlJc w:val="left"/>
      <w:pPr>
        <w:ind w:left="1020" w:hanging="360"/>
      </w:pPr>
    </w:lvl>
    <w:lvl w:ilvl="4" w:tplc="ED6877E4">
      <w:start w:val="1"/>
      <w:numFmt w:val="decimal"/>
      <w:lvlText w:val="%5."/>
      <w:lvlJc w:val="left"/>
      <w:pPr>
        <w:ind w:left="1020" w:hanging="360"/>
      </w:pPr>
    </w:lvl>
    <w:lvl w:ilvl="5" w:tplc="EF869BDE">
      <w:start w:val="1"/>
      <w:numFmt w:val="decimal"/>
      <w:lvlText w:val="%6."/>
      <w:lvlJc w:val="left"/>
      <w:pPr>
        <w:ind w:left="1020" w:hanging="360"/>
      </w:pPr>
    </w:lvl>
    <w:lvl w:ilvl="6" w:tplc="202CB76A">
      <w:start w:val="1"/>
      <w:numFmt w:val="decimal"/>
      <w:lvlText w:val="%7."/>
      <w:lvlJc w:val="left"/>
      <w:pPr>
        <w:ind w:left="1020" w:hanging="360"/>
      </w:pPr>
    </w:lvl>
    <w:lvl w:ilvl="7" w:tplc="E08E428E">
      <w:start w:val="1"/>
      <w:numFmt w:val="decimal"/>
      <w:lvlText w:val="%8."/>
      <w:lvlJc w:val="left"/>
      <w:pPr>
        <w:ind w:left="1020" w:hanging="360"/>
      </w:pPr>
    </w:lvl>
    <w:lvl w:ilvl="8" w:tplc="B2700FA4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9507D1B"/>
    <w:multiLevelType w:val="multilevel"/>
    <w:tmpl w:val="C0F048A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9" w15:restartNumberingAfterBreak="0">
    <w:nsid w:val="6C176BC5"/>
    <w:multiLevelType w:val="multilevel"/>
    <w:tmpl w:val="63FC4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808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8137B"/>
    <w:multiLevelType w:val="hybridMultilevel"/>
    <w:tmpl w:val="0144DC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E3C06"/>
    <w:multiLevelType w:val="multilevel"/>
    <w:tmpl w:val="56EACC52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840" w:hanging="84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583641080">
    <w:abstractNumId w:val="5"/>
  </w:num>
  <w:num w:numId="2" w16cid:durableId="560674154">
    <w:abstractNumId w:val="9"/>
  </w:num>
  <w:num w:numId="3" w16cid:durableId="1075207173">
    <w:abstractNumId w:val="22"/>
  </w:num>
  <w:num w:numId="4" w16cid:durableId="1978100265">
    <w:abstractNumId w:val="8"/>
  </w:num>
  <w:num w:numId="5" w16cid:durableId="639697964">
    <w:abstractNumId w:val="30"/>
  </w:num>
  <w:num w:numId="6" w16cid:durableId="1032389716">
    <w:abstractNumId w:val="24"/>
  </w:num>
  <w:num w:numId="7" w16cid:durableId="459766847">
    <w:abstractNumId w:val="14"/>
  </w:num>
  <w:num w:numId="8" w16cid:durableId="1784031032">
    <w:abstractNumId w:val="4"/>
  </w:num>
  <w:num w:numId="9" w16cid:durableId="2137291608">
    <w:abstractNumId w:val="15"/>
  </w:num>
  <w:num w:numId="10" w16cid:durableId="1773235487">
    <w:abstractNumId w:val="23"/>
  </w:num>
  <w:num w:numId="11" w16cid:durableId="1912498990">
    <w:abstractNumId w:val="7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A7466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7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652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12" w16cid:durableId="1695307456">
    <w:abstractNumId w:val="18"/>
  </w:num>
  <w:num w:numId="13" w16cid:durableId="664282622">
    <w:abstractNumId w:val="28"/>
  </w:num>
  <w:num w:numId="14" w16cid:durableId="2126463532">
    <w:abstractNumId w:val="26"/>
  </w:num>
  <w:num w:numId="15" w16cid:durableId="94835623">
    <w:abstractNumId w:val="6"/>
  </w:num>
  <w:num w:numId="16" w16cid:durableId="1687907721">
    <w:abstractNumId w:val="1"/>
  </w:num>
  <w:num w:numId="17" w16cid:durableId="116920605">
    <w:abstractNumId w:val="20"/>
  </w:num>
  <w:num w:numId="18" w16cid:durableId="801265945">
    <w:abstractNumId w:val="10"/>
  </w:num>
  <w:num w:numId="19" w16cid:durableId="115150491">
    <w:abstractNumId w:val="0"/>
  </w:num>
  <w:num w:numId="20" w16cid:durableId="285354428">
    <w:abstractNumId w:val="32"/>
  </w:num>
  <w:num w:numId="21" w16cid:durableId="407768572">
    <w:abstractNumId w:val="13"/>
  </w:num>
  <w:num w:numId="22" w16cid:durableId="754594737">
    <w:abstractNumId w:val="20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</w:num>
  <w:num w:numId="23" w16cid:durableId="1903101361">
    <w:abstractNumId w:val="2"/>
  </w:num>
  <w:num w:numId="24" w16cid:durableId="506098296">
    <w:abstractNumId w:val="11"/>
  </w:num>
  <w:num w:numId="25" w16cid:durableId="412556057">
    <w:abstractNumId w:val="16"/>
  </w:num>
  <w:num w:numId="26" w16cid:durableId="135568649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70870535">
    <w:abstractNumId w:val="19"/>
  </w:num>
  <w:num w:numId="28" w16cid:durableId="711342084">
    <w:abstractNumId w:val="27"/>
  </w:num>
  <w:num w:numId="29" w16cid:durableId="1136098614">
    <w:abstractNumId w:val="7"/>
  </w:num>
  <w:num w:numId="30" w16cid:durableId="1781100722">
    <w:abstractNumId w:val="21"/>
  </w:num>
  <w:num w:numId="31" w16cid:durableId="109975843">
    <w:abstractNumId w:val="31"/>
  </w:num>
  <w:num w:numId="32" w16cid:durableId="1153644955">
    <w:abstractNumId w:val="29"/>
  </w:num>
  <w:num w:numId="33" w16cid:durableId="531919859">
    <w:abstractNumId w:val="25"/>
  </w:num>
  <w:num w:numId="34" w16cid:durableId="851728083">
    <w:abstractNumId w:val="12"/>
  </w:num>
  <w:num w:numId="35" w16cid:durableId="1050422159">
    <w:abstractNumId w:val="3"/>
  </w:num>
  <w:num w:numId="36" w16cid:durableId="1068042900">
    <w:abstractNumId w:val="17"/>
  </w:num>
  <w:num w:numId="37" w16cid:durableId="2130540999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BF6"/>
    <w:rsid w:val="000001A8"/>
    <w:rsid w:val="0000068B"/>
    <w:rsid w:val="00001475"/>
    <w:rsid w:val="00002078"/>
    <w:rsid w:val="0000270A"/>
    <w:rsid w:val="00002B98"/>
    <w:rsid w:val="00002CDF"/>
    <w:rsid w:val="0000320E"/>
    <w:rsid w:val="00003BF9"/>
    <w:rsid w:val="00003D03"/>
    <w:rsid w:val="000048D5"/>
    <w:rsid w:val="000054BC"/>
    <w:rsid w:val="00006317"/>
    <w:rsid w:val="00006BF2"/>
    <w:rsid w:val="00006E77"/>
    <w:rsid w:val="000073DE"/>
    <w:rsid w:val="00007E8E"/>
    <w:rsid w:val="00010260"/>
    <w:rsid w:val="000103A3"/>
    <w:rsid w:val="00010DA6"/>
    <w:rsid w:val="00011D40"/>
    <w:rsid w:val="00011DED"/>
    <w:rsid w:val="000123CB"/>
    <w:rsid w:val="00012A1E"/>
    <w:rsid w:val="00012CF9"/>
    <w:rsid w:val="00012E10"/>
    <w:rsid w:val="00013341"/>
    <w:rsid w:val="0001365F"/>
    <w:rsid w:val="00013812"/>
    <w:rsid w:val="00013874"/>
    <w:rsid w:val="00013C4F"/>
    <w:rsid w:val="00013D6B"/>
    <w:rsid w:val="00013E28"/>
    <w:rsid w:val="00014429"/>
    <w:rsid w:val="0001471C"/>
    <w:rsid w:val="00014B11"/>
    <w:rsid w:val="00014BC0"/>
    <w:rsid w:val="00014FC6"/>
    <w:rsid w:val="00015558"/>
    <w:rsid w:val="0001563E"/>
    <w:rsid w:val="000157F2"/>
    <w:rsid w:val="00015893"/>
    <w:rsid w:val="00016CAD"/>
    <w:rsid w:val="00017230"/>
    <w:rsid w:val="000203B1"/>
    <w:rsid w:val="00020A75"/>
    <w:rsid w:val="00021124"/>
    <w:rsid w:val="0002112D"/>
    <w:rsid w:val="00021153"/>
    <w:rsid w:val="000219EA"/>
    <w:rsid w:val="00021ADE"/>
    <w:rsid w:val="00021D89"/>
    <w:rsid w:val="00023BA1"/>
    <w:rsid w:val="00024292"/>
    <w:rsid w:val="0002431E"/>
    <w:rsid w:val="000244F6"/>
    <w:rsid w:val="00024E6B"/>
    <w:rsid w:val="000254A4"/>
    <w:rsid w:val="00025876"/>
    <w:rsid w:val="000259E3"/>
    <w:rsid w:val="00026640"/>
    <w:rsid w:val="000266BC"/>
    <w:rsid w:val="000271C6"/>
    <w:rsid w:val="000273E6"/>
    <w:rsid w:val="00027D6D"/>
    <w:rsid w:val="00027ECC"/>
    <w:rsid w:val="00030851"/>
    <w:rsid w:val="00030918"/>
    <w:rsid w:val="000309EF"/>
    <w:rsid w:val="00031572"/>
    <w:rsid w:val="0003157C"/>
    <w:rsid w:val="000316C6"/>
    <w:rsid w:val="00031904"/>
    <w:rsid w:val="00031DCB"/>
    <w:rsid w:val="00032A83"/>
    <w:rsid w:val="00032D85"/>
    <w:rsid w:val="0003326E"/>
    <w:rsid w:val="000336E1"/>
    <w:rsid w:val="000336ED"/>
    <w:rsid w:val="00034015"/>
    <w:rsid w:val="00034147"/>
    <w:rsid w:val="000346F8"/>
    <w:rsid w:val="00034A39"/>
    <w:rsid w:val="00034BA2"/>
    <w:rsid w:val="00034DA6"/>
    <w:rsid w:val="00034E50"/>
    <w:rsid w:val="0003522D"/>
    <w:rsid w:val="00035980"/>
    <w:rsid w:val="0003693F"/>
    <w:rsid w:val="00036EDA"/>
    <w:rsid w:val="00037782"/>
    <w:rsid w:val="00037FA6"/>
    <w:rsid w:val="0004006D"/>
    <w:rsid w:val="000400F3"/>
    <w:rsid w:val="000405E6"/>
    <w:rsid w:val="00041106"/>
    <w:rsid w:val="000411B0"/>
    <w:rsid w:val="0004130E"/>
    <w:rsid w:val="0004143C"/>
    <w:rsid w:val="00041489"/>
    <w:rsid w:val="00041508"/>
    <w:rsid w:val="0004153A"/>
    <w:rsid w:val="000417A9"/>
    <w:rsid w:val="00041FA5"/>
    <w:rsid w:val="0004275C"/>
    <w:rsid w:val="000427C0"/>
    <w:rsid w:val="0004307B"/>
    <w:rsid w:val="000430C3"/>
    <w:rsid w:val="00043623"/>
    <w:rsid w:val="00044E04"/>
    <w:rsid w:val="000452E3"/>
    <w:rsid w:val="000453A3"/>
    <w:rsid w:val="000456D7"/>
    <w:rsid w:val="000463ED"/>
    <w:rsid w:val="000464DC"/>
    <w:rsid w:val="00047547"/>
    <w:rsid w:val="00050894"/>
    <w:rsid w:val="0005136C"/>
    <w:rsid w:val="00051955"/>
    <w:rsid w:val="00052231"/>
    <w:rsid w:val="00052572"/>
    <w:rsid w:val="0005270A"/>
    <w:rsid w:val="00052D42"/>
    <w:rsid w:val="000537EC"/>
    <w:rsid w:val="00053A9F"/>
    <w:rsid w:val="00053E93"/>
    <w:rsid w:val="00054F78"/>
    <w:rsid w:val="000552E0"/>
    <w:rsid w:val="00055C9C"/>
    <w:rsid w:val="000564AD"/>
    <w:rsid w:val="00056FBC"/>
    <w:rsid w:val="0005726E"/>
    <w:rsid w:val="00060EAD"/>
    <w:rsid w:val="00062E88"/>
    <w:rsid w:val="00063B78"/>
    <w:rsid w:val="00063C0D"/>
    <w:rsid w:val="00063DE1"/>
    <w:rsid w:val="00063DF5"/>
    <w:rsid w:val="00064A42"/>
    <w:rsid w:val="00065E04"/>
    <w:rsid w:val="000661B9"/>
    <w:rsid w:val="00066347"/>
    <w:rsid w:val="00066644"/>
    <w:rsid w:val="000676E3"/>
    <w:rsid w:val="0006787B"/>
    <w:rsid w:val="0006792A"/>
    <w:rsid w:val="00067B67"/>
    <w:rsid w:val="00067C89"/>
    <w:rsid w:val="00070840"/>
    <w:rsid w:val="00070A58"/>
    <w:rsid w:val="00070D09"/>
    <w:rsid w:val="00071015"/>
    <w:rsid w:val="00071C0A"/>
    <w:rsid w:val="00071C98"/>
    <w:rsid w:val="00072712"/>
    <w:rsid w:val="000729B9"/>
    <w:rsid w:val="000730E8"/>
    <w:rsid w:val="0007333B"/>
    <w:rsid w:val="00073C91"/>
    <w:rsid w:val="000743A6"/>
    <w:rsid w:val="00075509"/>
    <w:rsid w:val="0007574B"/>
    <w:rsid w:val="000758AF"/>
    <w:rsid w:val="00075EB2"/>
    <w:rsid w:val="00076A17"/>
    <w:rsid w:val="00076E82"/>
    <w:rsid w:val="00081CC5"/>
    <w:rsid w:val="0008267F"/>
    <w:rsid w:val="00082B1F"/>
    <w:rsid w:val="00082EA2"/>
    <w:rsid w:val="00083221"/>
    <w:rsid w:val="00083E3A"/>
    <w:rsid w:val="00083E4E"/>
    <w:rsid w:val="00084310"/>
    <w:rsid w:val="000848C6"/>
    <w:rsid w:val="00084E8A"/>
    <w:rsid w:val="0008511F"/>
    <w:rsid w:val="00086025"/>
    <w:rsid w:val="0008610E"/>
    <w:rsid w:val="00086550"/>
    <w:rsid w:val="00087646"/>
    <w:rsid w:val="00090D78"/>
    <w:rsid w:val="00090F86"/>
    <w:rsid w:val="0009154E"/>
    <w:rsid w:val="00091724"/>
    <w:rsid w:val="00091F91"/>
    <w:rsid w:val="000922B8"/>
    <w:rsid w:val="0009348B"/>
    <w:rsid w:val="0009352A"/>
    <w:rsid w:val="00093811"/>
    <w:rsid w:val="00093CC8"/>
    <w:rsid w:val="00094933"/>
    <w:rsid w:val="00094C02"/>
    <w:rsid w:val="00094E04"/>
    <w:rsid w:val="00094EB9"/>
    <w:rsid w:val="00095372"/>
    <w:rsid w:val="00095390"/>
    <w:rsid w:val="000958E6"/>
    <w:rsid w:val="000959F2"/>
    <w:rsid w:val="00095A6D"/>
    <w:rsid w:val="0009634C"/>
    <w:rsid w:val="00096363"/>
    <w:rsid w:val="00096510"/>
    <w:rsid w:val="000968E3"/>
    <w:rsid w:val="00096E49"/>
    <w:rsid w:val="00096FE0"/>
    <w:rsid w:val="0009794D"/>
    <w:rsid w:val="000979EC"/>
    <w:rsid w:val="000A0271"/>
    <w:rsid w:val="000A02DF"/>
    <w:rsid w:val="000A13F0"/>
    <w:rsid w:val="000A1605"/>
    <w:rsid w:val="000A1990"/>
    <w:rsid w:val="000A20D4"/>
    <w:rsid w:val="000A2353"/>
    <w:rsid w:val="000A3353"/>
    <w:rsid w:val="000A3657"/>
    <w:rsid w:val="000A3DAB"/>
    <w:rsid w:val="000A4AD0"/>
    <w:rsid w:val="000A4E35"/>
    <w:rsid w:val="000A5B2B"/>
    <w:rsid w:val="000A5B50"/>
    <w:rsid w:val="000A6453"/>
    <w:rsid w:val="000A6AB8"/>
    <w:rsid w:val="000A6DCF"/>
    <w:rsid w:val="000A7444"/>
    <w:rsid w:val="000A7D3F"/>
    <w:rsid w:val="000B1E2D"/>
    <w:rsid w:val="000B2382"/>
    <w:rsid w:val="000B2499"/>
    <w:rsid w:val="000B2552"/>
    <w:rsid w:val="000B26F7"/>
    <w:rsid w:val="000B2C68"/>
    <w:rsid w:val="000B2FF4"/>
    <w:rsid w:val="000B34E4"/>
    <w:rsid w:val="000B3C54"/>
    <w:rsid w:val="000B424B"/>
    <w:rsid w:val="000B6079"/>
    <w:rsid w:val="000B66A8"/>
    <w:rsid w:val="000B67A1"/>
    <w:rsid w:val="000B78D9"/>
    <w:rsid w:val="000B7E53"/>
    <w:rsid w:val="000B7F4A"/>
    <w:rsid w:val="000C02C9"/>
    <w:rsid w:val="000C0595"/>
    <w:rsid w:val="000C1965"/>
    <w:rsid w:val="000C1CB0"/>
    <w:rsid w:val="000C1D3A"/>
    <w:rsid w:val="000C20AC"/>
    <w:rsid w:val="000C21FD"/>
    <w:rsid w:val="000C2525"/>
    <w:rsid w:val="000C29E4"/>
    <w:rsid w:val="000C2B35"/>
    <w:rsid w:val="000C323C"/>
    <w:rsid w:val="000C3A3C"/>
    <w:rsid w:val="000C3C17"/>
    <w:rsid w:val="000C48BD"/>
    <w:rsid w:val="000C57E1"/>
    <w:rsid w:val="000C5C7D"/>
    <w:rsid w:val="000C65BB"/>
    <w:rsid w:val="000C68B7"/>
    <w:rsid w:val="000C6A69"/>
    <w:rsid w:val="000C6B2A"/>
    <w:rsid w:val="000C6C90"/>
    <w:rsid w:val="000C71BC"/>
    <w:rsid w:val="000C7C80"/>
    <w:rsid w:val="000D0D2E"/>
    <w:rsid w:val="000D195F"/>
    <w:rsid w:val="000D230A"/>
    <w:rsid w:val="000D2970"/>
    <w:rsid w:val="000D46CF"/>
    <w:rsid w:val="000D4E4A"/>
    <w:rsid w:val="000D52D0"/>
    <w:rsid w:val="000D5640"/>
    <w:rsid w:val="000D5886"/>
    <w:rsid w:val="000D600D"/>
    <w:rsid w:val="000D6585"/>
    <w:rsid w:val="000D6948"/>
    <w:rsid w:val="000D6ED0"/>
    <w:rsid w:val="000D6F76"/>
    <w:rsid w:val="000D715A"/>
    <w:rsid w:val="000D7704"/>
    <w:rsid w:val="000E031B"/>
    <w:rsid w:val="000E0506"/>
    <w:rsid w:val="000E100B"/>
    <w:rsid w:val="000E1ECA"/>
    <w:rsid w:val="000E2B72"/>
    <w:rsid w:val="000E2ECC"/>
    <w:rsid w:val="000E320A"/>
    <w:rsid w:val="000E3223"/>
    <w:rsid w:val="000E423F"/>
    <w:rsid w:val="000E4286"/>
    <w:rsid w:val="000E4537"/>
    <w:rsid w:val="000E4CC3"/>
    <w:rsid w:val="000E4F1B"/>
    <w:rsid w:val="000E549A"/>
    <w:rsid w:val="000E5A9F"/>
    <w:rsid w:val="000E5C7B"/>
    <w:rsid w:val="000E6531"/>
    <w:rsid w:val="000E6A29"/>
    <w:rsid w:val="000E6B49"/>
    <w:rsid w:val="000E6C65"/>
    <w:rsid w:val="000E76AC"/>
    <w:rsid w:val="000E7D69"/>
    <w:rsid w:val="000F0345"/>
    <w:rsid w:val="000F07D1"/>
    <w:rsid w:val="000F0A07"/>
    <w:rsid w:val="000F1AEA"/>
    <w:rsid w:val="000F2705"/>
    <w:rsid w:val="000F330D"/>
    <w:rsid w:val="000F36B5"/>
    <w:rsid w:val="000F38BE"/>
    <w:rsid w:val="000F3EC0"/>
    <w:rsid w:val="000F6169"/>
    <w:rsid w:val="000F660B"/>
    <w:rsid w:val="000F66B0"/>
    <w:rsid w:val="000F6843"/>
    <w:rsid w:val="000F791A"/>
    <w:rsid w:val="000F7C7E"/>
    <w:rsid w:val="00100004"/>
    <w:rsid w:val="00100032"/>
    <w:rsid w:val="00102398"/>
    <w:rsid w:val="00102DA1"/>
    <w:rsid w:val="001030AA"/>
    <w:rsid w:val="001031C3"/>
    <w:rsid w:val="001038CB"/>
    <w:rsid w:val="00103981"/>
    <w:rsid w:val="001042B3"/>
    <w:rsid w:val="00104C79"/>
    <w:rsid w:val="00104E66"/>
    <w:rsid w:val="00105739"/>
    <w:rsid w:val="00105806"/>
    <w:rsid w:val="001059DA"/>
    <w:rsid w:val="001059FB"/>
    <w:rsid w:val="00105B28"/>
    <w:rsid w:val="00105C87"/>
    <w:rsid w:val="00106427"/>
    <w:rsid w:val="00106E4B"/>
    <w:rsid w:val="001070EE"/>
    <w:rsid w:val="00107126"/>
    <w:rsid w:val="00107425"/>
    <w:rsid w:val="0011021D"/>
    <w:rsid w:val="00111105"/>
    <w:rsid w:val="00111B65"/>
    <w:rsid w:val="00111F45"/>
    <w:rsid w:val="00112906"/>
    <w:rsid w:val="00112BFA"/>
    <w:rsid w:val="00112FB8"/>
    <w:rsid w:val="001130F9"/>
    <w:rsid w:val="00113869"/>
    <w:rsid w:val="00114083"/>
    <w:rsid w:val="00114346"/>
    <w:rsid w:val="00114EA3"/>
    <w:rsid w:val="00114F92"/>
    <w:rsid w:val="001153B0"/>
    <w:rsid w:val="001156EA"/>
    <w:rsid w:val="00115EE8"/>
    <w:rsid w:val="00116354"/>
    <w:rsid w:val="0011640F"/>
    <w:rsid w:val="00116677"/>
    <w:rsid w:val="00116C5C"/>
    <w:rsid w:val="00116C75"/>
    <w:rsid w:val="00117762"/>
    <w:rsid w:val="00117A4D"/>
    <w:rsid w:val="0012065D"/>
    <w:rsid w:val="00120759"/>
    <w:rsid w:val="00120796"/>
    <w:rsid w:val="00120D0D"/>
    <w:rsid w:val="0012114E"/>
    <w:rsid w:val="00121433"/>
    <w:rsid w:val="00121524"/>
    <w:rsid w:val="0012205D"/>
    <w:rsid w:val="001221BD"/>
    <w:rsid w:val="00122803"/>
    <w:rsid w:val="00122928"/>
    <w:rsid w:val="00122986"/>
    <w:rsid w:val="001237E3"/>
    <w:rsid w:val="00123E3C"/>
    <w:rsid w:val="00124553"/>
    <w:rsid w:val="00124C92"/>
    <w:rsid w:val="001251E4"/>
    <w:rsid w:val="0012549C"/>
    <w:rsid w:val="001258D6"/>
    <w:rsid w:val="00125A7F"/>
    <w:rsid w:val="00125E4F"/>
    <w:rsid w:val="0012604D"/>
    <w:rsid w:val="001267DD"/>
    <w:rsid w:val="00126D91"/>
    <w:rsid w:val="00126F95"/>
    <w:rsid w:val="00127106"/>
    <w:rsid w:val="001278C1"/>
    <w:rsid w:val="0013005D"/>
    <w:rsid w:val="00130822"/>
    <w:rsid w:val="001312D6"/>
    <w:rsid w:val="00131C42"/>
    <w:rsid w:val="00132648"/>
    <w:rsid w:val="00132A4E"/>
    <w:rsid w:val="00132F8E"/>
    <w:rsid w:val="00133D94"/>
    <w:rsid w:val="00133F3D"/>
    <w:rsid w:val="001342C0"/>
    <w:rsid w:val="0013465D"/>
    <w:rsid w:val="00134A7A"/>
    <w:rsid w:val="0013511B"/>
    <w:rsid w:val="00135593"/>
    <w:rsid w:val="00135A9B"/>
    <w:rsid w:val="00135AC6"/>
    <w:rsid w:val="00136579"/>
    <w:rsid w:val="0013718C"/>
    <w:rsid w:val="00137698"/>
    <w:rsid w:val="0013782A"/>
    <w:rsid w:val="00137D0B"/>
    <w:rsid w:val="001411E0"/>
    <w:rsid w:val="001413B1"/>
    <w:rsid w:val="001415B1"/>
    <w:rsid w:val="00141849"/>
    <w:rsid w:val="00141C53"/>
    <w:rsid w:val="00141E6D"/>
    <w:rsid w:val="00142651"/>
    <w:rsid w:val="001429FE"/>
    <w:rsid w:val="0014317E"/>
    <w:rsid w:val="00143F3C"/>
    <w:rsid w:val="00144166"/>
    <w:rsid w:val="0014493D"/>
    <w:rsid w:val="00145C50"/>
    <w:rsid w:val="00145D05"/>
    <w:rsid w:val="00145EDF"/>
    <w:rsid w:val="00146E49"/>
    <w:rsid w:val="00147805"/>
    <w:rsid w:val="00147BB0"/>
    <w:rsid w:val="00147F23"/>
    <w:rsid w:val="00150254"/>
    <w:rsid w:val="00150775"/>
    <w:rsid w:val="00150C71"/>
    <w:rsid w:val="00150E62"/>
    <w:rsid w:val="00150E8D"/>
    <w:rsid w:val="00151146"/>
    <w:rsid w:val="001514EF"/>
    <w:rsid w:val="00151706"/>
    <w:rsid w:val="001517F0"/>
    <w:rsid w:val="001526CB"/>
    <w:rsid w:val="00152803"/>
    <w:rsid w:val="001535F7"/>
    <w:rsid w:val="00153654"/>
    <w:rsid w:val="00153D9D"/>
    <w:rsid w:val="00153E60"/>
    <w:rsid w:val="00153EB5"/>
    <w:rsid w:val="0015404F"/>
    <w:rsid w:val="001542B0"/>
    <w:rsid w:val="001544F1"/>
    <w:rsid w:val="001546BC"/>
    <w:rsid w:val="0015485F"/>
    <w:rsid w:val="00155304"/>
    <w:rsid w:val="00155512"/>
    <w:rsid w:val="00155657"/>
    <w:rsid w:val="001566BA"/>
    <w:rsid w:val="0015702B"/>
    <w:rsid w:val="00157202"/>
    <w:rsid w:val="001576DB"/>
    <w:rsid w:val="001578DA"/>
    <w:rsid w:val="0015791D"/>
    <w:rsid w:val="00160044"/>
    <w:rsid w:val="00160478"/>
    <w:rsid w:val="001604B2"/>
    <w:rsid w:val="00160907"/>
    <w:rsid w:val="00160B0A"/>
    <w:rsid w:val="00160F13"/>
    <w:rsid w:val="00161036"/>
    <w:rsid w:val="00161668"/>
    <w:rsid w:val="0016173D"/>
    <w:rsid w:val="00161AB5"/>
    <w:rsid w:val="00161D3B"/>
    <w:rsid w:val="00161EA4"/>
    <w:rsid w:val="001628EA"/>
    <w:rsid w:val="001629B8"/>
    <w:rsid w:val="00162D46"/>
    <w:rsid w:val="00162DB9"/>
    <w:rsid w:val="00162DD7"/>
    <w:rsid w:val="00163196"/>
    <w:rsid w:val="001638E2"/>
    <w:rsid w:val="00163C44"/>
    <w:rsid w:val="001642C5"/>
    <w:rsid w:val="001643EA"/>
    <w:rsid w:val="001648DA"/>
    <w:rsid w:val="00165741"/>
    <w:rsid w:val="00165B3C"/>
    <w:rsid w:val="00165DCB"/>
    <w:rsid w:val="001660EF"/>
    <w:rsid w:val="00166399"/>
    <w:rsid w:val="001663E7"/>
    <w:rsid w:val="0016663A"/>
    <w:rsid w:val="00167B4E"/>
    <w:rsid w:val="0017031D"/>
    <w:rsid w:val="00170995"/>
    <w:rsid w:val="00170FED"/>
    <w:rsid w:val="0017171B"/>
    <w:rsid w:val="00171E99"/>
    <w:rsid w:val="001722D1"/>
    <w:rsid w:val="00172D2A"/>
    <w:rsid w:val="001739CF"/>
    <w:rsid w:val="00173C11"/>
    <w:rsid w:val="00173E03"/>
    <w:rsid w:val="001740EB"/>
    <w:rsid w:val="00174266"/>
    <w:rsid w:val="00174422"/>
    <w:rsid w:val="00174A71"/>
    <w:rsid w:val="00174EBB"/>
    <w:rsid w:val="00175187"/>
    <w:rsid w:val="001755AC"/>
    <w:rsid w:val="001755CF"/>
    <w:rsid w:val="001762D8"/>
    <w:rsid w:val="00176D91"/>
    <w:rsid w:val="00176E41"/>
    <w:rsid w:val="0017707D"/>
    <w:rsid w:val="00177491"/>
    <w:rsid w:val="00181DBC"/>
    <w:rsid w:val="00181E31"/>
    <w:rsid w:val="00181F18"/>
    <w:rsid w:val="00182530"/>
    <w:rsid w:val="00182584"/>
    <w:rsid w:val="00182AA1"/>
    <w:rsid w:val="00182E50"/>
    <w:rsid w:val="00183164"/>
    <w:rsid w:val="00183375"/>
    <w:rsid w:val="0018361B"/>
    <w:rsid w:val="00183AE5"/>
    <w:rsid w:val="00183B12"/>
    <w:rsid w:val="001843E5"/>
    <w:rsid w:val="001844D8"/>
    <w:rsid w:val="001848C6"/>
    <w:rsid w:val="0018506F"/>
    <w:rsid w:val="00185486"/>
    <w:rsid w:val="0018588A"/>
    <w:rsid w:val="001874E1"/>
    <w:rsid w:val="00187832"/>
    <w:rsid w:val="001878BF"/>
    <w:rsid w:val="0018795E"/>
    <w:rsid w:val="00187975"/>
    <w:rsid w:val="001901A0"/>
    <w:rsid w:val="00190A8A"/>
    <w:rsid w:val="00190E7E"/>
    <w:rsid w:val="0019161C"/>
    <w:rsid w:val="001916DE"/>
    <w:rsid w:val="00191DA2"/>
    <w:rsid w:val="00192D3E"/>
    <w:rsid w:val="0019411F"/>
    <w:rsid w:val="0019412B"/>
    <w:rsid w:val="00194900"/>
    <w:rsid w:val="00194A15"/>
    <w:rsid w:val="001951C1"/>
    <w:rsid w:val="00195B30"/>
    <w:rsid w:val="00195C06"/>
    <w:rsid w:val="00195C81"/>
    <w:rsid w:val="00196949"/>
    <w:rsid w:val="00196B7B"/>
    <w:rsid w:val="001974C2"/>
    <w:rsid w:val="001974F6"/>
    <w:rsid w:val="0019766D"/>
    <w:rsid w:val="00197830"/>
    <w:rsid w:val="00197951"/>
    <w:rsid w:val="00197A77"/>
    <w:rsid w:val="00197AE4"/>
    <w:rsid w:val="001A023B"/>
    <w:rsid w:val="001A0994"/>
    <w:rsid w:val="001A0C97"/>
    <w:rsid w:val="001A1516"/>
    <w:rsid w:val="001A1BB8"/>
    <w:rsid w:val="001A1CA0"/>
    <w:rsid w:val="001A3528"/>
    <w:rsid w:val="001A4E86"/>
    <w:rsid w:val="001A5122"/>
    <w:rsid w:val="001A51F4"/>
    <w:rsid w:val="001A53A1"/>
    <w:rsid w:val="001A565C"/>
    <w:rsid w:val="001A6CAC"/>
    <w:rsid w:val="001A771D"/>
    <w:rsid w:val="001B0D6B"/>
    <w:rsid w:val="001B1957"/>
    <w:rsid w:val="001B19A6"/>
    <w:rsid w:val="001B1A6E"/>
    <w:rsid w:val="001B1C63"/>
    <w:rsid w:val="001B23AA"/>
    <w:rsid w:val="001B26AE"/>
    <w:rsid w:val="001B26E2"/>
    <w:rsid w:val="001B2D12"/>
    <w:rsid w:val="001B3017"/>
    <w:rsid w:val="001B32E0"/>
    <w:rsid w:val="001B3859"/>
    <w:rsid w:val="001B3AB3"/>
    <w:rsid w:val="001B4230"/>
    <w:rsid w:val="001B483E"/>
    <w:rsid w:val="001B4A92"/>
    <w:rsid w:val="001B4C68"/>
    <w:rsid w:val="001B4F36"/>
    <w:rsid w:val="001B5357"/>
    <w:rsid w:val="001B54C5"/>
    <w:rsid w:val="001B5CCA"/>
    <w:rsid w:val="001B6B34"/>
    <w:rsid w:val="001B6D4C"/>
    <w:rsid w:val="001B6F9B"/>
    <w:rsid w:val="001B74BF"/>
    <w:rsid w:val="001C00BB"/>
    <w:rsid w:val="001C04FD"/>
    <w:rsid w:val="001C102D"/>
    <w:rsid w:val="001C1070"/>
    <w:rsid w:val="001C1A26"/>
    <w:rsid w:val="001C207F"/>
    <w:rsid w:val="001C28CC"/>
    <w:rsid w:val="001C292B"/>
    <w:rsid w:val="001C365A"/>
    <w:rsid w:val="001C3A40"/>
    <w:rsid w:val="001C3F5C"/>
    <w:rsid w:val="001C3F8E"/>
    <w:rsid w:val="001C4148"/>
    <w:rsid w:val="001C42D3"/>
    <w:rsid w:val="001C462A"/>
    <w:rsid w:val="001C4641"/>
    <w:rsid w:val="001C4820"/>
    <w:rsid w:val="001C4F4D"/>
    <w:rsid w:val="001C5558"/>
    <w:rsid w:val="001C5585"/>
    <w:rsid w:val="001C578B"/>
    <w:rsid w:val="001C598F"/>
    <w:rsid w:val="001C59E1"/>
    <w:rsid w:val="001C6EEC"/>
    <w:rsid w:val="001C794C"/>
    <w:rsid w:val="001C7AE6"/>
    <w:rsid w:val="001C7D79"/>
    <w:rsid w:val="001C7DAC"/>
    <w:rsid w:val="001D0117"/>
    <w:rsid w:val="001D144D"/>
    <w:rsid w:val="001D1C1A"/>
    <w:rsid w:val="001D1DA9"/>
    <w:rsid w:val="001D2378"/>
    <w:rsid w:val="001D2BAF"/>
    <w:rsid w:val="001D2EA5"/>
    <w:rsid w:val="001D2EB1"/>
    <w:rsid w:val="001D38DC"/>
    <w:rsid w:val="001D3B7A"/>
    <w:rsid w:val="001D3CAA"/>
    <w:rsid w:val="001D3CC0"/>
    <w:rsid w:val="001D483B"/>
    <w:rsid w:val="001D4E1F"/>
    <w:rsid w:val="001D5762"/>
    <w:rsid w:val="001D5A4D"/>
    <w:rsid w:val="001D6276"/>
    <w:rsid w:val="001D6BFE"/>
    <w:rsid w:val="001E00CC"/>
    <w:rsid w:val="001E0AEE"/>
    <w:rsid w:val="001E1135"/>
    <w:rsid w:val="001E1F3E"/>
    <w:rsid w:val="001E21C5"/>
    <w:rsid w:val="001E2CAF"/>
    <w:rsid w:val="001E2DAE"/>
    <w:rsid w:val="001E33AB"/>
    <w:rsid w:val="001E42A3"/>
    <w:rsid w:val="001E5075"/>
    <w:rsid w:val="001E5A17"/>
    <w:rsid w:val="001E5A85"/>
    <w:rsid w:val="001E5D33"/>
    <w:rsid w:val="001E62A8"/>
    <w:rsid w:val="001E6D5C"/>
    <w:rsid w:val="001E7028"/>
    <w:rsid w:val="001E70F8"/>
    <w:rsid w:val="001E711A"/>
    <w:rsid w:val="001E7270"/>
    <w:rsid w:val="001E742B"/>
    <w:rsid w:val="001E7BE6"/>
    <w:rsid w:val="001F0004"/>
    <w:rsid w:val="001F006F"/>
    <w:rsid w:val="001F01EF"/>
    <w:rsid w:val="001F2EA6"/>
    <w:rsid w:val="001F3600"/>
    <w:rsid w:val="001F3671"/>
    <w:rsid w:val="001F36E7"/>
    <w:rsid w:val="001F38E5"/>
    <w:rsid w:val="001F3971"/>
    <w:rsid w:val="001F57AE"/>
    <w:rsid w:val="001F5A0E"/>
    <w:rsid w:val="001F5B49"/>
    <w:rsid w:val="001F63BA"/>
    <w:rsid w:val="001F6674"/>
    <w:rsid w:val="001F737A"/>
    <w:rsid w:val="001F7C2B"/>
    <w:rsid w:val="00200131"/>
    <w:rsid w:val="0020031C"/>
    <w:rsid w:val="002007D0"/>
    <w:rsid w:val="002008CC"/>
    <w:rsid w:val="00202341"/>
    <w:rsid w:val="00202453"/>
    <w:rsid w:val="00203829"/>
    <w:rsid w:val="002039EA"/>
    <w:rsid w:val="00203ADD"/>
    <w:rsid w:val="00203F00"/>
    <w:rsid w:val="002042A4"/>
    <w:rsid w:val="00204762"/>
    <w:rsid w:val="002049DD"/>
    <w:rsid w:val="0020518B"/>
    <w:rsid w:val="002057E7"/>
    <w:rsid w:val="00205A17"/>
    <w:rsid w:val="00205C23"/>
    <w:rsid w:val="00205DBD"/>
    <w:rsid w:val="00205ED6"/>
    <w:rsid w:val="00205FB8"/>
    <w:rsid w:val="002067F1"/>
    <w:rsid w:val="002069E9"/>
    <w:rsid w:val="00206A69"/>
    <w:rsid w:val="00206C6C"/>
    <w:rsid w:val="00207365"/>
    <w:rsid w:val="002075EB"/>
    <w:rsid w:val="00207743"/>
    <w:rsid w:val="0020795A"/>
    <w:rsid w:val="00207A0C"/>
    <w:rsid w:val="00207A95"/>
    <w:rsid w:val="0021010E"/>
    <w:rsid w:val="00211077"/>
    <w:rsid w:val="00211080"/>
    <w:rsid w:val="002117C5"/>
    <w:rsid w:val="002118E8"/>
    <w:rsid w:val="00211B29"/>
    <w:rsid w:val="00211B35"/>
    <w:rsid w:val="00212E95"/>
    <w:rsid w:val="002137E7"/>
    <w:rsid w:val="00213FBD"/>
    <w:rsid w:val="00214256"/>
    <w:rsid w:val="00215F78"/>
    <w:rsid w:val="00216235"/>
    <w:rsid w:val="00216E48"/>
    <w:rsid w:val="0021710D"/>
    <w:rsid w:val="00217290"/>
    <w:rsid w:val="00220868"/>
    <w:rsid w:val="00220EDE"/>
    <w:rsid w:val="0022137E"/>
    <w:rsid w:val="0022141A"/>
    <w:rsid w:val="002214B9"/>
    <w:rsid w:val="00221552"/>
    <w:rsid w:val="00221925"/>
    <w:rsid w:val="00222C62"/>
    <w:rsid w:val="00223A97"/>
    <w:rsid w:val="00223F44"/>
    <w:rsid w:val="00224C64"/>
    <w:rsid w:val="00224DC5"/>
    <w:rsid w:val="00224DFB"/>
    <w:rsid w:val="00225525"/>
    <w:rsid w:val="00225594"/>
    <w:rsid w:val="002262F3"/>
    <w:rsid w:val="002269EF"/>
    <w:rsid w:val="00226F08"/>
    <w:rsid w:val="00227DA5"/>
    <w:rsid w:val="00227DC5"/>
    <w:rsid w:val="00227DEF"/>
    <w:rsid w:val="00227E49"/>
    <w:rsid w:val="00231C6D"/>
    <w:rsid w:val="00232707"/>
    <w:rsid w:val="00232E70"/>
    <w:rsid w:val="002334E4"/>
    <w:rsid w:val="00233A6F"/>
    <w:rsid w:val="002343A0"/>
    <w:rsid w:val="0023465E"/>
    <w:rsid w:val="00235251"/>
    <w:rsid w:val="002353FA"/>
    <w:rsid w:val="0023563A"/>
    <w:rsid w:val="0023604E"/>
    <w:rsid w:val="002363B8"/>
    <w:rsid w:val="002371E5"/>
    <w:rsid w:val="00237EA2"/>
    <w:rsid w:val="0024085B"/>
    <w:rsid w:val="002409E2"/>
    <w:rsid w:val="00241139"/>
    <w:rsid w:val="0024128D"/>
    <w:rsid w:val="00241AFF"/>
    <w:rsid w:val="0024208D"/>
    <w:rsid w:val="00242951"/>
    <w:rsid w:val="00242977"/>
    <w:rsid w:val="00242DE1"/>
    <w:rsid w:val="002430C0"/>
    <w:rsid w:val="00243130"/>
    <w:rsid w:val="00243A03"/>
    <w:rsid w:val="00244F94"/>
    <w:rsid w:val="00244F9E"/>
    <w:rsid w:val="002458FA"/>
    <w:rsid w:val="00245A36"/>
    <w:rsid w:val="00245D6A"/>
    <w:rsid w:val="00245E17"/>
    <w:rsid w:val="00246AFC"/>
    <w:rsid w:val="002470F3"/>
    <w:rsid w:val="002474CA"/>
    <w:rsid w:val="002476B6"/>
    <w:rsid w:val="00247DFE"/>
    <w:rsid w:val="002500CC"/>
    <w:rsid w:val="0025018B"/>
    <w:rsid w:val="00250548"/>
    <w:rsid w:val="00250A1C"/>
    <w:rsid w:val="002513A8"/>
    <w:rsid w:val="00251553"/>
    <w:rsid w:val="002516C7"/>
    <w:rsid w:val="0025236E"/>
    <w:rsid w:val="002526F5"/>
    <w:rsid w:val="0025279D"/>
    <w:rsid w:val="00252DD9"/>
    <w:rsid w:val="00252EE6"/>
    <w:rsid w:val="00253EE6"/>
    <w:rsid w:val="00254694"/>
    <w:rsid w:val="00254E62"/>
    <w:rsid w:val="00254F31"/>
    <w:rsid w:val="00255707"/>
    <w:rsid w:val="00255E55"/>
    <w:rsid w:val="00255F0D"/>
    <w:rsid w:val="00256EDA"/>
    <w:rsid w:val="002574C7"/>
    <w:rsid w:val="00260011"/>
    <w:rsid w:val="00260857"/>
    <w:rsid w:val="00261891"/>
    <w:rsid w:val="0026263B"/>
    <w:rsid w:val="00263331"/>
    <w:rsid w:val="00263D06"/>
    <w:rsid w:val="002640E7"/>
    <w:rsid w:val="00264194"/>
    <w:rsid w:val="00264749"/>
    <w:rsid w:val="00264A06"/>
    <w:rsid w:val="00265159"/>
    <w:rsid w:val="00265865"/>
    <w:rsid w:val="002658AE"/>
    <w:rsid w:val="00265B9D"/>
    <w:rsid w:val="00265C69"/>
    <w:rsid w:val="00266471"/>
    <w:rsid w:val="00266539"/>
    <w:rsid w:val="0026726A"/>
    <w:rsid w:val="002674C4"/>
    <w:rsid w:val="00267780"/>
    <w:rsid w:val="0026784B"/>
    <w:rsid w:val="00267950"/>
    <w:rsid w:val="00267DE5"/>
    <w:rsid w:val="00267F3D"/>
    <w:rsid w:val="002704E1"/>
    <w:rsid w:val="00270D18"/>
    <w:rsid w:val="00272170"/>
    <w:rsid w:val="002725EA"/>
    <w:rsid w:val="00272886"/>
    <w:rsid w:val="00272E42"/>
    <w:rsid w:val="00274163"/>
    <w:rsid w:val="0027418B"/>
    <w:rsid w:val="002743D5"/>
    <w:rsid w:val="002746D8"/>
    <w:rsid w:val="002748D2"/>
    <w:rsid w:val="00274D9B"/>
    <w:rsid w:val="00274DF4"/>
    <w:rsid w:val="00274FA4"/>
    <w:rsid w:val="002751AA"/>
    <w:rsid w:val="0027527B"/>
    <w:rsid w:val="00275CF6"/>
    <w:rsid w:val="00275E09"/>
    <w:rsid w:val="00276193"/>
    <w:rsid w:val="00276483"/>
    <w:rsid w:val="0027663F"/>
    <w:rsid w:val="002769EA"/>
    <w:rsid w:val="0027773C"/>
    <w:rsid w:val="00277766"/>
    <w:rsid w:val="00277D80"/>
    <w:rsid w:val="00277E87"/>
    <w:rsid w:val="00280414"/>
    <w:rsid w:val="00280F68"/>
    <w:rsid w:val="0028104F"/>
    <w:rsid w:val="002810C2"/>
    <w:rsid w:val="00281432"/>
    <w:rsid w:val="00281EE1"/>
    <w:rsid w:val="0028250C"/>
    <w:rsid w:val="00282ACE"/>
    <w:rsid w:val="00282E7B"/>
    <w:rsid w:val="00283515"/>
    <w:rsid w:val="00283E27"/>
    <w:rsid w:val="002841FA"/>
    <w:rsid w:val="00284216"/>
    <w:rsid w:val="002844BA"/>
    <w:rsid w:val="00285170"/>
    <w:rsid w:val="00285712"/>
    <w:rsid w:val="00286B43"/>
    <w:rsid w:val="002871A7"/>
    <w:rsid w:val="00287764"/>
    <w:rsid w:val="00287DA8"/>
    <w:rsid w:val="00287DAE"/>
    <w:rsid w:val="00287DBE"/>
    <w:rsid w:val="002905BB"/>
    <w:rsid w:val="0029094B"/>
    <w:rsid w:val="00291830"/>
    <w:rsid w:val="00291AF2"/>
    <w:rsid w:val="00291CB9"/>
    <w:rsid w:val="00292263"/>
    <w:rsid w:val="00292AF7"/>
    <w:rsid w:val="00292B1C"/>
    <w:rsid w:val="002930A3"/>
    <w:rsid w:val="002943AF"/>
    <w:rsid w:val="00294B9F"/>
    <w:rsid w:val="002956A9"/>
    <w:rsid w:val="00295FE9"/>
    <w:rsid w:val="00296254"/>
    <w:rsid w:val="002976FC"/>
    <w:rsid w:val="00297A31"/>
    <w:rsid w:val="00297B85"/>
    <w:rsid w:val="00297F57"/>
    <w:rsid w:val="002A056A"/>
    <w:rsid w:val="002A0B42"/>
    <w:rsid w:val="002A0B89"/>
    <w:rsid w:val="002A0BC8"/>
    <w:rsid w:val="002A1D1F"/>
    <w:rsid w:val="002A2676"/>
    <w:rsid w:val="002A2A02"/>
    <w:rsid w:val="002A2B4F"/>
    <w:rsid w:val="002A2CD2"/>
    <w:rsid w:val="002A3196"/>
    <w:rsid w:val="002A3798"/>
    <w:rsid w:val="002A3D0C"/>
    <w:rsid w:val="002A3F51"/>
    <w:rsid w:val="002A458B"/>
    <w:rsid w:val="002A4E3C"/>
    <w:rsid w:val="002A506E"/>
    <w:rsid w:val="002A594E"/>
    <w:rsid w:val="002A5E7A"/>
    <w:rsid w:val="002A60AF"/>
    <w:rsid w:val="002A654C"/>
    <w:rsid w:val="002B022F"/>
    <w:rsid w:val="002B06C4"/>
    <w:rsid w:val="002B06F1"/>
    <w:rsid w:val="002B08EB"/>
    <w:rsid w:val="002B0918"/>
    <w:rsid w:val="002B0BE7"/>
    <w:rsid w:val="002B15F3"/>
    <w:rsid w:val="002B2200"/>
    <w:rsid w:val="002B3595"/>
    <w:rsid w:val="002B5272"/>
    <w:rsid w:val="002B5688"/>
    <w:rsid w:val="002B60D0"/>
    <w:rsid w:val="002B621B"/>
    <w:rsid w:val="002B6C93"/>
    <w:rsid w:val="002B6CF0"/>
    <w:rsid w:val="002B7462"/>
    <w:rsid w:val="002B7B91"/>
    <w:rsid w:val="002C020E"/>
    <w:rsid w:val="002C04BD"/>
    <w:rsid w:val="002C05D8"/>
    <w:rsid w:val="002C126F"/>
    <w:rsid w:val="002C1E3F"/>
    <w:rsid w:val="002C2169"/>
    <w:rsid w:val="002C22F8"/>
    <w:rsid w:val="002C2407"/>
    <w:rsid w:val="002C247B"/>
    <w:rsid w:val="002C2565"/>
    <w:rsid w:val="002C3FF5"/>
    <w:rsid w:val="002C4036"/>
    <w:rsid w:val="002C4846"/>
    <w:rsid w:val="002C4ADB"/>
    <w:rsid w:val="002C58B7"/>
    <w:rsid w:val="002C5D77"/>
    <w:rsid w:val="002C5DD3"/>
    <w:rsid w:val="002C7050"/>
    <w:rsid w:val="002C7421"/>
    <w:rsid w:val="002C7861"/>
    <w:rsid w:val="002C78DE"/>
    <w:rsid w:val="002D011D"/>
    <w:rsid w:val="002D0321"/>
    <w:rsid w:val="002D2924"/>
    <w:rsid w:val="002D332A"/>
    <w:rsid w:val="002D3BE8"/>
    <w:rsid w:val="002D4CAD"/>
    <w:rsid w:val="002D551D"/>
    <w:rsid w:val="002D56C4"/>
    <w:rsid w:val="002D5B79"/>
    <w:rsid w:val="002D5FCA"/>
    <w:rsid w:val="002D655E"/>
    <w:rsid w:val="002D6927"/>
    <w:rsid w:val="002D6E0D"/>
    <w:rsid w:val="002D6E89"/>
    <w:rsid w:val="002D7E81"/>
    <w:rsid w:val="002D7FB2"/>
    <w:rsid w:val="002E068A"/>
    <w:rsid w:val="002E0F43"/>
    <w:rsid w:val="002E17C7"/>
    <w:rsid w:val="002E1849"/>
    <w:rsid w:val="002E21DC"/>
    <w:rsid w:val="002E26C8"/>
    <w:rsid w:val="002E2DE1"/>
    <w:rsid w:val="002E43CA"/>
    <w:rsid w:val="002E47D5"/>
    <w:rsid w:val="002E48F2"/>
    <w:rsid w:val="002E49F5"/>
    <w:rsid w:val="002E4FFB"/>
    <w:rsid w:val="002E52A4"/>
    <w:rsid w:val="002E5748"/>
    <w:rsid w:val="002E7927"/>
    <w:rsid w:val="002E7961"/>
    <w:rsid w:val="002E7F60"/>
    <w:rsid w:val="002F03FE"/>
    <w:rsid w:val="002F052B"/>
    <w:rsid w:val="002F0731"/>
    <w:rsid w:val="002F0B34"/>
    <w:rsid w:val="002F10CA"/>
    <w:rsid w:val="002F17AB"/>
    <w:rsid w:val="002F1EDC"/>
    <w:rsid w:val="002F1FB2"/>
    <w:rsid w:val="002F2222"/>
    <w:rsid w:val="002F232A"/>
    <w:rsid w:val="002F24C5"/>
    <w:rsid w:val="002F26D8"/>
    <w:rsid w:val="002F357C"/>
    <w:rsid w:val="002F39FF"/>
    <w:rsid w:val="002F3C52"/>
    <w:rsid w:val="002F3E49"/>
    <w:rsid w:val="002F3FC5"/>
    <w:rsid w:val="002F3FC9"/>
    <w:rsid w:val="002F4020"/>
    <w:rsid w:val="002F42B5"/>
    <w:rsid w:val="002F4599"/>
    <w:rsid w:val="002F5400"/>
    <w:rsid w:val="002F587A"/>
    <w:rsid w:val="002F5D1E"/>
    <w:rsid w:val="002F5DAC"/>
    <w:rsid w:val="002F6160"/>
    <w:rsid w:val="002F6D71"/>
    <w:rsid w:val="002F6DB1"/>
    <w:rsid w:val="002F718B"/>
    <w:rsid w:val="002F7406"/>
    <w:rsid w:val="003004F0"/>
    <w:rsid w:val="00300ED4"/>
    <w:rsid w:val="00301390"/>
    <w:rsid w:val="00301E89"/>
    <w:rsid w:val="003024E6"/>
    <w:rsid w:val="003036FB"/>
    <w:rsid w:val="00303934"/>
    <w:rsid w:val="00303C43"/>
    <w:rsid w:val="00303C67"/>
    <w:rsid w:val="00304246"/>
    <w:rsid w:val="00304859"/>
    <w:rsid w:val="00304FB3"/>
    <w:rsid w:val="003052FB"/>
    <w:rsid w:val="003059FE"/>
    <w:rsid w:val="00305DA1"/>
    <w:rsid w:val="00306472"/>
    <w:rsid w:val="0030671E"/>
    <w:rsid w:val="00307093"/>
    <w:rsid w:val="00307325"/>
    <w:rsid w:val="00307705"/>
    <w:rsid w:val="00310173"/>
    <w:rsid w:val="003102FC"/>
    <w:rsid w:val="003104E3"/>
    <w:rsid w:val="00310787"/>
    <w:rsid w:val="00310A54"/>
    <w:rsid w:val="00310CB3"/>
    <w:rsid w:val="0031100B"/>
    <w:rsid w:val="00311082"/>
    <w:rsid w:val="0031160F"/>
    <w:rsid w:val="00311A4A"/>
    <w:rsid w:val="00311D3C"/>
    <w:rsid w:val="003145D4"/>
    <w:rsid w:val="003149BB"/>
    <w:rsid w:val="00314F85"/>
    <w:rsid w:val="003155F2"/>
    <w:rsid w:val="00316252"/>
    <w:rsid w:val="00316475"/>
    <w:rsid w:val="00317493"/>
    <w:rsid w:val="00317B33"/>
    <w:rsid w:val="00317E78"/>
    <w:rsid w:val="00320189"/>
    <w:rsid w:val="00320414"/>
    <w:rsid w:val="003222CF"/>
    <w:rsid w:val="003225FB"/>
    <w:rsid w:val="00323B3C"/>
    <w:rsid w:val="00323DDE"/>
    <w:rsid w:val="00323F65"/>
    <w:rsid w:val="00324AFA"/>
    <w:rsid w:val="00324BB9"/>
    <w:rsid w:val="00325BFC"/>
    <w:rsid w:val="00325E8E"/>
    <w:rsid w:val="00325FD2"/>
    <w:rsid w:val="00326394"/>
    <w:rsid w:val="0033058B"/>
    <w:rsid w:val="0033104D"/>
    <w:rsid w:val="003310D6"/>
    <w:rsid w:val="0033111C"/>
    <w:rsid w:val="003315AD"/>
    <w:rsid w:val="00331B82"/>
    <w:rsid w:val="003324A6"/>
    <w:rsid w:val="003328CD"/>
    <w:rsid w:val="00332990"/>
    <w:rsid w:val="00332F53"/>
    <w:rsid w:val="00332F7A"/>
    <w:rsid w:val="00333FB7"/>
    <w:rsid w:val="00334499"/>
    <w:rsid w:val="003344CA"/>
    <w:rsid w:val="003348B7"/>
    <w:rsid w:val="003351BE"/>
    <w:rsid w:val="003356EA"/>
    <w:rsid w:val="003361DA"/>
    <w:rsid w:val="0033635C"/>
    <w:rsid w:val="00336F61"/>
    <w:rsid w:val="00341093"/>
    <w:rsid w:val="00342556"/>
    <w:rsid w:val="00343103"/>
    <w:rsid w:val="00343449"/>
    <w:rsid w:val="00343669"/>
    <w:rsid w:val="00343A6C"/>
    <w:rsid w:val="003440F2"/>
    <w:rsid w:val="00344292"/>
    <w:rsid w:val="00344768"/>
    <w:rsid w:val="00344E6C"/>
    <w:rsid w:val="0034547C"/>
    <w:rsid w:val="00345C16"/>
    <w:rsid w:val="00346515"/>
    <w:rsid w:val="00346A6D"/>
    <w:rsid w:val="00346D68"/>
    <w:rsid w:val="00347F4E"/>
    <w:rsid w:val="00347F92"/>
    <w:rsid w:val="00350182"/>
    <w:rsid w:val="0035057C"/>
    <w:rsid w:val="00351E6F"/>
    <w:rsid w:val="0035204E"/>
    <w:rsid w:val="00352878"/>
    <w:rsid w:val="00353292"/>
    <w:rsid w:val="003537B4"/>
    <w:rsid w:val="0035386F"/>
    <w:rsid w:val="00353E98"/>
    <w:rsid w:val="00354364"/>
    <w:rsid w:val="00354449"/>
    <w:rsid w:val="00354B50"/>
    <w:rsid w:val="003550A8"/>
    <w:rsid w:val="003559E4"/>
    <w:rsid w:val="0035623B"/>
    <w:rsid w:val="00356827"/>
    <w:rsid w:val="00356A3E"/>
    <w:rsid w:val="0035730C"/>
    <w:rsid w:val="0035743F"/>
    <w:rsid w:val="003574D1"/>
    <w:rsid w:val="003577F4"/>
    <w:rsid w:val="00357A2C"/>
    <w:rsid w:val="00357F17"/>
    <w:rsid w:val="00357F6C"/>
    <w:rsid w:val="00360135"/>
    <w:rsid w:val="0036162D"/>
    <w:rsid w:val="003624E5"/>
    <w:rsid w:val="0036270F"/>
    <w:rsid w:val="0036307A"/>
    <w:rsid w:val="003632BC"/>
    <w:rsid w:val="00363691"/>
    <w:rsid w:val="00363F21"/>
    <w:rsid w:val="00364212"/>
    <w:rsid w:val="0036423A"/>
    <w:rsid w:val="00364442"/>
    <w:rsid w:val="003645B5"/>
    <w:rsid w:val="00364832"/>
    <w:rsid w:val="0036510A"/>
    <w:rsid w:val="00366372"/>
    <w:rsid w:val="00366A0F"/>
    <w:rsid w:val="00366FE5"/>
    <w:rsid w:val="00367180"/>
    <w:rsid w:val="0036752B"/>
    <w:rsid w:val="00367ADE"/>
    <w:rsid w:val="00367C9A"/>
    <w:rsid w:val="00370315"/>
    <w:rsid w:val="003705B4"/>
    <w:rsid w:val="00371056"/>
    <w:rsid w:val="0037107B"/>
    <w:rsid w:val="003712E9"/>
    <w:rsid w:val="003713AF"/>
    <w:rsid w:val="0037166F"/>
    <w:rsid w:val="00371A53"/>
    <w:rsid w:val="00372152"/>
    <w:rsid w:val="003721E5"/>
    <w:rsid w:val="00372207"/>
    <w:rsid w:val="00372CE0"/>
    <w:rsid w:val="00373099"/>
    <w:rsid w:val="00373180"/>
    <w:rsid w:val="00373B60"/>
    <w:rsid w:val="00374B52"/>
    <w:rsid w:val="00374E89"/>
    <w:rsid w:val="003755D2"/>
    <w:rsid w:val="00375D2E"/>
    <w:rsid w:val="003765B4"/>
    <w:rsid w:val="00376EFF"/>
    <w:rsid w:val="00376F1D"/>
    <w:rsid w:val="003770C9"/>
    <w:rsid w:val="003772AC"/>
    <w:rsid w:val="003775D6"/>
    <w:rsid w:val="00377B38"/>
    <w:rsid w:val="00377EFB"/>
    <w:rsid w:val="00380BB2"/>
    <w:rsid w:val="00380BDF"/>
    <w:rsid w:val="00381701"/>
    <w:rsid w:val="00381E07"/>
    <w:rsid w:val="0038200F"/>
    <w:rsid w:val="00382370"/>
    <w:rsid w:val="003836DE"/>
    <w:rsid w:val="003837D1"/>
    <w:rsid w:val="00383C18"/>
    <w:rsid w:val="00383D20"/>
    <w:rsid w:val="00383DAC"/>
    <w:rsid w:val="00384243"/>
    <w:rsid w:val="003847DF"/>
    <w:rsid w:val="00384AC5"/>
    <w:rsid w:val="003851C8"/>
    <w:rsid w:val="00385A3A"/>
    <w:rsid w:val="00385D39"/>
    <w:rsid w:val="00386332"/>
    <w:rsid w:val="00387A2D"/>
    <w:rsid w:val="003903C2"/>
    <w:rsid w:val="003905B3"/>
    <w:rsid w:val="003909C0"/>
    <w:rsid w:val="00390BD7"/>
    <w:rsid w:val="00390C63"/>
    <w:rsid w:val="003915B3"/>
    <w:rsid w:val="003919C9"/>
    <w:rsid w:val="00391D28"/>
    <w:rsid w:val="00392677"/>
    <w:rsid w:val="00392806"/>
    <w:rsid w:val="00392F50"/>
    <w:rsid w:val="003933D1"/>
    <w:rsid w:val="00393C15"/>
    <w:rsid w:val="00393D92"/>
    <w:rsid w:val="00394CB0"/>
    <w:rsid w:val="00395257"/>
    <w:rsid w:val="00395673"/>
    <w:rsid w:val="00395C5D"/>
    <w:rsid w:val="00395CC7"/>
    <w:rsid w:val="00395EAF"/>
    <w:rsid w:val="00395F60"/>
    <w:rsid w:val="003960BE"/>
    <w:rsid w:val="00396268"/>
    <w:rsid w:val="003964CE"/>
    <w:rsid w:val="00396CC9"/>
    <w:rsid w:val="003A0092"/>
    <w:rsid w:val="003A0153"/>
    <w:rsid w:val="003A1014"/>
    <w:rsid w:val="003A1265"/>
    <w:rsid w:val="003A12E8"/>
    <w:rsid w:val="003A1429"/>
    <w:rsid w:val="003A2053"/>
    <w:rsid w:val="003A216F"/>
    <w:rsid w:val="003A2264"/>
    <w:rsid w:val="003A261E"/>
    <w:rsid w:val="003A2EBD"/>
    <w:rsid w:val="003A2EFD"/>
    <w:rsid w:val="003A53CB"/>
    <w:rsid w:val="003A5540"/>
    <w:rsid w:val="003A5A5C"/>
    <w:rsid w:val="003A5C10"/>
    <w:rsid w:val="003A5D11"/>
    <w:rsid w:val="003A5FD1"/>
    <w:rsid w:val="003A6020"/>
    <w:rsid w:val="003A6195"/>
    <w:rsid w:val="003A679F"/>
    <w:rsid w:val="003A6942"/>
    <w:rsid w:val="003A6DE7"/>
    <w:rsid w:val="003A6F5F"/>
    <w:rsid w:val="003A7BE6"/>
    <w:rsid w:val="003A7DFB"/>
    <w:rsid w:val="003A7EF2"/>
    <w:rsid w:val="003B039F"/>
    <w:rsid w:val="003B07F8"/>
    <w:rsid w:val="003B101F"/>
    <w:rsid w:val="003B123C"/>
    <w:rsid w:val="003B1432"/>
    <w:rsid w:val="003B1F6D"/>
    <w:rsid w:val="003B22A7"/>
    <w:rsid w:val="003B232A"/>
    <w:rsid w:val="003B2AAF"/>
    <w:rsid w:val="003B2F62"/>
    <w:rsid w:val="003B32DC"/>
    <w:rsid w:val="003B3A1B"/>
    <w:rsid w:val="003B4522"/>
    <w:rsid w:val="003B495B"/>
    <w:rsid w:val="003B4C91"/>
    <w:rsid w:val="003B55C9"/>
    <w:rsid w:val="003B56B4"/>
    <w:rsid w:val="003B5963"/>
    <w:rsid w:val="003B5A10"/>
    <w:rsid w:val="003B5C81"/>
    <w:rsid w:val="003B6F88"/>
    <w:rsid w:val="003B7406"/>
    <w:rsid w:val="003C12A8"/>
    <w:rsid w:val="003C1C49"/>
    <w:rsid w:val="003C1D89"/>
    <w:rsid w:val="003C1D9C"/>
    <w:rsid w:val="003C1EB2"/>
    <w:rsid w:val="003C1FC4"/>
    <w:rsid w:val="003C38C0"/>
    <w:rsid w:val="003C3C22"/>
    <w:rsid w:val="003C3EF9"/>
    <w:rsid w:val="003C4B85"/>
    <w:rsid w:val="003C4D46"/>
    <w:rsid w:val="003C5FF8"/>
    <w:rsid w:val="003C62E2"/>
    <w:rsid w:val="003C6BF6"/>
    <w:rsid w:val="003C7611"/>
    <w:rsid w:val="003C77CF"/>
    <w:rsid w:val="003D0C12"/>
    <w:rsid w:val="003D129C"/>
    <w:rsid w:val="003D17C9"/>
    <w:rsid w:val="003D1911"/>
    <w:rsid w:val="003D193A"/>
    <w:rsid w:val="003D1A96"/>
    <w:rsid w:val="003D1B15"/>
    <w:rsid w:val="003D22D1"/>
    <w:rsid w:val="003D23C0"/>
    <w:rsid w:val="003D23EF"/>
    <w:rsid w:val="003D2EDB"/>
    <w:rsid w:val="003D32E0"/>
    <w:rsid w:val="003D39C3"/>
    <w:rsid w:val="003D407D"/>
    <w:rsid w:val="003D4216"/>
    <w:rsid w:val="003D42E4"/>
    <w:rsid w:val="003D4521"/>
    <w:rsid w:val="003D4DA8"/>
    <w:rsid w:val="003D55F2"/>
    <w:rsid w:val="003D564C"/>
    <w:rsid w:val="003D5E63"/>
    <w:rsid w:val="003D60E4"/>
    <w:rsid w:val="003D62F2"/>
    <w:rsid w:val="003D674A"/>
    <w:rsid w:val="003D6758"/>
    <w:rsid w:val="003D6BF7"/>
    <w:rsid w:val="003D6C11"/>
    <w:rsid w:val="003D6C5C"/>
    <w:rsid w:val="003D72E3"/>
    <w:rsid w:val="003E0809"/>
    <w:rsid w:val="003E0C56"/>
    <w:rsid w:val="003E0E0C"/>
    <w:rsid w:val="003E0E91"/>
    <w:rsid w:val="003E1316"/>
    <w:rsid w:val="003E1446"/>
    <w:rsid w:val="003E1672"/>
    <w:rsid w:val="003E1F1A"/>
    <w:rsid w:val="003E23D9"/>
    <w:rsid w:val="003E2DAA"/>
    <w:rsid w:val="003E3548"/>
    <w:rsid w:val="003E3800"/>
    <w:rsid w:val="003E3A18"/>
    <w:rsid w:val="003E40AC"/>
    <w:rsid w:val="003E4679"/>
    <w:rsid w:val="003E54D1"/>
    <w:rsid w:val="003E6095"/>
    <w:rsid w:val="003E6385"/>
    <w:rsid w:val="003E6B4F"/>
    <w:rsid w:val="003E6C1B"/>
    <w:rsid w:val="003E6EB3"/>
    <w:rsid w:val="003E7340"/>
    <w:rsid w:val="003E7894"/>
    <w:rsid w:val="003E7922"/>
    <w:rsid w:val="003F01DD"/>
    <w:rsid w:val="003F07A6"/>
    <w:rsid w:val="003F0B0C"/>
    <w:rsid w:val="003F0E11"/>
    <w:rsid w:val="003F1265"/>
    <w:rsid w:val="003F156E"/>
    <w:rsid w:val="003F1B25"/>
    <w:rsid w:val="003F1F86"/>
    <w:rsid w:val="003F278D"/>
    <w:rsid w:val="003F2BB7"/>
    <w:rsid w:val="003F3BF3"/>
    <w:rsid w:val="003F4307"/>
    <w:rsid w:val="003F489F"/>
    <w:rsid w:val="003F5257"/>
    <w:rsid w:val="003F5BB5"/>
    <w:rsid w:val="003F64CF"/>
    <w:rsid w:val="003F6505"/>
    <w:rsid w:val="003F6895"/>
    <w:rsid w:val="003F6A41"/>
    <w:rsid w:val="003F6C00"/>
    <w:rsid w:val="003F6C6E"/>
    <w:rsid w:val="003F73FE"/>
    <w:rsid w:val="00400424"/>
    <w:rsid w:val="00400729"/>
    <w:rsid w:val="004009ED"/>
    <w:rsid w:val="00402BA4"/>
    <w:rsid w:val="004031AA"/>
    <w:rsid w:val="004036C2"/>
    <w:rsid w:val="004036CD"/>
    <w:rsid w:val="00403C29"/>
    <w:rsid w:val="00403D2C"/>
    <w:rsid w:val="00403FFE"/>
    <w:rsid w:val="004043DC"/>
    <w:rsid w:val="004044CA"/>
    <w:rsid w:val="00404C3D"/>
    <w:rsid w:val="00405466"/>
    <w:rsid w:val="004071A4"/>
    <w:rsid w:val="00407904"/>
    <w:rsid w:val="0041039F"/>
    <w:rsid w:val="00410F4A"/>
    <w:rsid w:val="0041188E"/>
    <w:rsid w:val="004118CF"/>
    <w:rsid w:val="004119DA"/>
    <w:rsid w:val="00411A42"/>
    <w:rsid w:val="00411D40"/>
    <w:rsid w:val="004130AF"/>
    <w:rsid w:val="00413447"/>
    <w:rsid w:val="00413DDA"/>
    <w:rsid w:val="00413FC9"/>
    <w:rsid w:val="004151CE"/>
    <w:rsid w:val="00415323"/>
    <w:rsid w:val="004154AD"/>
    <w:rsid w:val="00415FD7"/>
    <w:rsid w:val="00416ADA"/>
    <w:rsid w:val="0041703C"/>
    <w:rsid w:val="0042134A"/>
    <w:rsid w:val="00421525"/>
    <w:rsid w:val="00421B55"/>
    <w:rsid w:val="00421D2D"/>
    <w:rsid w:val="00421E4A"/>
    <w:rsid w:val="00422255"/>
    <w:rsid w:val="004226D4"/>
    <w:rsid w:val="00422F0B"/>
    <w:rsid w:val="0042317E"/>
    <w:rsid w:val="00424165"/>
    <w:rsid w:val="00424B4F"/>
    <w:rsid w:val="00425389"/>
    <w:rsid w:val="004253EB"/>
    <w:rsid w:val="004256F6"/>
    <w:rsid w:val="00425D1A"/>
    <w:rsid w:val="00426403"/>
    <w:rsid w:val="0042683C"/>
    <w:rsid w:val="00426CED"/>
    <w:rsid w:val="00426EB4"/>
    <w:rsid w:val="0042759B"/>
    <w:rsid w:val="00427A9C"/>
    <w:rsid w:val="00427CBD"/>
    <w:rsid w:val="00427CC1"/>
    <w:rsid w:val="00430469"/>
    <w:rsid w:val="0043172F"/>
    <w:rsid w:val="0043209F"/>
    <w:rsid w:val="004325AD"/>
    <w:rsid w:val="00432B94"/>
    <w:rsid w:val="004330EE"/>
    <w:rsid w:val="004335C4"/>
    <w:rsid w:val="0043372F"/>
    <w:rsid w:val="0043382B"/>
    <w:rsid w:val="00433A4C"/>
    <w:rsid w:val="0043408A"/>
    <w:rsid w:val="00434113"/>
    <w:rsid w:val="00434122"/>
    <w:rsid w:val="004345C4"/>
    <w:rsid w:val="00434EA4"/>
    <w:rsid w:val="004350D4"/>
    <w:rsid w:val="004353EB"/>
    <w:rsid w:val="00435466"/>
    <w:rsid w:val="004359EE"/>
    <w:rsid w:val="0043681D"/>
    <w:rsid w:val="00436F85"/>
    <w:rsid w:val="004370DF"/>
    <w:rsid w:val="004377E5"/>
    <w:rsid w:val="004400D0"/>
    <w:rsid w:val="0044024D"/>
    <w:rsid w:val="00440476"/>
    <w:rsid w:val="0044083F"/>
    <w:rsid w:val="00441F2F"/>
    <w:rsid w:val="00441F33"/>
    <w:rsid w:val="00442F6A"/>
    <w:rsid w:val="00443265"/>
    <w:rsid w:val="00443A53"/>
    <w:rsid w:val="00443C2B"/>
    <w:rsid w:val="004441C3"/>
    <w:rsid w:val="0044499D"/>
    <w:rsid w:val="00444A51"/>
    <w:rsid w:val="0044522D"/>
    <w:rsid w:val="004454C8"/>
    <w:rsid w:val="004456B4"/>
    <w:rsid w:val="00445930"/>
    <w:rsid w:val="00445C94"/>
    <w:rsid w:val="00446097"/>
    <w:rsid w:val="004464B8"/>
    <w:rsid w:val="004466F7"/>
    <w:rsid w:val="00446E2F"/>
    <w:rsid w:val="004470C1"/>
    <w:rsid w:val="0044786A"/>
    <w:rsid w:val="00447ED0"/>
    <w:rsid w:val="004503ED"/>
    <w:rsid w:val="004518EB"/>
    <w:rsid w:val="00451FDB"/>
    <w:rsid w:val="0045228E"/>
    <w:rsid w:val="004526E3"/>
    <w:rsid w:val="004528D7"/>
    <w:rsid w:val="00453B61"/>
    <w:rsid w:val="0045421E"/>
    <w:rsid w:val="0045466F"/>
    <w:rsid w:val="00455FF9"/>
    <w:rsid w:val="00456103"/>
    <w:rsid w:val="00456132"/>
    <w:rsid w:val="004568EB"/>
    <w:rsid w:val="00456A39"/>
    <w:rsid w:val="00456E4B"/>
    <w:rsid w:val="0045722F"/>
    <w:rsid w:val="004574E1"/>
    <w:rsid w:val="004602C0"/>
    <w:rsid w:val="00460322"/>
    <w:rsid w:val="004610C0"/>
    <w:rsid w:val="00461A02"/>
    <w:rsid w:val="00462947"/>
    <w:rsid w:val="004635E9"/>
    <w:rsid w:val="00463626"/>
    <w:rsid w:val="00463BA7"/>
    <w:rsid w:val="00463BEA"/>
    <w:rsid w:val="00464A40"/>
    <w:rsid w:val="004652A6"/>
    <w:rsid w:val="0046541D"/>
    <w:rsid w:val="00465C42"/>
    <w:rsid w:val="00465C77"/>
    <w:rsid w:val="00465E6B"/>
    <w:rsid w:val="004673D1"/>
    <w:rsid w:val="004674B7"/>
    <w:rsid w:val="00467C7F"/>
    <w:rsid w:val="00470759"/>
    <w:rsid w:val="00470CC2"/>
    <w:rsid w:val="00471541"/>
    <w:rsid w:val="00471A84"/>
    <w:rsid w:val="00472AA4"/>
    <w:rsid w:val="00472B17"/>
    <w:rsid w:val="00473239"/>
    <w:rsid w:val="004734FC"/>
    <w:rsid w:val="00473970"/>
    <w:rsid w:val="00473C5C"/>
    <w:rsid w:val="004746A2"/>
    <w:rsid w:val="00475FB7"/>
    <w:rsid w:val="004767A7"/>
    <w:rsid w:val="00476821"/>
    <w:rsid w:val="00477050"/>
    <w:rsid w:val="0047754C"/>
    <w:rsid w:val="0047759A"/>
    <w:rsid w:val="00477765"/>
    <w:rsid w:val="0047789B"/>
    <w:rsid w:val="00477B5C"/>
    <w:rsid w:val="00480764"/>
    <w:rsid w:val="00480A8E"/>
    <w:rsid w:val="00480BC3"/>
    <w:rsid w:val="00480CD6"/>
    <w:rsid w:val="00480D84"/>
    <w:rsid w:val="00480F5B"/>
    <w:rsid w:val="00481381"/>
    <w:rsid w:val="00481A4D"/>
    <w:rsid w:val="00481B2A"/>
    <w:rsid w:val="00481D20"/>
    <w:rsid w:val="004832DC"/>
    <w:rsid w:val="0048333C"/>
    <w:rsid w:val="004837FE"/>
    <w:rsid w:val="004838EF"/>
    <w:rsid w:val="00483D01"/>
    <w:rsid w:val="00484E63"/>
    <w:rsid w:val="00485032"/>
    <w:rsid w:val="004855AF"/>
    <w:rsid w:val="00485672"/>
    <w:rsid w:val="00485EDB"/>
    <w:rsid w:val="00485EEB"/>
    <w:rsid w:val="00486636"/>
    <w:rsid w:val="00486C9D"/>
    <w:rsid w:val="004870BA"/>
    <w:rsid w:val="00487318"/>
    <w:rsid w:val="004878D9"/>
    <w:rsid w:val="0049077F"/>
    <w:rsid w:val="00490ABA"/>
    <w:rsid w:val="00490F68"/>
    <w:rsid w:val="00491382"/>
    <w:rsid w:val="004914E3"/>
    <w:rsid w:val="00491559"/>
    <w:rsid w:val="00491DBC"/>
    <w:rsid w:val="0049233C"/>
    <w:rsid w:val="004925C3"/>
    <w:rsid w:val="00492A47"/>
    <w:rsid w:val="00493CA0"/>
    <w:rsid w:val="00494140"/>
    <w:rsid w:val="004946B5"/>
    <w:rsid w:val="00495ED1"/>
    <w:rsid w:val="0049618F"/>
    <w:rsid w:val="004961F7"/>
    <w:rsid w:val="00496AB1"/>
    <w:rsid w:val="00496E1B"/>
    <w:rsid w:val="004972B7"/>
    <w:rsid w:val="00497738"/>
    <w:rsid w:val="0049776C"/>
    <w:rsid w:val="00497C63"/>
    <w:rsid w:val="00497F47"/>
    <w:rsid w:val="00497F74"/>
    <w:rsid w:val="004A0C6B"/>
    <w:rsid w:val="004A0EE5"/>
    <w:rsid w:val="004A1594"/>
    <w:rsid w:val="004A2088"/>
    <w:rsid w:val="004A350E"/>
    <w:rsid w:val="004A3BA9"/>
    <w:rsid w:val="004A5345"/>
    <w:rsid w:val="004A59E8"/>
    <w:rsid w:val="004A5E1F"/>
    <w:rsid w:val="004A6E3E"/>
    <w:rsid w:val="004A7295"/>
    <w:rsid w:val="004A7347"/>
    <w:rsid w:val="004A7A14"/>
    <w:rsid w:val="004A7BF0"/>
    <w:rsid w:val="004A7FCD"/>
    <w:rsid w:val="004B030F"/>
    <w:rsid w:val="004B05D0"/>
    <w:rsid w:val="004B0929"/>
    <w:rsid w:val="004B0DFF"/>
    <w:rsid w:val="004B183D"/>
    <w:rsid w:val="004B1B3E"/>
    <w:rsid w:val="004B29F9"/>
    <w:rsid w:val="004B2EBD"/>
    <w:rsid w:val="004B2F9B"/>
    <w:rsid w:val="004B33B3"/>
    <w:rsid w:val="004B37C3"/>
    <w:rsid w:val="004B3BC9"/>
    <w:rsid w:val="004B4182"/>
    <w:rsid w:val="004B4528"/>
    <w:rsid w:val="004B4858"/>
    <w:rsid w:val="004B68CE"/>
    <w:rsid w:val="004B6A8E"/>
    <w:rsid w:val="004B6C60"/>
    <w:rsid w:val="004B6DFA"/>
    <w:rsid w:val="004B6FA9"/>
    <w:rsid w:val="004B7106"/>
    <w:rsid w:val="004B7596"/>
    <w:rsid w:val="004B7CDF"/>
    <w:rsid w:val="004C010D"/>
    <w:rsid w:val="004C07B0"/>
    <w:rsid w:val="004C0C5F"/>
    <w:rsid w:val="004C0FD2"/>
    <w:rsid w:val="004C1C10"/>
    <w:rsid w:val="004C2274"/>
    <w:rsid w:val="004C2303"/>
    <w:rsid w:val="004C25C5"/>
    <w:rsid w:val="004C2CBC"/>
    <w:rsid w:val="004C2D76"/>
    <w:rsid w:val="004C2FD6"/>
    <w:rsid w:val="004C3C9D"/>
    <w:rsid w:val="004C401A"/>
    <w:rsid w:val="004C4D78"/>
    <w:rsid w:val="004C4FC0"/>
    <w:rsid w:val="004C6AE0"/>
    <w:rsid w:val="004C6E5D"/>
    <w:rsid w:val="004C76D4"/>
    <w:rsid w:val="004C7D6A"/>
    <w:rsid w:val="004C7D96"/>
    <w:rsid w:val="004D02EC"/>
    <w:rsid w:val="004D06E7"/>
    <w:rsid w:val="004D08DF"/>
    <w:rsid w:val="004D0C7F"/>
    <w:rsid w:val="004D0D7F"/>
    <w:rsid w:val="004D0F1B"/>
    <w:rsid w:val="004D1232"/>
    <w:rsid w:val="004D267C"/>
    <w:rsid w:val="004D28E9"/>
    <w:rsid w:val="004D3C00"/>
    <w:rsid w:val="004D4493"/>
    <w:rsid w:val="004D4513"/>
    <w:rsid w:val="004D4918"/>
    <w:rsid w:val="004D49C9"/>
    <w:rsid w:val="004D5661"/>
    <w:rsid w:val="004D5AF4"/>
    <w:rsid w:val="004D5CD0"/>
    <w:rsid w:val="004D5E21"/>
    <w:rsid w:val="004D6E4E"/>
    <w:rsid w:val="004E0022"/>
    <w:rsid w:val="004E111E"/>
    <w:rsid w:val="004E11D4"/>
    <w:rsid w:val="004E1517"/>
    <w:rsid w:val="004E18C1"/>
    <w:rsid w:val="004E19E5"/>
    <w:rsid w:val="004E2379"/>
    <w:rsid w:val="004E25CB"/>
    <w:rsid w:val="004E2857"/>
    <w:rsid w:val="004E3179"/>
    <w:rsid w:val="004E383F"/>
    <w:rsid w:val="004E3A09"/>
    <w:rsid w:val="004E3C66"/>
    <w:rsid w:val="004E40C1"/>
    <w:rsid w:val="004E4433"/>
    <w:rsid w:val="004E4D21"/>
    <w:rsid w:val="004E50BD"/>
    <w:rsid w:val="004E5A36"/>
    <w:rsid w:val="004E5E2F"/>
    <w:rsid w:val="004E725A"/>
    <w:rsid w:val="004E752B"/>
    <w:rsid w:val="004E7B4E"/>
    <w:rsid w:val="004F0105"/>
    <w:rsid w:val="004F032C"/>
    <w:rsid w:val="004F0866"/>
    <w:rsid w:val="004F0BF8"/>
    <w:rsid w:val="004F0C4A"/>
    <w:rsid w:val="004F2548"/>
    <w:rsid w:val="004F26B4"/>
    <w:rsid w:val="004F2CE1"/>
    <w:rsid w:val="004F2F89"/>
    <w:rsid w:val="004F31B4"/>
    <w:rsid w:val="004F3EDC"/>
    <w:rsid w:val="004F43C8"/>
    <w:rsid w:val="004F5656"/>
    <w:rsid w:val="004F5B9D"/>
    <w:rsid w:val="004F6724"/>
    <w:rsid w:val="004F689F"/>
    <w:rsid w:val="004F6DF9"/>
    <w:rsid w:val="004F711E"/>
    <w:rsid w:val="004F7E94"/>
    <w:rsid w:val="00500010"/>
    <w:rsid w:val="005013A4"/>
    <w:rsid w:val="00501679"/>
    <w:rsid w:val="00501B18"/>
    <w:rsid w:val="005023BC"/>
    <w:rsid w:val="005025CF"/>
    <w:rsid w:val="005025EA"/>
    <w:rsid w:val="00502781"/>
    <w:rsid w:val="005035C6"/>
    <w:rsid w:val="00504010"/>
    <w:rsid w:val="00504C0C"/>
    <w:rsid w:val="00505047"/>
    <w:rsid w:val="005054BB"/>
    <w:rsid w:val="00506A75"/>
    <w:rsid w:val="005079B3"/>
    <w:rsid w:val="00510B34"/>
    <w:rsid w:val="00511096"/>
    <w:rsid w:val="00511A2B"/>
    <w:rsid w:val="00511B9F"/>
    <w:rsid w:val="00511BEA"/>
    <w:rsid w:val="00511D05"/>
    <w:rsid w:val="0051249A"/>
    <w:rsid w:val="005128BE"/>
    <w:rsid w:val="005128F8"/>
    <w:rsid w:val="00512C1A"/>
    <w:rsid w:val="00513269"/>
    <w:rsid w:val="00513597"/>
    <w:rsid w:val="00513DEC"/>
    <w:rsid w:val="00514293"/>
    <w:rsid w:val="0051438E"/>
    <w:rsid w:val="0051475F"/>
    <w:rsid w:val="00514E1A"/>
    <w:rsid w:val="00515090"/>
    <w:rsid w:val="00515190"/>
    <w:rsid w:val="00515897"/>
    <w:rsid w:val="00516303"/>
    <w:rsid w:val="005165B5"/>
    <w:rsid w:val="00516616"/>
    <w:rsid w:val="005172B9"/>
    <w:rsid w:val="0051741B"/>
    <w:rsid w:val="00520325"/>
    <w:rsid w:val="0052067D"/>
    <w:rsid w:val="00520AEF"/>
    <w:rsid w:val="00520E34"/>
    <w:rsid w:val="005213E7"/>
    <w:rsid w:val="005214AE"/>
    <w:rsid w:val="00521E26"/>
    <w:rsid w:val="00522B66"/>
    <w:rsid w:val="00522F28"/>
    <w:rsid w:val="00523169"/>
    <w:rsid w:val="00523305"/>
    <w:rsid w:val="00523835"/>
    <w:rsid w:val="00523D0A"/>
    <w:rsid w:val="00524127"/>
    <w:rsid w:val="00524189"/>
    <w:rsid w:val="00524282"/>
    <w:rsid w:val="00524743"/>
    <w:rsid w:val="00524768"/>
    <w:rsid w:val="00524984"/>
    <w:rsid w:val="00524ECC"/>
    <w:rsid w:val="00524F5D"/>
    <w:rsid w:val="00525480"/>
    <w:rsid w:val="00525B42"/>
    <w:rsid w:val="00525EC6"/>
    <w:rsid w:val="0052622D"/>
    <w:rsid w:val="005262C0"/>
    <w:rsid w:val="00526644"/>
    <w:rsid w:val="0052676D"/>
    <w:rsid w:val="00526810"/>
    <w:rsid w:val="00526B58"/>
    <w:rsid w:val="00527988"/>
    <w:rsid w:val="00527C1A"/>
    <w:rsid w:val="00527D67"/>
    <w:rsid w:val="005306A7"/>
    <w:rsid w:val="005308B1"/>
    <w:rsid w:val="0053120A"/>
    <w:rsid w:val="0053170B"/>
    <w:rsid w:val="00531E1D"/>
    <w:rsid w:val="00531E88"/>
    <w:rsid w:val="005321C6"/>
    <w:rsid w:val="00532541"/>
    <w:rsid w:val="00533096"/>
    <w:rsid w:val="00533371"/>
    <w:rsid w:val="005349A7"/>
    <w:rsid w:val="00535167"/>
    <w:rsid w:val="0053630E"/>
    <w:rsid w:val="005364E2"/>
    <w:rsid w:val="005368FF"/>
    <w:rsid w:val="005369F1"/>
    <w:rsid w:val="00536B58"/>
    <w:rsid w:val="00536E11"/>
    <w:rsid w:val="00537958"/>
    <w:rsid w:val="005400F5"/>
    <w:rsid w:val="005404CF"/>
    <w:rsid w:val="005406D1"/>
    <w:rsid w:val="005409A5"/>
    <w:rsid w:val="00541658"/>
    <w:rsid w:val="00541971"/>
    <w:rsid w:val="00541BCA"/>
    <w:rsid w:val="00542605"/>
    <w:rsid w:val="00542911"/>
    <w:rsid w:val="00542C80"/>
    <w:rsid w:val="00542DEB"/>
    <w:rsid w:val="005431C6"/>
    <w:rsid w:val="00543A01"/>
    <w:rsid w:val="00544301"/>
    <w:rsid w:val="005453F1"/>
    <w:rsid w:val="00545682"/>
    <w:rsid w:val="0054645C"/>
    <w:rsid w:val="0054662B"/>
    <w:rsid w:val="00546C1A"/>
    <w:rsid w:val="00546D8A"/>
    <w:rsid w:val="00547207"/>
    <w:rsid w:val="005479ED"/>
    <w:rsid w:val="00547C61"/>
    <w:rsid w:val="00551282"/>
    <w:rsid w:val="005513B2"/>
    <w:rsid w:val="00551FB7"/>
    <w:rsid w:val="00552904"/>
    <w:rsid w:val="00553622"/>
    <w:rsid w:val="0055382F"/>
    <w:rsid w:val="0055393E"/>
    <w:rsid w:val="00554472"/>
    <w:rsid w:val="005547A0"/>
    <w:rsid w:val="005547D1"/>
    <w:rsid w:val="00554AE1"/>
    <w:rsid w:val="005550F4"/>
    <w:rsid w:val="00555740"/>
    <w:rsid w:val="005557EB"/>
    <w:rsid w:val="00555886"/>
    <w:rsid w:val="00555890"/>
    <w:rsid w:val="00555BC7"/>
    <w:rsid w:val="00555C69"/>
    <w:rsid w:val="005562F1"/>
    <w:rsid w:val="005567AB"/>
    <w:rsid w:val="005568CB"/>
    <w:rsid w:val="00557677"/>
    <w:rsid w:val="005601F3"/>
    <w:rsid w:val="00561A51"/>
    <w:rsid w:val="005623EF"/>
    <w:rsid w:val="00562CCF"/>
    <w:rsid w:val="005636E4"/>
    <w:rsid w:val="00563AC2"/>
    <w:rsid w:val="00563DC0"/>
    <w:rsid w:val="005648DE"/>
    <w:rsid w:val="00564CA9"/>
    <w:rsid w:val="00564E7C"/>
    <w:rsid w:val="005651A4"/>
    <w:rsid w:val="0056573F"/>
    <w:rsid w:val="00565A24"/>
    <w:rsid w:val="00565D3F"/>
    <w:rsid w:val="00567663"/>
    <w:rsid w:val="00567BA1"/>
    <w:rsid w:val="00567C61"/>
    <w:rsid w:val="005706D4"/>
    <w:rsid w:val="005716CA"/>
    <w:rsid w:val="0057234D"/>
    <w:rsid w:val="00572CB8"/>
    <w:rsid w:val="00572E31"/>
    <w:rsid w:val="00573C91"/>
    <w:rsid w:val="0057449F"/>
    <w:rsid w:val="00574768"/>
    <w:rsid w:val="00574A13"/>
    <w:rsid w:val="00575546"/>
    <w:rsid w:val="0057608D"/>
    <w:rsid w:val="0057671C"/>
    <w:rsid w:val="00576A39"/>
    <w:rsid w:val="00576AE3"/>
    <w:rsid w:val="00576E41"/>
    <w:rsid w:val="00577672"/>
    <w:rsid w:val="00577921"/>
    <w:rsid w:val="005813D5"/>
    <w:rsid w:val="005816F5"/>
    <w:rsid w:val="00582642"/>
    <w:rsid w:val="005828DA"/>
    <w:rsid w:val="0058296A"/>
    <w:rsid w:val="00582CE9"/>
    <w:rsid w:val="00582F94"/>
    <w:rsid w:val="00583026"/>
    <w:rsid w:val="0058499D"/>
    <w:rsid w:val="00584DD9"/>
    <w:rsid w:val="005856D2"/>
    <w:rsid w:val="005857A7"/>
    <w:rsid w:val="00585CD2"/>
    <w:rsid w:val="0058623A"/>
    <w:rsid w:val="00586444"/>
    <w:rsid w:val="0058671A"/>
    <w:rsid w:val="00586E71"/>
    <w:rsid w:val="00586FCC"/>
    <w:rsid w:val="005872A2"/>
    <w:rsid w:val="00587352"/>
    <w:rsid w:val="005874C0"/>
    <w:rsid w:val="00587D02"/>
    <w:rsid w:val="00590444"/>
    <w:rsid w:val="00590FBB"/>
    <w:rsid w:val="0059172E"/>
    <w:rsid w:val="00591914"/>
    <w:rsid w:val="0059199D"/>
    <w:rsid w:val="005924D4"/>
    <w:rsid w:val="0059300D"/>
    <w:rsid w:val="0059304F"/>
    <w:rsid w:val="0059336E"/>
    <w:rsid w:val="00593777"/>
    <w:rsid w:val="0059379D"/>
    <w:rsid w:val="00594877"/>
    <w:rsid w:val="00594B45"/>
    <w:rsid w:val="005957C1"/>
    <w:rsid w:val="00595C7A"/>
    <w:rsid w:val="005961E0"/>
    <w:rsid w:val="005A0007"/>
    <w:rsid w:val="005A0A19"/>
    <w:rsid w:val="005A0B0F"/>
    <w:rsid w:val="005A11A3"/>
    <w:rsid w:val="005A2AB4"/>
    <w:rsid w:val="005A2BA2"/>
    <w:rsid w:val="005A2BB0"/>
    <w:rsid w:val="005A2EC4"/>
    <w:rsid w:val="005A354D"/>
    <w:rsid w:val="005A3855"/>
    <w:rsid w:val="005A40A9"/>
    <w:rsid w:val="005A4334"/>
    <w:rsid w:val="005A4393"/>
    <w:rsid w:val="005A49DD"/>
    <w:rsid w:val="005A4B2C"/>
    <w:rsid w:val="005A5598"/>
    <w:rsid w:val="005A55E8"/>
    <w:rsid w:val="005A5620"/>
    <w:rsid w:val="005A57F3"/>
    <w:rsid w:val="005A5E0E"/>
    <w:rsid w:val="005A6048"/>
    <w:rsid w:val="005A6614"/>
    <w:rsid w:val="005A6A74"/>
    <w:rsid w:val="005A6D32"/>
    <w:rsid w:val="005A6DF3"/>
    <w:rsid w:val="005A6E14"/>
    <w:rsid w:val="005A6F2A"/>
    <w:rsid w:val="005A7701"/>
    <w:rsid w:val="005B0419"/>
    <w:rsid w:val="005B0AF0"/>
    <w:rsid w:val="005B1066"/>
    <w:rsid w:val="005B136E"/>
    <w:rsid w:val="005B15EB"/>
    <w:rsid w:val="005B1766"/>
    <w:rsid w:val="005B2264"/>
    <w:rsid w:val="005B24A8"/>
    <w:rsid w:val="005B2CAE"/>
    <w:rsid w:val="005B3F04"/>
    <w:rsid w:val="005B451A"/>
    <w:rsid w:val="005B470E"/>
    <w:rsid w:val="005B5EDC"/>
    <w:rsid w:val="005B6257"/>
    <w:rsid w:val="005C0B0A"/>
    <w:rsid w:val="005C0D10"/>
    <w:rsid w:val="005C0E7E"/>
    <w:rsid w:val="005C147C"/>
    <w:rsid w:val="005C1493"/>
    <w:rsid w:val="005C1532"/>
    <w:rsid w:val="005C1BF2"/>
    <w:rsid w:val="005C20AF"/>
    <w:rsid w:val="005C2ABC"/>
    <w:rsid w:val="005C32D9"/>
    <w:rsid w:val="005C3518"/>
    <w:rsid w:val="005C3957"/>
    <w:rsid w:val="005C3D55"/>
    <w:rsid w:val="005C3E1F"/>
    <w:rsid w:val="005C416F"/>
    <w:rsid w:val="005C423F"/>
    <w:rsid w:val="005C42F2"/>
    <w:rsid w:val="005C4305"/>
    <w:rsid w:val="005C46EB"/>
    <w:rsid w:val="005C4E4E"/>
    <w:rsid w:val="005C58BF"/>
    <w:rsid w:val="005C5B5C"/>
    <w:rsid w:val="005C665A"/>
    <w:rsid w:val="005C6812"/>
    <w:rsid w:val="005C68EB"/>
    <w:rsid w:val="005C69F0"/>
    <w:rsid w:val="005C72A0"/>
    <w:rsid w:val="005C7700"/>
    <w:rsid w:val="005C7B2C"/>
    <w:rsid w:val="005C7F34"/>
    <w:rsid w:val="005D082C"/>
    <w:rsid w:val="005D118B"/>
    <w:rsid w:val="005D1E0F"/>
    <w:rsid w:val="005D4244"/>
    <w:rsid w:val="005D4B7E"/>
    <w:rsid w:val="005D7383"/>
    <w:rsid w:val="005D7C40"/>
    <w:rsid w:val="005E07D5"/>
    <w:rsid w:val="005E11A9"/>
    <w:rsid w:val="005E1C21"/>
    <w:rsid w:val="005E20FD"/>
    <w:rsid w:val="005E429A"/>
    <w:rsid w:val="005E43C7"/>
    <w:rsid w:val="005E498C"/>
    <w:rsid w:val="005E4AA3"/>
    <w:rsid w:val="005E4B41"/>
    <w:rsid w:val="005E5FC8"/>
    <w:rsid w:val="005E654C"/>
    <w:rsid w:val="005E6CE0"/>
    <w:rsid w:val="005E6F31"/>
    <w:rsid w:val="005E7423"/>
    <w:rsid w:val="005E7F5F"/>
    <w:rsid w:val="005F00EF"/>
    <w:rsid w:val="005F0EE1"/>
    <w:rsid w:val="005F13FF"/>
    <w:rsid w:val="005F1D33"/>
    <w:rsid w:val="005F343D"/>
    <w:rsid w:val="005F444D"/>
    <w:rsid w:val="005F487D"/>
    <w:rsid w:val="005F49A6"/>
    <w:rsid w:val="005F4B0F"/>
    <w:rsid w:val="005F4DF8"/>
    <w:rsid w:val="005F54EC"/>
    <w:rsid w:val="005F5CD1"/>
    <w:rsid w:val="005F5E1F"/>
    <w:rsid w:val="005F68A2"/>
    <w:rsid w:val="005F6C0C"/>
    <w:rsid w:val="005F6C2D"/>
    <w:rsid w:val="005F6E82"/>
    <w:rsid w:val="005F7234"/>
    <w:rsid w:val="005F76EC"/>
    <w:rsid w:val="005F7912"/>
    <w:rsid w:val="005F7B65"/>
    <w:rsid w:val="00600577"/>
    <w:rsid w:val="00600E8B"/>
    <w:rsid w:val="00601846"/>
    <w:rsid w:val="00601A98"/>
    <w:rsid w:val="00601B65"/>
    <w:rsid w:val="00601D71"/>
    <w:rsid w:val="0060246C"/>
    <w:rsid w:val="006026FE"/>
    <w:rsid w:val="0060306D"/>
    <w:rsid w:val="006030D1"/>
    <w:rsid w:val="00603A5A"/>
    <w:rsid w:val="00603B44"/>
    <w:rsid w:val="006042FF"/>
    <w:rsid w:val="006046ED"/>
    <w:rsid w:val="00604A32"/>
    <w:rsid w:val="00604FD7"/>
    <w:rsid w:val="006054DA"/>
    <w:rsid w:val="006057C5"/>
    <w:rsid w:val="006058DB"/>
    <w:rsid w:val="0060621F"/>
    <w:rsid w:val="00606386"/>
    <w:rsid w:val="00607231"/>
    <w:rsid w:val="006072A6"/>
    <w:rsid w:val="006079EC"/>
    <w:rsid w:val="0061043F"/>
    <w:rsid w:val="00610EC3"/>
    <w:rsid w:val="0061123B"/>
    <w:rsid w:val="00612037"/>
    <w:rsid w:val="006125A6"/>
    <w:rsid w:val="006128AA"/>
    <w:rsid w:val="00612A2C"/>
    <w:rsid w:val="006130EA"/>
    <w:rsid w:val="006137EB"/>
    <w:rsid w:val="00613A9C"/>
    <w:rsid w:val="00613FF1"/>
    <w:rsid w:val="0061546C"/>
    <w:rsid w:val="0061598A"/>
    <w:rsid w:val="00615CB5"/>
    <w:rsid w:val="00616594"/>
    <w:rsid w:val="00616728"/>
    <w:rsid w:val="00616985"/>
    <w:rsid w:val="00616A42"/>
    <w:rsid w:val="00620601"/>
    <w:rsid w:val="00620907"/>
    <w:rsid w:val="00620F36"/>
    <w:rsid w:val="00621034"/>
    <w:rsid w:val="006216EA"/>
    <w:rsid w:val="00621C90"/>
    <w:rsid w:val="00621EAB"/>
    <w:rsid w:val="00622283"/>
    <w:rsid w:val="0062248E"/>
    <w:rsid w:val="006233D0"/>
    <w:rsid w:val="00623F52"/>
    <w:rsid w:val="006240C5"/>
    <w:rsid w:val="006240F6"/>
    <w:rsid w:val="00624E45"/>
    <w:rsid w:val="00625757"/>
    <w:rsid w:val="00625C7E"/>
    <w:rsid w:val="00626363"/>
    <w:rsid w:val="0062678D"/>
    <w:rsid w:val="00626C32"/>
    <w:rsid w:val="00626C60"/>
    <w:rsid w:val="00627790"/>
    <w:rsid w:val="00627E12"/>
    <w:rsid w:val="0063075F"/>
    <w:rsid w:val="0063086D"/>
    <w:rsid w:val="00630BCC"/>
    <w:rsid w:val="00630EDF"/>
    <w:rsid w:val="00631568"/>
    <w:rsid w:val="00631B91"/>
    <w:rsid w:val="00631E1A"/>
    <w:rsid w:val="0063286F"/>
    <w:rsid w:val="006329BA"/>
    <w:rsid w:val="00632BE2"/>
    <w:rsid w:val="00633A4C"/>
    <w:rsid w:val="00633D7E"/>
    <w:rsid w:val="00634AD2"/>
    <w:rsid w:val="0063500A"/>
    <w:rsid w:val="00635207"/>
    <w:rsid w:val="006357FF"/>
    <w:rsid w:val="00636C73"/>
    <w:rsid w:val="006370ED"/>
    <w:rsid w:val="006377A5"/>
    <w:rsid w:val="006401FA"/>
    <w:rsid w:val="006404C7"/>
    <w:rsid w:val="00640E55"/>
    <w:rsid w:val="00641443"/>
    <w:rsid w:val="00641B33"/>
    <w:rsid w:val="00641C80"/>
    <w:rsid w:val="0064208D"/>
    <w:rsid w:val="006421D4"/>
    <w:rsid w:val="00642285"/>
    <w:rsid w:val="00642C49"/>
    <w:rsid w:val="00642D4F"/>
    <w:rsid w:val="00643835"/>
    <w:rsid w:val="00643987"/>
    <w:rsid w:val="0064440B"/>
    <w:rsid w:val="006447C2"/>
    <w:rsid w:val="006448FC"/>
    <w:rsid w:val="006453CE"/>
    <w:rsid w:val="006454D6"/>
    <w:rsid w:val="00645CD6"/>
    <w:rsid w:val="006463EB"/>
    <w:rsid w:val="00646C51"/>
    <w:rsid w:val="00647F7A"/>
    <w:rsid w:val="0065011E"/>
    <w:rsid w:val="00650EF6"/>
    <w:rsid w:val="00650F57"/>
    <w:rsid w:val="00651A20"/>
    <w:rsid w:val="00651CA2"/>
    <w:rsid w:val="006522CB"/>
    <w:rsid w:val="006523F0"/>
    <w:rsid w:val="0065245B"/>
    <w:rsid w:val="00652FB9"/>
    <w:rsid w:val="0065322E"/>
    <w:rsid w:val="006537F2"/>
    <w:rsid w:val="00653AF0"/>
    <w:rsid w:val="00653F7F"/>
    <w:rsid w:val="00654257"/>
    <w:rsid w:val="0065428C"/>
    <w:rsid w:val="006547B8"/>
    <w:rsid w:val="00654859"/>
    <w:rsid w:val="00654BBB"/>
    <w:rsid w:val="00656655"/>
    <w:rsid w:val="006566B2"/>
    <w:rsid w:val="0065695F"/>
    <w:rsid w:val="00656B59"/>
    <w:rsid w:val="006606BC"/>
    <w:rsid w:val="0066157B"/>
    <w:rsid w:val="0066169B"/>
    <w:rsid w:val="0066266F"/>
    <w:rsid w:val="00662D09"/>
    <w:rsid w:val="00663233"/>
    <w:rsid w:val="006634DA"/>
    <w:rsid w:val="00663667"/>
    <w:rsid w:val="00663848"/>
    <w:rsid w:val="00663B47"/>
    <w:rsid w:val="006648C8"/>
    <w:rsid w:val="00665BD3"/>
    <w:rsid w:val="00666116"/>
    <w:rsid w:val="00666CAD"/>
    <w:rsid w:val="00666DFA"/>
    <w:rsid w:val="006708DA"/>
    <w:rsid w:val="00670BA8"/>
    <w:rsid w:val="00670CE4"/>
    <w:rsid w:val="00670D0D"/>
    <w:rsid w:val="00670DEF"/>
    <w:rsid w:val="00670F53"/>
    <w:rsid w:val="0067160B"/>
    <w:rsid w:val="00672307"/>
    <w:rsid w:val="006732B8"/>
    <w:rsid w:val="00673919"/>
    <w:rsid w:val="00673CF0"/>
    <w:rsid w:val="006749EC"/>
    <w:rsid w:val="006753AE"/>
    <w:rsid w:val="0067575A"/>
    <w:rsid w:val="00675AAC"/>
    <w:rsid w:val="00675BC7"/>
    <w:rsid w:val="00675CBF"/>
    <w:rsid w:val="00675EE8"/>
    <w:rsid w:val="006760A5"/>
    <w:rsid w:val="00676676"/>
    <w:rsid w:val="006768E9"/>
    <w:rsid w:val="0067694E"/>
    <w:rsid w:val="0067709E"/>
    <w:rsid w:val="006771D8"/>
    <w:rsid w:val="006778FD"/>
    <w:rsid w:val="00680808"/>
    <w:rsid w:val="006808B2"/>
    <w:rsid w:val="00680A26"/>
    <w:rsid w:val="00680C09"/>
    <w:rsid w:val="00681708"/>
    <w:rsid w:val="00681BDE"/>
    <w:rsid w:val="00681BF3"/>
    <w:rsid w:val="0068253B"/>
    <w:rsid w:val="0068264E"/>
    <w:rsid w:val="006827E9"/>
    <w:rsid w:val="00682A67"/>
    <w:rsid w:val="00682C90"/>
    <w:rsid w:val="00683441"/>
    <w:rsid w:val="006836A8"/>
    <w:rsid w:val="00683C92"/>
    <w:rsid w:val="0068445D"/>
    <w:rsid w:val="00684C30"/>
    <w:rsid w:val="00685013"/>
    <w:rsid w:val="006856B7"/>
    <w:rsid w:val="0068587C"/>
    <w:rsid w:val="006858F5"/>
    <w:rsid w:val="0068590B"/>
    <w:rsid w:val="00686D7E"/>
    <w:rsid w:val="006874A7"/>
    <w:rsid w:val="00687A71"/>
    <w:rsid w:val="00687B57"/>
    <w:rsid w:val="00690124"/>
    <w:rsid w:val="006902ED"/>
    <w:rsid w:val="00690D4D"/>
    <w:rsid w:val="00690E39"/>
    <w:rsid w:val="006912A7"/>
    <w:rsid w:val="00691874"/>
    <w:rsid w:val="00691A3B"/>
    <w:rsid w:val="00691C25"/>
    <w:rsid w:val="00691FCD"/>
    <w:rsid w:val="00692006"/>
    <w:rsid w:val="00692099"/>
    <w:rsid w:val="00692C2A"/>
    <w:rsid w:val="00692ED0"/>
    <w:rsid w:val="006931D9"/>
    <w:rsid w:val="00693908"/>
    <w:rsid w:val="0069437B"/>
    <w:rsid w:val="0069606E"/>
    <w:rsid w:val="006967C5"/>
    <w:rsid w:val="006968E9"/>
    <w:rsid w:val="00696995"/>
    <w:rsid w:val="006971F4"/>
    <w:rsid w:val="006973AF"/>
    <w:rsid w:val="006974AB"/>
    <w:rsid w:val="006A0C56"/>
    <w:rsid w:val="006A180E"/>
    <w:rsid w:val="006A1CE0"/>
    <w:rsid w:val="006A1D53"/>
    <w:rsid w:val="006A2131"/>
    <w:rsid w:val="006A2302"/>
    <w:rsid w:val="006A2A3F"/>
    <w:rsid w:val="006A2C46"/>
    <w:rsid w:val="006A3015"/>
    <w:rsid w:val="006A31FB"/>
    <w:rsid w:val="006A320E"/>
    <w:rsid w:val="006A3278"/>
    <w:rsid w:val="006A4275"/>
    <w:rsid w:val="006A5A14"/>
    <w:rsid w:val="006A61CC"/>
    <w:rsid w:val="006A6A24"/>
    <w:rsid w:val="006A6C1E"/>
    <w:rsid w:val="006A7D54"/>
    <w:rsid w:val="006B19D9"/>
    <w:rsid w:val="006B2158"/>
    <w:rsid w:val="006B21B2"/>
    <w:rsid w:val="006B2493"/>
    <w:rsid w:val="006B2885"/>
    <w:rsid w:val="006B2AB1"/>
    <w:rsid w:val="006B3C60"/>
    <w:rsid w:val="006B3CB8"/>
    <w:rsid w:val="006B4140"/>
    <w:rsid w:val="006B50AE"/>
    <w:rsid w:val="006B5429"/>
    <w:rsid w:val="006B56BA"/>
    <w:rsid w:val="006B5889"/>
    <w:rsid w:val="006B58A7"/>
    <w:rsid w:val="006B6225"/>
    <w:rsid w:val="006B64DC"/>
    <w:rsid w:val="006B6BBE"/>
    <w:rsid w:val="006B6EC6"/>
    <w:rsid w:val="006B6F43"/>
    <w:rsid w:val="006B71BE"/>
    <w:rsid w:val="006B740A"/>
    <w:rsid w:val="006B7BFC"/>
    <w:rsid w:val="006C0215"/>
    <w:rsid w:val="006C1130"/>
    <w:rsid w:val="006C1142"/>
    <w:rsid w:val="006C1697"/>
    <w:rsid w:val="006C1919"/>
    <w:rsid w:val="006C1F6A"/>
    <w:rsid w:val="006C2081"/>
    <w:rsid w:val="006C238E"/>
    <w:rsid w:val="006C2510"/>
    <w:rsid w:val="006C355D"/>
    <w:rsid w:val="006C428A"/>
    <w:rsid w:val="006C42AA"/>
    <w:rsid w:val="006C4615"/>
    <w:rsid w:val="006C4EEA"/>
    <w:rsid w:val="006C5CE4"/>
    <w:rsid w:val="006C5DFC"/>
    <w:rsid w:val="006C6520"/>
    <w:rsid w:val="006C6BB9"/>
    <w:rsid w:val="006C6D81"/>
    <w:rsid w:val="006C7DFE"/>
    <w:rsid w:val="006D07BA"/>
    <w:rsid w:val="006D0B29"/>
    <w:rsid w:val="006D10EF"/>
    <w:rsid w:val="006D161A"/>
    <w:rsid w:val="006D194A"/>
    <w:rsid w:val="006D2036"/>
    <w:rsid w:val="006D207A"/>
    <w:rsid w:val="006D2A72"/>
    <w:rsid w:val="006D2DD2"/>
    <w:rsid w:val="006D326C"/>
    <w:rsid w:val="006D35E8"/>
    <w:rsid w:val="006D3AE6"/>
    <w:rsid w:val="006D3FEE"/>
    <w:rsid w:val="006D40A1"/>
    <w:rsid w:val="006D413F"/>
    <w:rsid w:val="006D4A4B"/>
    <w:rsid w:val="006D50EB"/>
    <w:rsid w:val="006D5796"/>
    <w:rsid w:val="006D59D1"/>
    <w:rsid w:val="006D6D75"/>
    <w:rsid w:val="006D7635"/>
    <w:rsid w:val="006D7A6A"/>
    <w:rsid w:val="006D7B4F"/>
    <w:rsid w:val="006D7E57"/>
    <w:rsid w:val="006E0264"/>
    <w:rsid w:val="006E0FFB"/>
    <w:rsid w:val="006E100D"/>
    <w:rsid w:val="006E1DFA"/>
    <w:rsid w:val="006E1F19"/>
    <w:rsid w:val="006E2000"/>
    <w:rsid w:val="006E2158"/>
    <w:rsid w:val="006E27B2"/>
    <w:rsid w:val="006E29ED"/>
    <w:rsid w:val="006E2D37"/>
    <w:rsid w:val="006E30B1"/>
    <w:rsid w:val="006E31F8"/>
    <w:rsid w:val="006E3736"/>
    <w:rsid w:val="006E467D"/>
    <w:rsid w:val="006E5273"/>
    <w:rsid w:val="006E53F2"/>
    <w:rsid w:val="006E57ED"/>
    <w:rsid w:val="006E60D7"/>
    <w:rsid w:val="006E6587"/>
    <w:rsid w:val="006E67BE"/>
    <w:rsid w:val="006E684D"/>
    <w:rsid w:val="006E69B5"/>
    <w:rsid w:val="006E73AA"/>
    <w:rsid w:val="006F0056"/>
    <w:rsid w:val="006F01A1"/>
    <w:rsid w:val="006F05A1"/>
    <w:rsid w:val="006F061F"/>
    <w:rsid w:val="006F0B09"/>
    <w:rsid w:val="006F12F1"/>
    <w:rsid w:val="006F16E7"/>
    <w:rsid w:val="006F1ACC"/>
    <w:rsid w:val="006F2023"/>
    <w:rsid w:val="006F2A41"/>
    <w:rsid w:val="006F2ADE"/>
    <w:rsid w:val="006F35AA"/>
    <w:rsid w:val="006F35CE"/>
    <w:rsid w:val="006F3D84"/>
    <w:rsid w:val="006F4AF9"/>
    <w:rsid w:val="006F4E83"/>
    <w:rsid w:val="006F5115"/>
    <w:rsid w:val="006F51AE"/>
    <w:rsid w:val="006F5959"/>
    <w:rsid w:val="006F59CF"/>
    <w:rsid w:val="006F5ACE"/>
    <w:rsid w:val="006F5F23"/>
    <w:rsid w:val="006F5F50"/>
    <w:rsid w:val="006F5F63"/>
    <w:rsid w:val="006F668C"/>
    <w:rsid w:val="006F685D"/>
    <w:rsid w:val="006F6953"/>
    <w:rsid w:val="006F6C52"/>
    <w:rsid w:val="006F70CE"/>
    <w:rsid w:val="006F72EA"/>
    <w:rsid w:val="006F79CA"/>
    <w:rsid w:val="006F7E08"/>
    <w:rsid w:val="006F7E7E"/>
    <w:rsid w:val="006F7E96"/>
    <w:rsid w:val="0070006B"/>
    <w:rsid w:val="00700243"/>
    <w:rsid w:val="007002A1"/>
    <w:rsid w:val="007010A5"/>
    <w:rsid w:val="007011B7"/>
    <w:rsid w:val="00701765"/>
    <w:rsid w:val="00701CBC"/>
    <w:rsid w:val="00701D06"/>
    <w:rsid w:val="00701DC6"/>
    <w:rsid w:val="00702112"/>
    <w:rsid w:val="007028E2"/>
    <w:rsid w:val="00702C9C"/>
    <w:rsid w:val="00702DA4"/>
    <w:rsid w:val="00703886"/>
    <w:rsid w:val="00703A24"/>
    <w:rsid w:val="00703BFE"/>
    <w:rsid w:val="0070484C"/>
    <w:rsid w:val="00704B52"/>
    <w:rsid w:val="00705709"/>
    <w:rsid w:val="007058D3"/>
    <w:rsid w:val="00705AB9"/>
    <w:rsid w:val="00705B19"/>
    <w:rsid w:val="00705CC1"/>
    <w:rsid w:val="00705CD0"/>
    <w:rsid w:val="00706330"/>
    <w:rsid w:val="00706817"/>
    <w:rsid w:val="007068A4"/>
    <w:rsid w:val="00706A79"/>
    <w:rsid w:val="00706AC5"/>
    <w:rsid w:val="007073C7"/>
    <w:rsid w:val="007079EA"/>
    <w:rsid w:val="00710087"/>
    <w:rsid w:val="00710355"/>
    <w:rsid w:val="00710444"/>
    <w:rsid w:val="007109AA"/>
    <w:rsid w:val="00710D8F"/>
    <w:rsid w:val="00711400"/>
    <w:rsid w:val="00712583"/>
    <w:rsid w:val="00712EE2"/>
    <w:rsid w:val="007130FE"/>
    <w:rsid w:val="00713680"/>
    <w:rsid w:val="00713D5F"/>
    <w:rsid w:val="00714285"/>
    <w:rsid w:val="00715092"/>
    <w:rsid w:val="00715515"/>
    <w:rsid w:val="00715B25"/>
    <w:rsid w:val="00715C97"/>
    <w:rsid w:val="0071673E"/>
    <w:rsid w:val="00716A3C"/>
    <w:rsid w:val="00716B2F"/>
    <w:rsid w:val="00716F56"/>
    <w:rsid w:val="00716F92"/>
    <w:rsid w:val="007170F9"/>
    <w:rsid w:val="007200D2"/>
    <w:rsid w:val="00720148"/>
    <w:rsid w:val="00720A69"/>
    <w:rsid w:val="00720ED1"/>
    <w:rsid w:val="00721BAD"/>
    <w:rsid w:val="00721DAC"/>
    <w:rsid w:val="00721DB6"/>
    <w:rsid w:val="007220E1"/>
    <w:rsid w:val="00722422"/>
    <w:rsid w:val="0072295A"/>
    <w:rsid w:val="007229FA"/>
    <w:rsid w:val="00723A7B"/>
    <w:rsid w:val="00724221"/>
    <w:rsid w:val="00724F59"/>
    <w:rsid w:val="00724FA9"/>
    <w:rsid w:val="00725AB8"/>
    <w:rsid w:val="007263FA"/>
    <w:rsid w:val="00726F9E"/>
    <w:rsid w:val="00727250"/>
    <w:rsid w:val="00727BE1"/>
    <w:rsid w:val="00731150"/>
    <w:rsid w:val="00731182"/>
    <w:rsid w:val="0073187A"/>
    <w:rsid w:val="00731EB3"/>
    <w:rsid w:val="00732FEE"/>
    <w:rsid w:val="00734026"/>
    <w:rsid w:val="007343BE"/>
    <w:rsid w:val="007343C5"/>
    <w:rsid w:val="0073441E"/>
    <w:rsid w:val="007344F2"/>
    <w:rsid w:val="00734554"/>
    <w:rsid w:val="00734FEB"/>
    <w:rsid w:val="007350C5"/>
    <w:rsid w:val="00735F51"/>
    <w:rsid w:val="00735FA3"/>
    <w:rsid w:val="00736319"/>
    <w:rsid w:val="00737CBE"/>
    <w:rsid w:val="00737E68"/>
    <w:rsid w:val="00740C5A"/>
    <w:rsid w:val="007414ED"/>
    <w:rsid w:val="0074316C"/>
    <w:rsid w:val="007436A1"/>
    <w:rsid w:val="00743B58"/>
    <w:rsid w:val="00743FE3"/>
    <w:rsid w:val="0074428D"/>
    <w:rsid w:val="00744AE0"/>
    <w:rsid w:val="00744EA1"/>
    <w:rsid w:val="00745A7C"/>
    <w:rsid w:val="00745EFC"/>
    <w:rsid w:val="00745F30"/>
    <w:rsid w:val="00746777"/>
    <w:rsid w:val="00746969"/>
    <w:rsid w:val="00746C89"/>
    <w:rsid w:val="0074731E"/>
    <w:rsid w:val="00747340"/>
    <w:rsid w:val="00747A3F"/>
    <w:rsid w:val="00750400"/>
    <w:rsid w:val="00750ECB"/>
    <w:rsid w:val="00750F80"/>
    <w:rsid w:val="00751503"/>
    <w:rsid w:val="00752405"/>
    <w:rsid w:val="007529E7"/>
    <w:rsid w:val="00752B4F"/>
    <w:rsid w:val="00752D20"/>
    <w:rsid w:val="007534E9"/>
    <w:rsid w:val="00754032"/>
    <w:rsid w:val="00754360"/>
    <w:rsid w:val="007543D7"/>
    <w:rsid w:val="00754B12"/>
    <w:rsid w:val="00754B80"/>
    <w:rsid w:val="00755A07"/>
    <w:rsid w:val="00755A2E"/>
    <w:rsid w:val="007562FB"/>
    <w:rsid w:val="0075669E"/>
    <w:rsid w:val="00756789"/>
    <w:rsid w:val="00757017"/>
    <w:rsid w:val="007570E6"/>
    <w:rsid w:val="007601AA"/>
    <w:rsid w:val="00760251"/>
    <w:rsid w:val="00760A30"/>
    <w:rsid w:val="007612E3"/>
    <w:rsid w:val="0076149E"/>
    <w:rsid w:val="007617E0"/>
    <w:rsid w:val="00761EDF"/>
    <w:rsid w:val="00762ED1"/>
    <w:rsid w:val="00763559"/>
    <w:rsid w:val="00763DFB"/>
    <w:rsid w:val="00763E5C"/>
    <w:rsid w:val="00763E89"/>
    <w:rsid w:val="007642C8"/>
    <w:rsid w:val="00764500"/>
    <w:rsid w:val="0076536F"/>
    <w:rsid w:val="00765856"/>
    <w:rsid w:val="00765F5C"/>
    <w:rsid w:val="007706C4"/>
    <w:rsid w:val="00770F02"/>
    <w:rsid w:val="00770F10"/>
    <w:rsid w:val="00771339"/>
    <w:rsid w:val="007715BA"/>
    <w:rsid w:val="00771CE3"/>
    <w:rsid w:val="00771E3C"/>
    <w:rsid w:val="00772BBA"/>
    <w:rsid w:val="007735CE"/>
    <w:rsid w:val="00773BE3"/>
    <w:rsid w:val="00773CA3"/>
    <w:rsid w:val="00774DE6"/>
    <w:rsid w:val="00775294"/>
    <w:rsid w:val="0077602E"/>
    <w:rsid w:val="007766F8"/>
    <w:rsid w:val="00776945"/>
    <w:rsid w:val="00776DA9"/>
    <w:rsid w:val="00777D38"/>
    <w:rsid w:val="00777F5A"/>
    <w:rsid w:val="0078016A"/>
    <w:rsid w:val="00780272"/>
    <w:rsid w:val="0078082F"/>
    <w:rsid w:val="007811A7"/>
    <w:rsid w:val="007813F6"/>
    <w:rsid w:val="007818CB"/>
    <w:rsid w:val="007818F9"/>
    <w:rsid w:val="00781918"/>
    <w:rsid w:val="00781E29"/>
    <w:rsid w:val="00781F34"/>
    <w:rsid w:val="00782AF2"/>
    <w:rsid w:val="007830E0"/>
    <w:rsid w:val="00783D38"/>
    <w:rsid w:val="007844EB"/>
    <w:rsid w:val="00784DC3"/>
    <w:rsid w:val="00784FC6"/>
    <w:rsid w:val="007850D1"/>
    <w:rsid w:val="007858E6"/>
    <w:rsid w:val="00785900"/>
    <w:rsid w:val="00785D88"/>
    <w:rsid w:val="00786035"/>
    <w:rsid w:val="007867DC"/>
    <w:rsid w:val="0078757D"/>
    <w:rsid w:val="00787801"/>
    <w:rsid w:val="00787C86"/>
    <w:rsid w:val="007909FA"/>
    <w:rsid w:val="0079124F"/>
    <w:rsid w:val="00791586"/>
    <w:rsid w:val="00791B4F"/>
    <w:rsid w:val="00791DBD"/>
    <w:rsid w:val="00792284"/>
    <w:rsid w:val="007943F7"/>
    <w:rsid w:val="00794896"/>
    <w:rsid w:val="00795006"/>
    <w:rsid w:val="00795A3D"/>
    <w:rsid w:val="00796EB1"/>
    <w:rsid w:val="00797ABC"/>
    <w:rsid w:val="00797B81"/>
    <w:rsid w:val="00797D3C"/>
    <w:rsid w:val="007A048B"/>
    <w:rsid w:val="007A1863"/>
    <w:rsid w:val="007A1B94"/>
    <w:rsid w:val="007A248A"/>
    <w:rsid w:val="007A26FB"/>
    <w:rsid w:val="007A2A82"/>
    <w:rsid w:val="007A2D45"/>
    <w:rsid w:val="007A3A98"/>
    <w:rsid w:val="007A4079"/>
    <w:rsid w:val="007A4C82"/>
    <w:rsid w:val="007A5FF7"/>
    <w:rsid w:val="007A6574"/>
    <w:rsid w:val="007A71A0"/>
    <w:rsid w:val="007A7299"/>
    <w:rsid w:val="007B07D9"/>
    <w:rsid w:val="007B0FF0"/>
    <w:rsid w:val="007B2C93"/>
    <w:rsid w:val="007B2DCC"/>
    <w:rsid w:val="007B4BC2"/>
    <w:rsid w:val="007B50D8"/>
    <w:rsid w:val="007B5556"/>
    <w:rsid w:val="007B5CA0"/>
    <w:rsid w:val="007B6E04"/>
    <w:rsid w:val="007B6F51"/>
    <w:rsid w:val="007B7494"/>
    <w:rsid w:val="007C0A3B"/>
    <w:rsid w:val="007C0DE5"/>
    <w:rsid w:val="007C1727"/>
    <w:rsid w:val="007C1BCF"/>
    <w:rsid w:val="007C1D3C"/>
    <w:rsid w:val="007C2462"/>
    <w:rsid w:val="007C2898"/>
    <w:rsid w:val="007C3444"/>
    <w:rsid w:val="007C3499"/>
    <w:rsid w:val="007C35B3"/>
    <w:rsid w:val="007C3892"/>
    <w:rsid w:val="007C63A2"/>
    <w:rsid w:val="007C6D57"/>
    <w:rsid w:val="007C6EA9"/>
    <w:rsid w:val="007C7050"/>
    <w:rsid w:val="007C715A"/>
    <w:rsid w:val="007C71C4"/>
    <w:rsid w:val="007C7385"/>
    <w:rsid w:val="007C7FF4"/>
    <w:rsid w:val="007D0675"/>
    <w:rsid w:val="007D09E5"/>
    <w:rsid w:val="007D0FAD"/>
    <w:rsid w:val="007D1209"/>
    <w:rsid w:val="007D12AB"/>
    <w:rsid w:val="007D1E34"/>
    <w:rsid w:val="007D2127"/>
    <w:rsid w:val="007D215B"/>
    <w:rsid w:val="007D25A0"/>
    <w:rsid w:val="007D2B64"/>
    <w:rsid w:val="007D2CC4"/>
    <w:rsid w:val="007D54FF"/>
    <w:rsid w:val="007D5994"/>
    <w:rsid w:val="007D633D"/>
    <w:rsid w:val="007D6431"/>
    <w:rsid w:val="007D6925"/>
    <w:rsid w:val="007D6959"/>
    <w:rsid w:val="007D712C"/>
    <w:rsid w:val="007D7340"/>
    <w:rsid w:val="007D7435"/>
    <w:rsid w:val="007D7B95"/>
    <w:rsid w:val="007D7D07"/>
    <w:rsid w:val="007D7E89"/>
    <w:rsid w:val="007D7F84"/>
    <w:rsid w:val="007E0617"/>
    <w:rsid w:val="007E089D"/>
    <w:rsid w:val="007E091F"/>
    <w:rsid w:val="007E0CC2"/>
    <w:rsid w:val="007E0EB4"/>
    <w:rsid w:val="007E237D"/>
    <w:rsid w:val="007E2E4A"/>
    <w:rsid w:val="007E2EE5"/>
    <w:rsid w:val="007E3064"/>
    <w:rsid w:val="007E3273"/>
    <w:rsid w:val="007E338F"/>
    <w:rsid w:val="007E3888"/>
    <w:rsid w:val="007E3965"/>
    <w:rsid w:val="007E3C39"/>
    <w:rsid w:val="007E4226"/>
    <w:rsid w:val="007E48EF"/>
    <w:rsid w:val="007E492C"/>
    <w:rsid w:val="007E4C13"/>
    <w:rsid w:val="007E4CDB"/>
    <w:rsid w:val="007E4FCD"/>
    <w:rsid w:val="007E5261"/>
    <w:rsid w:val="007E5263"/>
    <w:rsid w:val="007E5377"/>
    <w:rsid w:val="007E560C"/>
    <w:rsid w:val="007E59A8"/>
    <w:rsid w:val="007E5F2F"/>
    <w:rsid w:val="007E6721"/>
    <w:rsid w:val="007E6B24"/>
    <w:rsid w:val="007E6D2F"/>
    <w:rsid w:val="007E7751"/>
    <w:rsid w:val="007E7933"/>
    <w:rsid w:val="007E79B4"/>
    <w:rsid w:val="007F0FFB"/>
    <w:rsid w:val="007F153C"/>
    <w:rsid w:val="007F161D"/>
    <w:rsid w:val="007F1745"/>
    <w:rsid w:val="007F1989"/>
    <w:rsid w:val="007F1BF5"/>
    <w:rsid w:val="007F20B6"/>
    <w:rsid w:val="007F2294"/>
    <w:rsid w:val="007F2730"/>
    <w:rsid w:val="007F2DEC"/>
    <w:rsid w:val="007F3387"/>
    <w:rsid w:val="007F42E9"/>
    <w:rsid w:val="007F4331"/>
    <w:rsid w:val="007F4814"/>
    <w:rsid w:val="007F49A2"/>
    <w:rsid w:val="007F4D99"/>
    <w:rsid w:val="007F5432"/>
    <w:rsid w:val="007F567D"/>
    <w:rsid w:val="007F5F56"/>
    <w:rsid w:val="007F652A"/>
    <w:rsid w:val="007F6CF6"/>
    <w:rsid w:val="007F6D8A"/>
    <w:rsid w:val="007F6FB5"/>
    <w:rsid w:val="007F72AE"/>
    <w:rsid w:val="007F7852"/>
    <w:rsid w:val="007F7BB2"/>
    <w:rsid w:val="007F7D40"/>
    <w:rsid w:val="00800293"/>
    <w:rsid w:val="008018CB"/>
    <w:rsid w:val="00801A3D"/>
    <w:rsid w:val="00801A5F"/>
    <w:rsid w:val="00801F5D"/>
    <w:rsid w:val="008028D4"/>
    <w:rsid w:val="008031E4"/>
    <w:rsid w:val="00803502"/>
    <w:rsid w:val="008039D8"/>
    <w:rsid w:val="00803AF7"/>
    <w:rsid w:val="0080429E"/>
    <w:rsid w:val="00804B5D"/>
    <w:rsid w:val="00805451"/>
    <w:rsid w:val="008059C0"/>
    <w:rsid w:val="0080605C"/>
    <w:rsid w:val="008064D6"/>
    <w:rsid w:val="008068A0"/>
    <w:rsid w:val="008068BA"/>
    <w:rsid w:val="00806E3A"/>
    <w:rsid w:val="008077E3"/>
    <w:rsid w:val="00807EF2"/>
    <w:rsid w:val="00810C4F"/>
    <w:rsid w:val="00811084"/>
    <w:rsid w:val="00811577"/>
    <w:rsid w:val="008115A1"/>
    <w:rsid w:val="0081174E"/>
    <w:rsid w:val="00811E63"/>
    <w:rsid w:val="00812182"/>
    <w:rsid w:val="008121B7"/>
    <w:rsid w:val="00812A43"/>
    <w:rsid w:val="00813A62"/>
    <w:rsid w:val="00813A79"/>
    <w:rsid w:val="00814653"/>
    <w:rsid w:val="00815125"/>
    <w:rsid w:val="0081568E"/>
    <w:rsid w:val="008164F4"/>
    <w:rsid w:val="008167D1"/>
    <w:rsid w:val="00816A4E"/>
    <w:rsid w:val="00817DBA"/>
    <w:rsid w:val="00820105"/>
    <w:rsid w:val="0082013A"/>
    <w:rsid w:val="0082041C"/>
    <w:rsid w:val="008211F1"/>
    <w:rsid w:val="008215A3"/>
    <w:rsid w:val="00821EDF"/>
    <w:rsid w:val="008220B7"/>
    <w:rsid w:val="0082262F"/>
    <w:rsid w:val="008229B9"/>
    <w:rsid w:val="00823416"/>
    <w:rsid w:val="00823493"/>
    <w:rsid w:val="008235FA"/>
    <w:rsid w:val="0082378D"/>
    <w:rsid w:val="008243B1"/>
    <w:rsid w:val="00824577"/>
    <w:rsid w:val="00824AE2"/>
    <w:rsid w:val="008255D9"/>
    <w:rsid w:val="00825618"/>
    <w:rsid w:val="00825C34"/>
    <w:rsid w:val="00825F50"/>
    <w:rsid w:val="00826EE2"/>
    <w:rsid w:val="00827599"/>
    <w:rsid w:val="0082764A"/>
    <w:rsid w:val="008278C8"/>
    <w:rsid w:val="008301FA"/>
    <w:rsid w:val="00830E06"/>
    <w:rsid w:val="00832375"/>
    <w:rsid w:val="008325F1"/>
    <w:rsid w:val="0083273F"/>
    <w:rsid w:val="00833474"/>
    <w:rsid w:val="00834215"/>
    <w:rsid w:val="0083483F"/>
    <w:rsid w:val="00834ABB"/>
    <w:rsid w:val="00834BDF"/>
    <w:rsid w:val="00834F8B"/>
    <w:rsid w:val="00835CEC"/>
    <w:rsid w:val="008365BF"/>
    <w:rsid w:val="008369C8"/>
    <w:rsid w:val="00836E18"/>
    <w:rsid w:val="00836E90"/>
    <w:rsid w:val="00837204"/>
    <w:rsid w:val="008378E4"/>
    <w:rsid w:val="008379F5"/>
    <w:rsid w:val="00840134"/>
    <w:rsid w:val="00840230"/>
    <w:rsid w:val="0084040D"/>
    <w:rsid w:val="008406D0"/>
    <w:rsid w:val="008408A7"/>
    <w:rsid w:val="00840A52"/>
    <w:rsid w:val="0084105D"/>
    <w:rsid w:val="008418BC"/>
    <w:rsid w:val="00841AAB"/>
    <w:rsid w:val="00841FAD"/>
    <w:rsid w:val="00841FC9"/>
    <w:rsid w:val="008420EB"/>
    <w:rsid w:val="00842B48"/>
    <w:rsid w:val="00842B65"/>
    <w:rsid w:val="00843039"/>
    <w:rsid w:val="008440B3"/>
    <w:rsid w:val="0084446E"/>
    <w:rsid w:val="0084522F"/>
    <w:rsid w:val="008454B4"/>
    <w:rsid w:val="00845798"/>
    <w:rsid w:val="00845F99"/>
    <w:rsid w:val="00846372"/>
    <w:rsid w:val="008464E1"/>
    <w:rsid w:val="00846B8F"/>
    <w:rsid w:val="008470D8"/>
    <w:rsid w:val="008470DC"/>
    <w:rsid w:val="0084725B"/>
    <w:rsid w:val="00847299"/>
    <w:rsid w:val="0084744C"/>
    <w:rsid w:val="0084753D"/>
    <w:rsid w:val="008479E2"/>
    <w:rsid w:val="00847B49"/>
    <w:rsid w:val="008507BC"/>
    <w:rsid w:val="00851AA6"/>
    <w:rsid w:val="00852082"/>
    <w:rsid w:val="008520F0"/>
    <w:rsid w:val="00852541"/>
    <w:rsid w:val="00852588"/>
    <w:rsid w:val="008525D1"/>
    <w:rsid w:val="00852695"/>
    <w:rsid w:val="008528A0"/>
    <w:rsid w:val="00853442"/>
    <w:rsid w:val="0085359A"/>
    <w:rsid w:val="00853609"/>
    <w:rsid w:val="008539A1"/>
    <w:rsid w:val="008548B7"/>
    <w:rsid w:val="00854DFE"/>
    <w:rsid w:val="008562AA"/>
    <w:rsid w:val="00856B7D"/>
    <w:rsid w:val="00856EFB"/>
    <w:rsid w:val="008570DA"/>
    <w:rsid w:val="008571A0"/>
    <w:rsid w:val="008576C2"/>
    <w:rsid w:val="00860294"/>
    <w:rsid w:val="00860BAE"/>
    <w:rsid w:val="008610C9"/>
    <w:rsid w:val="008620D8"/>
    <w:rsid w:val="00862742"/>
    <w:rsid w:val="00862F26"/>
    <w:rsid w:val="0086384A"/>
    <w:rsid w:val="00863BA7"/>
    <w:rsid w:val="0086435F"/>
    <w:rsid w:val="0086469D"/>
    <w:rsid w:val="008646B8"/>
    <w:rsid w:val="00865341"/>
    <w:rsid w:val="00865A50"/>
    <w:rsid w:val="00866451"/>
    <w:rsid w:val="008669AF"/>
    <w:rsid w:val="0086728B"/>
    <w:rsid w:val="008677AA"/>
    <w:rsid w:val="008677DB"/>
    <w:rsid w:val="008678CF"/>
    <w:rsid w:val="00867BE6"/>
    <w:rsid w:val="00867EDB"/>
    <w:rsid w:val="008701D0"/>
    <w:rsid w:val="008704D5"/>
    <w:rsid w:val="008707CA"/>
    <w:rsid w:val="00870E51"/>
    <w:rsid w:val="008712BA"/>
    <w:rsid w:val="0087145E"/>
    <w:rsid w:val="00871981"/>
    <w:rsid w:val="008720C4"/>
    <w:rsid w:val="008721A0"/>
    <w:rsid w:val="00872545"/>
    <w:rsid w:val="0087269D"/>
    <w:rsid w:val="00872B81"/>
    <w:rsid w:val="00872DCC"/>
    <w:rsid w:val="00872F85"/>
    <w:rsid w:val="0087363E"/>
    <w:rsid w:val="00874251"/>
    <w:rsid w:val="0087455A"/>
    <w:rsid w:val="0087506C"/>
    <w:rsid w:val="00875468"/>
    <w:rsid w:val="00875DBC"/>
    <w:rsid w:val="00875F86"/>
    <w:rsid w:val="0087690D"/>
    <w:rsid w:val="00877291"/>
    <w:rsid w:val="00877C9A"/>
    <w:rsid w:val="00880175"/>
    <w:rsid w:val="00880547"/>
    <w:rsid w:val="00880802"/>
    <w:rsid w:val="00881E29"/>
    <w:rsid w:val="008820AF"/>
    <w:rsid w:val="008825B9"/>
    <w:rsid w:val="008825BC"/>
    <w:rsid w:val="00882CB9"/>
    <w:rsid w:val="00883191"/>
    <w:rsid w:val="008833BD"/>
    <w:rsid w:val="00883953"/>
    <w:rsid w:val="00884083"/>
    <w:rsid w:val="0088418C"/>
    <w:rsid w:val="00886557"/>
    <w:rsid w:val="008872B7"/>
    <w:rsid w:val="008879EF"/>
    <w:rsid w:val="00887AB8"/>
    <w:rsid w:val="008901D5"/>
    <w:rsid w:val="008905A4"/>
    <w:rsid w:val="00891D97"/>
    <w:rsid w:val="00891FB7"/>
    <w:rsid w:val="008920DD"/>
    <w:rsid w:val="008922F5"/>
    <w:rsid w:val="00892647"/>
    <w:rsid w:val="008926B3"/>
    <w:rsid w:val="00894524"/>
    <w:rsid w:val="00894651"/>
    <w:rsid w:val="0089484A"/>
    <w:rsid w:val="00894880"/>
    <w:rsid w:val="00894FF2"/>
    <w:rsid w:val="00895EA8"/>
    <w:rsid w:val="00896926"/>
    <w:rsid w:val="00896E07"/>
    <w:rsid w:val="0089712F"/>
    <w:rsid w:val="00897135"/>
    <w:rsid w:val="00897183"/>
    <w:rsid w:val="0089765D"/>
    <w:rsid w:val="00897B7F"/>
    <w:rsid w:val="008A0D9C"/>
    <w:rsid w:val="008A0E32"/>
    <w:rsid w:val="008A1245"/>
    <w:rsid w:val="008A1293"/>
    <w:rsid w:val="008A1626"/>
    <w:rsid w:val="008A1811"/>
    <w:rsid w:val="008A1F66"/>
    <w:rsid w:val="008A272D"/>
    <w:rsid w:val="008A2B0A"/>
    <w:rsid w:val="008A2DBE"/>
    <w:rsid w:val="008A4312"/>
    <w:rsid w:val="008A4BAE"/>
    <w:rsid w:val="008A4C08"/>
    <w:rsid w:val="008A5406"/>
    <w:rsid w:val="008A575F"/>
    <w:rsid w:val="008A620F"/>
    <w:rsid w:val="008A6402"/>
    <w:rsid w:val="008A6593"/>
    <w:rsid w:val="008A6B21"/>
    <w:rsid w:val="008A6D88"/>
    <w:rsid w:val="008A7413"/>
    <w:rsid w:val="008A7528"/>
    <w:rsid w:val="008A7735"/>
    <w:rsid w:val="008A7CC2"/>
    <w:rsid w:val="008B01A3"/>
    <w:rsid w:val="008B0746"/>
    <w:rsid w:val="008B09EB"/>
    <w:rsid w:val="008B0BCF"/>
    <w:rsid w:val="008B1B2A"/>
    <w:rsid w:val="008B1D47"/>
    <w:rsid w:val="008B1F73"/>
    <w:rsid w:val="008B2893"/>
    <w:rsid w:val="008B29E5"/>
    <w:rsid w:val="008B2E3A"/>
    <w:rsid w:val="008B2FC4"/>
    <w:rsid w:val="008B32D6"/>
    <w:rsid w:val="008B345B"/>
    <w:rsid w:val="008B4752"/>
    <w:rsid w:val="008B4A90"/>
    <w:rsid w:val="008B511B"/>
    <w:rsid w:val="008B55F4"/>
    <w:rsid w:val="008B57E3"/>
    <w:rsid w:val="008B6170"/>
    <w:rsid w:val="008B6262"/>
    <w:rsid w:val="008B6710"/>
    <w:rsid w:val="008B7759"/>
    <w:rsid w:val="008B79B7"/>
    <w:rsid w:val="008C0216"/>
    <w:rsid w:val="008C1834"/>
    <w:rsid w:val="008C1882"/>
    <w:rsid w:val="008C189A"/>
    <w:rsid w:val="008C1EFF"/>
    <w:rsid w:val="008C2351"/>
    <w:rsid w:val="008C2810"/>
    <w:rsid w:val="008C341B"/>
    <w:rsid w:val="008C350E"/>
    <w:rsid w:val="008C36FB"/>
    <w:rsid w:val="008C39BA"/>
    <w:rsid w:val="008C3F05"/>
    <w:rsid w:val="008C4E82"/>
    <w:rsid w:val="008C5620"/>
    <w:rsid w:val="008C5730"/>
    <w:rsid w:val="008C617C"/>
    <w:rsid w:val="008C65DD"/>
    <w:rsid w:val="008C6AAD"/>
    <w:rsid w:val="008D0E13"/>
    <w:rsid w:val="008D13C2"/>
    <w:rsid w:val="008D16EC"/>
    <w:rsid w:val="008D1ACE"/>
    <w:rsid w:val="008D1B79"/>
    <w:rsid w:val="008D1CE2"/>
    <w:rsid w:val="008D2855"/>
    <w:rsid w:val="008D404E"/>
    <w:rsid w:val="008D42A5"/>
    <w:rsid w:val="008D45AA"/>
    <w:rsid w:val="008D4732"/>
    <w:rsid w:val="008D4F12"/>
    <w:rsid w:val="008D4FA4"/>
    <w:rsid w:val="008D5386"/>
    <w:rsid w:val="008D58FA"/>
    <w:rsid w:val="008D5CC9"/>
    <w:rsid w:val="008D603E"/>
    <w:rsid w:val="008D6996"/>
    <w:rsid w:val="008D6FD3"/>
    <w:rsid w:val="008D73EA"/>
    <w:rsid w:val="008D775B"/>
    <w:rsid w:val="008D79A2"/>
    <w:rsid w:val="008E0DB1"/>
    <w:rsid w:val="008E0DC1"/>
    <w:rsid w:val="008E0FD6"/>
    <w:rsid w:val="008E1480"/>
    <w:rsid w:val="008E1585"/>
    <w:rsid w:val="008E1DEF"/>
    <w:rsid w:val="008E4AAB"/>
    <w:rsid w:val="008E4AF8"/>
    <w:rsid w:val="008E4EA7"/>
    <w:rsid w:val="008E51B5"/>
    <w:rsid w:val="008E5363"/>
    <w:rsid w:val="008E5BB0"/>
    <w:rsid w:val="008F0124"/>
    <w:rsid w:val="008F052E"/>
    <w:rsid w:val="008F0531"/>
    <w:rsid w:val="008F0615"/>
    <w:rsid w:val="008F0A9E"/>
    <w:rsid w:val="008F0F6A"/>
    <w:rsid w:val="008F1688"/>
    <w:rsid w:val="008F1FB0"/>
    <w:rsid w:val="008F2467"/>
    <w:rsid w:val="008F2F0D"/>
    <w:rsid w:val="008F32E8"/>
    <w:rsid w:val="008F339C"/>
    <w:rsid w:val="008F3F00"/>
    <w:rsid w:val="008F3F8C"/>
    <w:rsid w:val="008F43B7"/>
    <w:rsid w:val="008F5050"/>
    <w:rsid w:val="008F767F"/>
    <w:rsid w:val="008F7C4E"/>
    <w:rsid w:val="008F7DDE"/>
    <w:rsid w:val="00901CFA"/>
    <w:rsid w:val="00901DE9"/>
    <w:rsid w:val="00901E0E"/>
    <w:rsid w:val="009020D2"/>
    <w:rsid w:val="009023CD"/>
    <w:rsid w:val="0090298E"/>
    <w:rsid w:val="009033FC"/>
    <w:rsid w:val="009038CB"/>
    <w:rsid w:val="00903ED0"/>
    <w:rsid w:val="00904136"/>
    <w:rsid w:val="00904590"/>
    <w:rsid w:val="00904AC6"/>
    <w:rsid w:val="00904E65"/>
    <w:rsid w:val="00904F24"/>
    <w:rsid w:val="009053C8"/>
    <w:rsid w:val="00905613"/>
    <w:rsid w:val="0090562D"/>
    <w:rsid w:val="009060E8"/>
    <w:rsid w:val="00906962"/>
    <w:rsid w:val="009073F6"/>
    <w:rsid w:val="009079AF"/>
    <w:rsid w:val="00907F19"/>
    <w:rsid w:val="00910204"/>
    <w:rsid w:val="00910299"/>
    <w:rsid w:val="009109E0"/>
    <w:rsid w:val="00910AE3"/>
    <w:rsid w:val="00910E6D"/>
    <w:rsid w:val="00910EA2"/>
    <w:rsid w:val="00910F0F"/>
    <w:rsid w:val="0091107B"/>
    <w:rsid w:val="00911605"/>
    <w:rsid w:val="0091291E"/>
    <w:rsid w:val="00912967"/>
    <w:rsid w:val="00913AAA"/>
    <w:rsid w:val="00913ED5"/>
    <w:rsid w:val="00914BFF"/>
    <w:rsid w:val="00914DF6"/>
    <w:rsid w:val="00915576"/>
    <w:rsid w:val="009155E0"/>
    <w:rsid w:val="009157CA"/>
    <w:rsid w:val="009162D8"/>
    <w:rsid w:val="009168F1"/>
    <w:rsid w:val="00917163"/>
    <w:rsid w:val="0091777C"/>
    <w:rsid w:val="00917B61"/>
    <w:rsid w:val="00917F1F"/>
    <w:rsid w:val="00920A02"/>
    <w:rsid w:val="00921C34"/>
    <w:rsid w:val="00921E53"/>
    <w:rsid w:val="0092273A"/>
    <w:rsid w:val="009229DA"/>
    <w:rsid w:val="0092353A"/>
    <w:rsid w:val="0092353E"/>
    <w:rsid w:val="00923A3D"/>
    <w:rsid w:val="00923BB2"/>
    <w:rsid w:val="009241D5"/>
    <w:rsid w:val="00924224"/>
    <w:rsid w:val="0092497C"/>
    <w:rsid w:val="00924A82"/>
    <w:rsid w:val="00924B5D"/>
    <w:rsid w:val="00924C58"/>
    <w:rsid w:val="00924F39"/>
    <w:rsid w:val="00925305"/>
    <w:rsid w:val="00925887"/>
    <w:rsid w:val="00927176"/>
    <w:rsid w:val="009279E8"/>
    <w:rsid w:val="00927C22"/>
    <w:rsid w:val="00927DBE"/>
    <w:rsid w:val="00930572"/>
    <w:rsid w:val="00930C2F"/>
    <w:rsid w:val="00930DD2"/>
    <w:rsid w:val="00931B52"/>
    <w:rsid w:val="00931C62"/>
    <w:rsid w:val="0093206A"/>
    <w:rsid w:val="00933185"/>
    <w:rsid w:val="009332A3"/>
    <w:rsid w:val="00933443"/>
    <w:rsid w:val="00933445"/>
    <w:rsid w:val="009349DA"/>
    <w:rsid w:val="00934BC3"/>
    <w:rsid w:val="0093512E"/>
    <w:rsid w:val="0093695E"/>
    <w:rsid w:val="00936FF7"/>
    <w:rsid w:val="00937F80"/>
    <w:rsid w:val="009409AF"/>
    <w:rsid w:val="00941384"/>
    <w:rsid w:val="00941C73"/>
    <w:rsid w:val="00941C9C"/>
    <w:rsid w:val="00941FFB"/>
    <w:rsid w:val="009427ED"/>
    <w:rsid w:val="009438E3"/>
    <w:rsid w:val="00943945"/>
    <w:rsid w:val="0094446B"/>
    <w:rsid w:val="00944544"/>
    <w:rsid w:val="009446DE"/>
    <w:rsid w:val="00944A33"/>
    <w:rsid w:val="00944F35"/>
    <w:rsid w:val="0094576F"/>
    <w:rsid w:val="00945A3C"/>
    <w:rsid w:val="00946634"/>
    <w:rsid w:val="00946ADC"/>
    <w:rsid w:val="00946DB4"/>
    <w:rsid w:val="00947E45"/>
    <w:rsid w:val="00950645"/>
    <w:rsid w:val="00951290"/>
    <w:rsid w:val="0095154E"/>
    <w:rsid w:val="0095171D"/>
    <w:rsid w:val="00951A26"/>
    <w:rsid w:val="00951A28"/>
    <w:rsid w:val="00951C06"/>
    <w:rsid w:val="00951DC3"/>
    <w:rsid w:val="009530A1"/>
    <w:rsid w:val="00953B74"/>
    <w:rsid w:val="00953E54"/>
    <w:rsid w:val="009541EA"/>
    <w:rsid w:val="00954B96"/>
    <w:rsid w:val="00954D5D"/>
    <w:rsid w:val="00954E10"/>
    <w:rsid w:val="00954EE5"/>
    <w:rsid w:val="0095565C"/>
    <w:rsid w:val="00955700"/>
    <w:rsid w:val="00955822"/>
    <w:rsid w:val="00955CF8"/>
    <w:rsid w:val="00955E1D"/>
    <w:rsid w:val="00956BA2"/>
    <w:rsid w:val="00956DB7"/>
    <w:rsid w:val="0095739D"/>
    <w:rsid w:val="00957A26"/>
    <w:rsid w:val="00957FE1"/>
    <w:rsid w:val="00960035"/>
    <w:rsid w:val="0096036E"/>
    <w:rsid w:val="009605BD"/>
    <w:rsid w:val="0096079E"/>
    <w:rsid w:val="009609E3"/>
    <w:rsid w:val="00960CB4"/>
    <w:rsid w:val="00961672"/>
    <w:rsid w:val="00961861"/>
    <w:rsid w:val="009623C1"/>
    <w:rsid w:val="00962A3C"/>
    <w:rsid w:val="00963986"/>
    <w:rsid w:val="00963D36"/>
    <w:rsid w:val="00963D6D"/>
    <w:rsid w:val="00964842"/>
    <w:rsid w:val="00964B6C"/>
    <w:rsid w:val="00964FD9"/>
    <w:rsid w:val="00965A3E"/>
    <w:rsid w:val="00966389"/>
    <w:rsid w:val="00966C25"/>
    <w:rsid w:val="00966F0D"/>
    <w:rsid w:val="009671EF"/>
    <w:rsid w:val="00967242"/>
    <w:rsid w:val="00967F21"/>
    <w:rsid w:val="0097002C"/>
    <w:rsid w:val="00970881"/>
    <w:rsid w:val="00971012"/>
    <w:rsid w:val="00971E24"/>
    <w:rsid w:val="00972AA6"/>
    <w:rsid w:val="00973229"/>
    <w:rsid w:val="00973BBF"/>
    <w:rsid w:val="00974880"/>
    <w:rsid w:val="00975261"/>
    <w:rsid w:val="009752BA"/>
    <w:rsid w:val="009752E6"/>
    <w:rsid w:val="009757AC"/>
    <w:rsid w:val="00975C0C"/>
    <w:rsid w:val="00975C55"/>
    <w:rsid w:val="00976C53"/>
    <w:rsid w:val="00976FA1"/>
    <w:rsid w:val="009771CF"/>
    <w:rsid w:val="0097729C"/>
    <w:rsid w:val="00977567"/>
    <w:rsid w:val="00977FD7"/>
    <w:rsid w:val="0098187C"/>
    <w:rsid w:val="009824DC"/>
    <w:rsid w:val="00982A77"/>
    <w:rsid w:val="00982AB7"/>
    <w:rsid w:val="00982B79"/>
    <w:rsid w:val="00983393"/>
    <w:rsid w:val="00983F4C"/>
    <w:rsid w:val="00984627"/>
    <w:rsid w:val="0098502B"/>
    <w:rsid w:val="0098503E"/>
    <w:rsid w:val="00985B3A"/>
    <w:rsid w:val="00985B74"/>
    <w:rsid w:val="00986BD3"/>
    <w:rsid w:val="0098765B"/>
    <w:rsid w:val="0098785F"/>
    <w:rsid w:val="009903D3"/>
    <w:rsid w:val="00990802"/>
    <w:rsid w:val="00990C7C"/>
    <w:rsid w:val="00990CC6"/>
    <w:rsid w:val="00990D7A"/>
    <w:rsid w:val="00991166"/>
    <w:rsid w:val="009911FD"/>
    <w:rsid w:val="00991941"/>
    <w:rsid w:val="00992051"/>
    <w:rsid w:val="009921AC"/>
    <w:rsid w:val="00992323"/>
    <w:rsid w:val="00993178"/>
    <w:rsid w:val="00994FFA"/>
    <w:rsid w:val="0099503D"/>
    <w:rsid w:val="0099565B"/>
    <w:rsid w:val="009966A0"/>
    <w:rsid w:val="009969AA"/>
    <w:rsid w:val="0099742A"/>
    <w:rsid w:val="009978FF"/>
    <w:rsid w:val="00997C12"/>
    <w:rsid w:val="00997E7F"/>
    <w:rsid w:val="009A0498"/>
    <w:rsid w:val="009A067E"/>
    <w:rsid w:val="009A10EF"/>
    <w:rsid w:val="009A115E"/>
    <w:rsid w:val="009A1C90"/>
    <w:rsid w:val="009A2A0E"/>
    <w:rsid w:val="009A32FF"/>
    <w:rsid w:val="009A3525"/>
    <w:rsid w:val="009A3FCA"/>
    <w:rsid w:val="009A4092"/>
    <w:rsid w:val="009A428D"/>
    <w:rsid w:val="009A4294"/>
    <w:rsid w:val="009A4BCB"/>
    <w:rsid w:val="009A5032"/>
    <w:rsid w:val="009A5F2F"/>
    <w:rsid w:val="009A6238"/>
    <w:rsid w:val="009A6276"/>
    <w:rsid w:val="009A63E3"/>
    <w:rsid w:val="009A63FE"/>
    <w:rsid w:val="009A64A1"/>
    <w:rsid w:val="009A6DC9"/>
    <w:rsid w:val="009A7765"/>
    <w:rsid w:val="009A7BA2"/>
    <w:rsid w:val="009A7D86"/>
    <w:rsid w:val="009B0691"/>
    <w:rsid w:val="009B08E6"/>
    <w:rsid w:val="009B09BB"/>
    <w:rsid w:val="009B1067"/>
    <w:rsid w:val="009B1142"/>
    <w:rsid w:val="009B2100"/>
    <w:rsid w:val="009B214F"/>
    <w:rsid w:val="009B28C6"/>
    <w:rsid w:val="009B2EA1"/>
    <w:rsid w:val="009B2FC6"/>
    <w:rsid w:val="009B3583"/>
    <w:rsid w:val="009B3D43"/>
    <w:rsid w:val="009B402E"/>
    <w:rsid w:val="009B425C"/>
    <w:rsid w:val="009B470D"/>
    <w:rsid w:val="009B49F6"/>
    <w:rsid w:val="009B5689"/>
    <w:rsid w:val="009B601F"/>
    <w:rsid w:val="009B615C"/>
    <w:rsid w:val="009B63B0"/>
    <w:rsid w:val="009B68C8"/>
    <w:rsid w:val="009B6AFD"/>
    <w:rsid w:val="009B6B81"/>
    <w:rsid w:val="009B718A"/>
    <w:rsid w:val="009B76F1"/>
    <w:rsid w:val="009B7814"/>
    <w:rsid w:val="009B7DC3"/>
    <w:rsid w:val="009C00D5"/>
    <w:rsid w:val="009C025F"/>
    <w:rsid w:val="009C037D"/>
    <w:rsid w:val="009C0892"/>
    <w:rsid w:val="009C0967"/>
    <w:rsid w:val="009C0E29"/>
    <w:rsid w:val="009C116D"/>
    <w:rsid w:val="009C13CF"/>
    <w:rsid w:val="009C14BC"/>
    <w:rsid w:val="009C2EDB"/>
    <w:rsid w:val="009C32A6"/>
    <w:rsid w:val="009C3DB4"/>
    <w:rsid w:val="009C40F8"/>
    <w:rsid w:val="009C429F"/>
    <w:rsid w:val="009C5BC9"/>
    <w:rsid w:val="009C5CFB"/>
    <w:rsid w:val="009C5E9F"/>
    <w:rsid w:val="009C680C"/>
    <w:rsid w:val="009C6DD6"/>
    <w:rsid w:val="009C6E69"/>
    <w:rsid w:val="009C71F3"/>
    <w:rsid w:val="009C77AC"/>
    <w:rsid w:val="009C796F"/>
    <w:rsid w:val="009C7A78"/>
    <w:rsid w:val="009D0CB8"/>
    <w:rsid w:val="009D10B6"/>
    <w:rsid w:val="009D17CE"/>
    <w:rsid w:val="009D18EE"/>
    <w:rsid w:val="009D1ABE"/>
    <w:rsid w:val="009D245E"/>
    <w:rsid w:val="009D271D"/>
    <w:rsid w:val="009D288D"/>
    <w:rsid w:val="009D3AE0"/>
    <w:rsid w:val="009D401F"/>
    <w:rsid w:val="009D4157"/>
    <w:rsid w:val="009D47B2"/>
    <w:rsid w:val="009D5442"/>
    <w:rsid w:val="009D5A1B"/>
    <w:rsid w:val="009D5F56"/>
    <w:rsid w:val="009D5F5E"/>
    <w:rsid w:val="009D6D83"/>
    <w:rsid w:val="009D6F5D"/>
    <w:rsid w:val="009D7BF3"/>
    <w:rsid w:val="009D7D56"/>
    <w:rsid w:val="009E0285"/>
    <w:rsid w:val="009E0505"/>
    <w:rsid w:val="009E05CF"/>
    <w:rsid w:val="009E0A88"/>
    <w:rsid w:val="009E133D"/>
    <w:rsid w:val="009E1392"/>
    <w:rsid w:val="009E17D5"/>
    <w:rsid w:val="009E1807"/>
    <w:rsid w:val="009E2026"/>
    <w:rsid w:val="009E2210"/>
    <w:rsid w:val="009E2E6F"/>
    <w:rsid w:val="009E3144"/>
    <w:rsid w:val="009E3513"/>
    <w:rsid w:val="009E358A"/>
    <w:rsid w:val="009E384A"/>
    <w:rsid w:val="009E3FF4"/>
    <w:rsid w:val="009E45B7"/>
    <w:rsid w:val="009E4925"/>
    <w:rsid w:val="009E4964"/>
    <w:rsid w:val="009E4C8C"/>
    <w:rsid w:val="009E4E27"/>
    <w:rsid w:val="009E4E7D"/>
    <w:rsid w:val="009E4FB8"/>
    <w:rsid w:val="009E5061"/>
    <w:rsid w:val="009E5414"/>
    <w:rsid w:val="009E5430"/>
    <w:rsid w:val="009E5714"/>
    <w:rsid w:val="009E5CD7"/>
    <w:rsid w:val="009E65B0"/>
    <w:rsid w:val="009E6E1F"/>
    <w:rsid w:val="009E7E1D"/>
    <w:rsid w:val="009F032B"/>
    <w:rsid w:val="009F0506"/>
    <w:rsid w:val="009F07ED"/>
    <w:rsid w:val="009F0983"/>
    <w:rsid w:val="009F1C62"/>
    <w:rsid w:val="009F2465"/>
    <w:rsid w:val="009F320A"/>
    <w:rsid w:val="009F32FE"/>
    <w:rsid w:val="009F40CD"/>
    <w:rsid w:val="009F421E"/>
    <w:rsid w:val="009F4413"/>
    <w:rsid w:val="009F4692"/>
    <w:rsid w:val="009F4FD2"/>
    <w:rsid w:val="009F5512"/>
    <w:rsid w:val="009F5B87"/>
    <w:rsid w:val="009F5B8E"/>
    <w:rsid w:val="009F6095"/>
    <w:rsid w:val="009F670B"/>
    <w:rsid w:val="009F6B2E"/>
    <w:rsid w:val="009F7CC6"/>
    <w:rsid w:val="009F7CF2"/>
    <w:rsid w:val="00A006F6"/>
    <w:rsid w:val="00A008C9"/>
    <w:rsid w:val="00A00B77"/>
    <w:rsid w:val="00A010E9"/>
    <w:rsid w:val="00A011EA"/>
    <w:rsid w:val="00A019AF"/>
    <w:rsid w:val="00A01BB6"/>
    <w:rsid w:val="00A01BFF"/>
    <w:rsid w:val="00A02863"/>
    <w:rsid w:val="00A028A9"/>
    <w:rsid w:val="00A02C84"/>
    <w:rsid w:val="00A0335C"/>
    <w:rsid w:val="00A033D3"/>
    <w:rsid w:val="00A03401"/>
    <w:rsid w:val="00A03862"/>
    <w:rsid w:val="00A03C82"/>
    <w:rsid w:val="00A04409"/>
    <w:rsid w:val="00A04428"/>
    <w:rsid w:val="00A04B12"/>
    <w:rsid w:val="00A05089"/>
    <w:rsid w:val="00A050F5"/>
    <w:rsid w:val="00A063F2"/>
    <w:rsid w:val="00A0767D"/>
    <w:rsid w:val="00A07D71"/>
    <w:rsid w:val="00A10042"/>
    <w:rsid w:val="00A100DD"/>
    <w:rsid w:val="00A10869"/>
    <w:rsid w:val="00A110D7"/>
    <w:rsid w:val="00A1143E"/>
    <w:rsid w:val="00A118E5"/>
    <w:rsid w:val="00A12EEF"/>
    <w:rsid w:val="00A12FA8"/>
    <w:rsid w:val="00A14375"/>
    <w:rsid w:val="00A1542F"/>
    <w:rsid w:val="00A154AC"/>
    <w:rsid w:val="00A15AC6"/>
    <w:rsid w:val="00A15BCA"/>
    <w:rsid w:val="00A1659B"/>
    <w:rsid w:val="00A200B2"/>
    <w:rsid w:val="00A201FD"/>
    <w:rsid w:val="00A20781"/>
    <w:rsid w:val="00A20B37"/>
    <w:rsid w:val="00A20B44"/>
    <w:rsid w:val="00A21786"/>
    <w:rsid w:val="00A21C26"/>
    <w:rsid w:val="00A22A15"/>
    <w:rsid w:val="00A2305E"/>
    <w:rsid w:val="00A23789"/>
    <w:rsid w:val="00A23EAB"/>
    <w:rsid w:val="00A245AC"/>
    <w:rsid w:val="00A24807"/>
    <w:rsid w:val="00A248DB"/>
    <w:rsid w:val="00A24A1D"/>
    <w:rsid w:val="00A253EB"/>
    <w:rsid w:val="00A25AD1"/>
    <w:rsid w:val="00A25F29"/>
    <w:rsid w:val="00A2616D"/>
    <w:rsid w:val="00A26221"/>
    <w:rsid w:val="00A2630E"/>
    <w:rsid w:val="00A268BA"/>
    <w:rsid w:val="00A26DE5"/>
    <w:rsid w:val="00A27C1F"/>
    <w:rsid w:val="00A30CF7"/>
    <w:rsid w:val="00A30D6E"/>
    <w:rsid w:val="00A313FA"/>
    <w:rsid w:val="00A3224A"/>
    <w:rsid w:val="00A333A1"/>
    <w:rsid w:val="00A334F0"/>
    <w:rsid w:val="00A33620"/>
    <w:rsid w:val="00A348B4"/>
    <w:rsid w:val="00A3492D"/>
    <w:rsid w:val="00A34F45"/>
    <w:rsid w:val="00A3557B"/>
    <w:rsid w:val="00A355E5"/>
    <w:rsid w:val="00A355EB"/>
    <w:rsid w:val="00A35B39"/>
    <w:rsid w:val="00A35BEA"/>
    <w:rsid w:val="00A35CF8"/>
    <w:rsid w:val="00A36226"/>
    <w:rsid w:val="00A3628F"/>
    <w:rsid w:val="00A362EC"/>
    <w:rsid w:val="00A36E68"/>
    <w:rsid w:val="00A370AB"/>
    <w:rsid w:val="00A376F4"/>
    <w:rsid w:val="00A37A94"/>
    <w:rsid w:val="00A37B2A"/>
    <w:rsid w:val="00A406CA"/>
    <w:rsid w:val="00A40C19"/>
    <w:rsid w:val="00A40EDD"/>
    <w:rsid w:val="00A41837"/>
    <w:rsid w:val="00A41927"/>
    <w:rsid w:val="00A41B14"/>
    <w:rsid w:val="00A429CA"/>
    <w:rsid w:val="00A42B82"/>
    <w:rsid w:val="00A42E6E"/>
    <w:rsid w:val="00A4304C"/>
    <w:rsid w:val="00A43299"/>
    <w:rsid w:val="00A43E3D"/>
    <w:rsid w:val="00A44674"/>
    <w:rsid w:val="00A448D0"/>
    <w:rsid w:val="00A44F7B"/>
    <w:rsid w:val="00A45CA3"/>
    <w:rsid w:val="00A45CCB"/>
    <w:rsid w:val="00A4645D"/>
    <w:rsid w:val="00A467BA"/>
    <w:rsid w:val="00A470C3"/>
    <w:rsid w:val="00A47297"/>
    <w:rsid w:val="00A475A5"/>
    <w:rsid w:val="00A475E9"/>
    <w:rsid w:val="00A50406"/>
    <w:rsid w:val="00A50741"/>
    <w:rsid w:val="00A51084"/>
    <w:rsid w:val="00A5250A"/>
    <w:rsid w:val="00A52E65"/>
    <w:rsid w:val="00A55225"/>
    <w:rsid w:val="00A560CD"/>
    <w:rsid w:val="00A56C53"/>
    <w:rsid w:val="00A56D77"/>
    <w:rsid w:val="00A578A7"/>
    <w:rsid w:val="00A57E04"/>
    <w:rsid w:val="00A6007E"/>
    <w:rsid w:val="00A6049B"/>
    <w:rsid w:val="00A608BF"/>
    <w:rsid w:val="00A60AFC"/>
    <w:rsid w:val="00A60B21"/>
    <w:rsid w:val="00A60EBE"/>
    <w:rsid w:val="00A6187B"/>
    <w:rsid w:val="00A61DCF"/>
    <w:rsid w:val="00A626AA"/>
    <w:rsid w:val="00A62F96"/>
    <w:rsid w:val="00A62FAD"/>
    <w:rsid w:val="00A63300"/>
    <w:rsid w:val="00A633AE"/>
    <w:rsid w:val="00A63A40"/>
    <w:rsid w:val="00A63C0F"/>
    <w:rsid w:val="00A640F7"/>
    <w:rsid w:val="00A6424A"/>
    <w:rsid w:val="00A64391"/>
    <w:rsid w:val="00A647A0"/>
    <w:rsid w:val="00A64B14"/>
    <w:rsid w:val="00A64C4A"/>
    <w:rsid w:val="00A64CFD"/>
    <w:rsid w:val="00A64DB5"/>
    <w:rsid w:val="00A64E8D"/>
    <w:rsid w:val="00A6510D"/>
    <w:rsid w:val="00A65EE0"/>
    <w:rsid w:val="00A663D5"/>
    <w:rsid w:val="00A66A2B"/>
    <w:rsid w:val="00A67A49"/>
    <w:rsid w:val="00A70640"/>
    <w:rsid w:val="00A709CC"/>
    <w:rsid w:val="00A70F73"/>
    <w:rsid w:val="00A71069"/>
    <w:rsid w:val="00A72048"/>
    <w:rsid w:val="00A725F8"/>
    <w:rsid w:val="00A726E7"/>
    <w:rsid w:val="00A737E6"/>
    <w:rsid w:val="00A73AA2"/>
    <w:rsid w:val="00A73EDC"/>
    <w:rsid w:val="00A74096"/>
    <w:rsid w:val="00A743DC"/>
    <w:rsid w:val="00A74611"/>
    <w:rsid w:val="00A74E10"/>
    <w:rsid w:val="00A75311"/>
    <w:rsid w:val="00A755C8"/>
    <w:rsid w:val="00A7626A"/>
    <w:rsid w:val="00A76661"/>
    <w:rsid w:val="00A76FC8"/>
    <w:rsid w:val="00A77049"/>
    <w:rsid w:val="00A77092"/>
    <w:rsid w:val="00A771FD"/>
    <w:rsid w:val="00A779E1"/>
    <w:rsid w:val="00A80582"/>
    <w:rsid w:val="00A807DB"/>
    <w:rsid w:val="00A80D63"/>
    <w:rsid w:val="00A81499"/>
    <w:rsid w:val="00A8151F"/>
    <w:rsid w:val="00A816B0"/>
    <w:rsid w:val="00A81E33"/>
    <w:rsid w:val="00A827CC"/>
    <w:rsid w:val="00A82C69"/>
    <w:rsid w:val="00A82EC7"/>
    <w:rsid w:val="00A830C1"/>
    <w:rsid w:val="00A832BA"/>
    <w:rsid w:val="00A832F7"/>
    <w:rsid w:val="00A8354F"/>
    <w:rsid w:val="00A83589"/>
    <w:rsid w:val="00A83D0B"/>
    <w:rsid w:val="00A84711"/>
    <w:rsid w:val="00A85099"/>
    <w:rsid w:val="00A8547F"/>
    <w:rsid w:val="00A859CD"/>
    <w:rsid w:val="00A85B6B"/>
    <w:rsid w:val="00A85C99"/>
    <w:rsid w:val="00A85CAA"/>
    <w:rsid w:val="00A85F3E"/>
    <w:rsid w:val="00A85FE6"/>
    <w:rsid w:val="00A86BBA"/>
    <w:rsid w:val="00A86F0B"/>
    <w:rsid w:val="00A87431"/>
    <w:rsid w:val="00A876E1"/>
    <w:rsid w:val="00A8790E"/>
    <w:rsid w:val="00A87FC3"/>
    <w:rsid w:val="00A901BC"/>
    <w:rsid w:val="00A90D60"/>
    <w:rsid w:val="00A9128B"/>
    <w:rsid w:val="00A91469"/>
    <w:rsid w:val="00A93371"/>
    <w:rsid w:val="00A94B11"/>
    <w:rsid w:val="00A94B92"/>
    <w:rsid w:val="00A95B08"/>
    <w:rsid w:val="00A95DA1"/>
    <w:rsid w:val="00A9640B"/>
    <w:rsid w:val="00A96C98"/>
    <w:rsid w:val="00A9765A"/>
    <w:rsid w:val="00A97DF7"/>
    <w:rsid w:val="00AA06DA"/>
    <w:rsid w:val="00AA1101"/>
    <w:rsid w:val="00AA154B"/>
    <w:rsid w:val="00AA1A15"/>
    <w:rsid w:val="00AA1E3E"/>
    <w:rsid w:val="00AA1FD9"/>
    <w:rsid w:val="00AA2155"/>
    <w:rsid w:val="00AA2542"/>
    <w:rsid w:val="00AA2827"/>
    <w:rsid w:val="00AA2EDA"/>
    <w:rsid w:val="00AA33F5"/>
    <w:rsid w:val="00AA3A9C"/>
    <w:rsid w:val="00AA400E"/>
    <w:rsid w:val="00AA427F"/>
    <w:rsid w:val="00AA4812"/>
    <w:rsid w:val="00AA4E20"/>
    <w:rsid w:val="00AA5215"/>
    <w:rsid w:val="00AA5C3E"/>
    <w:rsid w:val="00AA64B5"/>
    <w:rsid w:val="00AA6EA2"/>
    <w:rsid w:val="00AA727F"/>
    <w:rsid w:val="00AB0919"/>
    <w:rsid w:val="00AB0F34"/>
    <w:rsid w:val="00AB112F"/>
    <w:rsid w:val="00AB1201"/>
    <w:rsid w:val="00AB12F6"/>
    <w:rsid w:val="00AB1F2E"/>
    <w:rsid w:val="00AB363F"/>
    <w:rsid w:val="00AB3746"/>
    <w:rsid w:val="00AB3CA2"/>
    <w:rsid w:val="00AB4218"/>
    <w:rsid w:val="00AB473E"/>
    <w:rsid w:val="00AB4F8C"/>
    <w:rsid w:val="00AB5804"/>
    <w:rsid w:val="00AB594F"/>
    <w:rsid w:val="00AB5CD3"/>
    <w:rsid w:val="00AB60E7"/>
    <w:rsid w:val="00AB643F"/>
    <w:rsid w:val="00AB653F"/>
    <w:rsid w:val="00AB6832"/>
    <w:rsid w:val="00AB7FE8"/>
    <w:rsid w:val="00AC0432"/>
    <w:rsid w:val="00AC0D4D"/>
    <w:rsid w:val="00AC10A4"/>
    <w:rsid w:val="00AC276B"/>
    <w:rsid w:val="00AC308D"/>
    <w:rsid w:val="00AC3857"/>
    <w:rsid w:val="00AC392E"/>
    <w:rsid w:val="00AC41D8"/>
    <w:rsid w:val="00AC480F"/>
    <w:rsid w:val="00AC493D"/>
    <w:rsid w:val="00AC4CF9"/>
    <w:rsid w:val="00AC4FDC"/>
    <w:rsid w:val="00AC5253"/>
    <w:rsid w:val="00AC5574"/>
    <w:rsid w:val="00AC580B"/>
    <w:rsid w:val="00AC5A4C"/>
    <w:rsid w:val="00AC5D4D"/>
    <w:rsid w:val="00AC69EC"/>
    <w:rsid w:val="00AC6BFB"/>
    <w:rsid w:val="00AD0980"/>
    <w:rsid w:val="00AD0A7D"/>
    <w:rsid w:val="00AD0AAB"/>
    <w:rsid w:val="00AD0CB8"/>
    <w:rsid w:val="00AD11AD"/>
    <w:rsid w:val="00AD15E6"/>
    <w:rsid w:val="00AD21C3"/>
    <w:rsid w:val="00AD26BD"/>
    <w:rsid w:val="00AD27FC"/>
    <w:rsid w:val="00AD3EC1"/>
    <w:rsid w:val="00AD4809"/>
    <w:rsid w:val="00AD54F5"/>
    <w:rsid w:val="00AD592A"/>
    <w:rsid w:val="00AD5BF2"/>
    <w:rsid w:val="00AD5CE5"/>
    <w:rsid w:val="00AD5D1D"/>
    <w:rsid w:val="00AD6258"/>
    <w:rsid w:val="00AD638D"/>
    <w:rsid w:val="00AD63E0"/>
    <w:rsid w:val="00AD6FD6"/>
    <w:rsid w:val="00AD7083"/>
    <w:rsid w:val="00AD755C"/>
    <w:rsid w:val="00AD7A26"/>
    <w:rsid w:val="00AE0192"/>
    <w:rsid w:val="00AE1533"/>
    <w:rsid w:val="00AE17F9"/>
    <w:rsid w:val="00AE19C9"/>
    <w:rsid w:val="00AE22E0"/>
    <w:rsid w:val="00AE2397"/>
    <w:rsid w:val="00AE2723"/>
    <w:rsid w:val="00AE335E"/>
    <w:rsid w:val="00AE3415"/>
    <w:rsid w:val="00AE3670"/>
    <w:rsid w:val="00AE3AFC"/>
    <w:rsid w:val="00AE44E8"/>
    <w:rsid w:val="00AE4741"/>
    <w:rsid w:val="00AE475D"/>
    <w:rsid w:val="00AE4A23"/>
    <w:rsid w:val="00AE4F64"/>
    <w:rsid w:val="00AE507C"/>
    <w:rsid w:val="00AE52C2"/>
    <w:rsid w:val="00AE5354"/>
    <w:rsid w:val="00AE54A0"/>
    <w:rsid w:val="00AE5753"/>
    <w:rsid w:val="00AE5838"/>
    <w:rsid w:val="00AE6006"/>
    <w:rsid w:val="00AE6736"/>
    <w:rsid w:val="00AE67D3"/>
    <w:rsid w:val="00AE684A"/>
    <w:rsid w:val="00AE6A4B"/>
    <w:rsid w:val="00AE6F92"/>
    <w:rsid w:val="00AF05FC"/>
    <w:rsid w:val="00AF0DC7"/>
    <w:rsid w:val="00AF0F24"/>
    <w:rsid w:val="00AF0F87"/>
    <w:rsid w:val="00AF259D"/>
    <w:rsid w:val="00AF2710"/>
    <w:rsid w:val="00AF2F7B"/>
    <w:rsid w:val="00AF3678"/>
    <w:rsid w:val="00AF36A0"/>
    <w:rsid w:val="00AF3A08"/>
    <w:rsid w:val="00AF3C33"/>
    <w:rsid w:val="00AF3D15"/>
    <w:rsid w:val="00AF4033"/>
    <w:rsid w:val="00AF4442"/>
    <w:rsid w:val="00AF4C6D"/>
    <w:rsid w:val="00AF586C"/>
    <w:rsid w:val="00AF620C"/>
    <w:rsid w:val="00AF70FD"/>
    <w:rsid w:val="00AF71BC"/>
    <w:rsid w:val="00B00809"/>
    <w:rsid w:val="00B00B8C"/>
    <w:rsid w:val="00B012CB"/>
    <w:rsid w:val="00B019A3"/>
    <w:rsid w:val="00B01A59"/>
    <w:rsid w:val="00B01ADE"/>
    <w:rsid w:val="00B01B12"/>
    <w:rsid w:val="00B02172"/>
    <w:rsid w:val="00B03C63"/>
    <w:rsid w:val="00B03F07"/>
    <w:rsid w:val="00B03F72"/>
    <w:rsid w:val="00B0415A"/>
    <w:rsid w:val="00B046A1"/>
    <w:rsid w:val="00B04C07"/>
    <w:rsid w:val="00B04C85"/>
    <w:rsid w:val="00B0522F"/>
    <w:rsid w:val="00B058F7"/>
    <w:rsid w:val="00B05927"/>
    <w:rsid w:val="00B05C2F"/>
    <w:rsid w:val="00B06BF3"/>
    <w:rsid w:val="00B06FC9"/>
    <w:rsid w:val="00B071DB"/>
    <w:rsid w:val="00B07E09"/>
    <w:rsid w:val="00B100E1"/>
    <w:rsid w:val="00B10156"/>
    <w:rsid w:val="00B10C20"/>
    <w:rsid w:val="00B1155B"/>
    <w:rsid w:val="00B11656"/>
    <w:rsid w:val="00B118AB"/>
    <w:rsid w:val="00B11A93"/>
    <w:rsid w:val="00B12347"/>
    <w:rsid w:val="00B12526"/>
    <w:rsid w:val="00B12644"/>
    <w:rsid w:val="00B126A1"/>
    <w:rsid w:val="00B12CEA"/>
    <w:rsid w:val="00B12DDB"/>
    <w:rsid w:val="00B14005"/>
    <w:rsid w:val="00B1447F"/>
    <w:rsid w:val="00B14BB7"/>
    <w:rsid w:val="00B150F7"/>
    <w:rsid w:val="00B15AA9"/>
    <w:rsid w:val="00B15C53"/>
    <w:rsid w:val="00B173C5"/>
    <w:rsid w:val="00B1783D"/>
    <w:rsid w:val="00B178C0"/>
    <w:rsid w:val="00B17978"/>
    <w:rsid w:val="00B2039A"/>
    <w:rsid w:val="00B203A4"/>
    <w:rsid w:val="00B20731"/>
    <w:rsid w:val="00B207B2"/>
    <w:rsid w:val="00B212B6"/>
    <w:rsid w:val="00B2151C"/>
    <w:rsid w:val="00B21523"/>
    <w:rsid w:val="00B21982"/>
    <w:rsid w:val="00B21FC7"/>
    <w:rsid w:val="00B22276"/>
    <w:rsid w:val="00B23374"/>
    <w:rsid w:val="00B238E4"/>
    <w:rsid w:val="00B23913"/>
    <w:rsid w:val="00B23B91"/>
    <w:rsid w:val="00B23C87"/>
    <w:rsid w:val="00B23DC0"/>
    <w:rsid w:val="00B24401"/>
    <w:rsid w:val="00B24CCB"/>
    <w:rsid w:val="00B24E3B"/>
    <w:rsid w:val="00B253A9"/>
    <w:rsid w:val="00B253BC"/>
    <w:rsid w:val="00B25998"/>
    <w:rsid w:val="00B25BC6"/>
    <w:rsid w:val="00B26016"/>
    <w:rsid w:val="00B26144"/>
    <w:rsid w:val="00B265C4"/>
    <w:rsid w:val="00B2689D"/>
    <w:rsid w:val="00B26B31"/>
    <w:rsid w:val="00B26D7C"/>
    <w:rsid w:val="00B27943"/>
    <w:rsid w:val="00B27B70"/>
    <w:rsid w:val="00B3053E"/>
    <w:rsid w:val="00B30540"/>
    <w:rsid w:val="00B307FF"/>
    <w:rsid w:val="00B30ACA"/>
    <w:rsid w:val="00B30E2F"/>
    <w:rsid w:val="00B30FE9"/>
    <w:rsid w:val="00B3194A"/>
    <w:rsid w:val="00B31A70"/>
    <w:rsid w:val="00B31ED4"/>
    <w:rsid w:val="00B3250F"/>
    <w:rsid w:val="00B32BE5"/>
    <w:rsid w:val="00B32FCF"/>
    <w:rsid w:val="00B33D1C"/>
    <w:rsid w:val="00B34BCC"/>
    <w:rsid w:val="00B34E21"/>
    <w:rsid w:val="00B35099"/>
    <w:rsid w:val="00B35462"/>
    <w:rsid w:val="00B360CD"/>
    <w:rsid w:val="00B36419"/>
    <w:rsid w:val="00B36539"/>
    <w:rsid w:val="00B36806"/>
    <w:rsid w:val="00B371C9"/>
    <w:rsid w:val="00B37219"/>
    <w:rsid w:val="00B379DE"/>
    <w:rsid w:val="00B37CA5"/>
    <w:rsid w:val="00B400D7"/>
    <w:rsid w:val="00B405D3"/>
    <w:rsid w:val="00B40C3E"/>
    <w:rsid w:val="00B40D84"/>
    <w:rsid w:val="00B40F1A"/>
    <w:rsid w:val="00B41866"/>
    <w:rsid w:val="00B41B38"/>
    <w:rsid w:val="00B4201A"/>
    <w:rsid w:val="00B424FD"/>
    <w:rsid w:val="00B42922"/>
    <w:rsid w:val="00B42B13"/>
    <w:rsid w:val="00B42BB2"/>
    <w:rsid w:val="00B42E58"/>
    <w:rsid w:val="00B43843"/>
    <w:rsid w:val="00B44488"/>
    <w:rsid w:val="00B445C1"/>
    <w:rsid w:val="00B4575C"/>
    <w:rsid w:val="00B45B20"/>
    <w:rsid w:val="00B45B97"/>
    <w:rsid w:val="00B4626F"/>
    <w:rsid w:val="00B46F47"/>
    <w:rsid w:val="00B47059"/>
    <w:rsid w:val="00B470C6"/>
    <w:rsid w:val="00B470EB"/>
    <w:rsid w:val="00B472BD"/>
    <w:rsid w:val="00B47B9D"/>
    <w:rsid w:val="00B5046E"/>
    <w:rsid w:val="00B505C0"/>
    <w:rsid w:val="00B505D5"/>
    <w:rsid w:val="00B5075B"/>
    <w:rsid w:val="00B507D0"/>
    <w:rsid w:val="00B50942"/>
    <w:rsid w:val="00B50A35"/>
    <w:rsid w:val="00B51783"/>
    <w:rsid w:val="00B5206A"/>
    <w:rsid w:val="00B52609"/>
    <w:rsid w:val="00B52A32"/>
    <w:rsid w:val="00B52A3E"/>
    <w:rsid w:val="00B52A66"/>
    <w:rsid w:val="00B53197"/>
    <w:rsid w:val="00B538BB"/>
    <w:rsid w:val="00B53A7A"/>
    <w:rsid w:val="00B54681"/>
    <w:rsid w:val="00B54A31"/>
    <w:rsid w:val="00B54BA2"/>
    <w:rsid w:val="00B552A6"/>
    <w:rsid w:val="00B55738"/>
    <w:rsid w:val="00B5619D"/>
    <w:rsid w:val="00B56727"/>
    <w:rsid w:val="00B56AF6"/>
    <w:rsid w:val="00B570C1"/>
    <w:rsid w:val="00B57FDA"/>
    <w:rsid w:val="00B6043D"/>
    <w:rsid w:val="00B609CC"/>
    <w:rsid w:val="00B60C71"/>
    <w:rsid w:val="00B60EFB"/>
    <w:rsid w:val="00B61381"/>
    <w:rsid w:val="00B618B7"/>
    <w:rsid w:val="00B61E3A"/>
    <w:rsid w:val="00B62EF9"/>
    <w:rsid w:val="00B63790"/>
    <w:rsid w:val="00B63886"/>
    <w:rsid w:val="00B63F99"/>
    <w:rsid w:val="00B645DB"/>
    <w:rsid w:val="00B645E3"/>
    <w:rsid w:val="00B65324"/>
    <w:rsid w:val="00B65B97"/>
    <w:rsid w:val="00B6639C"/>
    <w:rsid w:val="00B6720F"/>
    <w:rsid w:val="00B67333"/>
    <w:rsid w:val="00B674DC"/>
    <w:rsid w:val="00B679A6"/>
    <w:rsid w:val="00B67FA9"/>
    <w:rsid w:val="00B70119"/>
    <w:rsid w:val="00B704FE"/>
    <w:rsid w:val="00B70B7F"/>
    <w:rsid w:val="00B716F3"/>
    <w:rsid w:val="00B71AA7"/>
    <w:rsid w:val="00B721E9"/>
    <w:rsid w:val="00B72B11"/>
    <w:rsid w:val="00B72E87"/>
    <w:rsid w:val="00B73513"/>
    <w:rsid w:val="00B73B0A"/>
    <w:rsid w:val="00B73D75"/>
    <w:rsid w:val="00B73ED7"/>
    <w:rsid w:val="00B74099"/>
    <w:rsid w:val="00B742AE"/>
    <w:rsid w:val="00B75D6C"/>
    <w:rsid w:val="00B760EA"/>
    <w:rsid w:val="00B7625F"/>
    <w:rsid w:val="00B7670A"/>
    <w:rsid w:val="00B76985"/>
    <w:rsid w:val="00B7756F"/>
    <w:rsid w:val="00B77CEE"/>
    <w:rsid w:val="00B801D6"/>
    <w:rsid w:val="00B80274"/>
    <w:rsid w:val="00B80A34"/>
    <w:rsid w:val="00B81AB5"/>
    <w:rsid w:val="00B81FDB"/>
    <w:rsid w:val="00B822B1"/>
    <w:rsid w:val="00B82440"/>
    <w:rsid w:val="00B82AF8"/>
    <w:rsid w:val="00B832C1"/>
    <w:rsid w:val="00B839D3"/>
    <w:rsid w:val="00B843EE"/>
    <w:rsid w:val="00B8443E"/>
    <w:rsid w:val="00B8582E"/>
    <w:rsid w:val="00B87110"/>
    <w:rsid w:val="00B87624"/>
    <w:rsid w:val="00B900F9"/>
    <w:rsid w:val="00B900FB"/>
    <w:rsid w:val="00B907D7"/>
    <w:rsid w:val="00B90BB4"/>
    <w:rsid w:val="00B90C6E"/>
    <w:rsid w:val="00B91612"/>
    <w:rsid w:val="00B9168C"/>
    <w:rsid w:val="00B91B6E"/>
    <w:rsid w:val="00B91C2E"/>
    <w:rsid w:val="00B920A5"/>
    <w:rsid w:val="00B93261"/>
    <w:rsid w:val="00B939B6"/>
    <w:rsid w:val="00B93B33"/>
    <w:rsid w:val="00B93C5E"/>
    <w:rsid w:val="00B945D1"/>
    <w:rsid w:val="00B94B5F"/>
    <w:rsid w:val="00B9565D"/>
    <w:rsid w:val="00B962E9"/>
    <w:rsid w:val="00B97B68"/>
    <w:rsid w:val="00BA0DEA"/>
    <w:rsid w:val="00BA1336"/>
    <w:rsid w:val="00BA1469"/>
    <w:rsid w:val="00BA18EE"/>
    <w:rsid w:val="00BA1916"/>
    <w:rsid w:val="00BA266E"/>
    <w:rsid w:val="00BA363E"/>
    <w:rsid w:val="00BA3BF9"/>
    <w:rsid w:val="00BA43E9"/>
    <w:rsid w:val="00BA45C8"/>
    <w:rsid w:val="00BA5673"/>
    <w:rsid w:val="00BA59CE"/>
    <w:rsid w:val="00BA5AFC"/>
    <w:rsid w:val="00BA690E"/>
    <w:rsid w:val="00BB0524"/>
    <w:rsid w:val="00BB1409"/>
    <w:rsid w:val="00BB1675"/>
    <w:rsid w:val="00BB199A"/>
    <w:rsid w:val="00BB1E7C"/>
    <w:rsid w:val="00BB203C"/>
    <w:rsid w:val="00BB2388"/>
    <w:rsid w:val="00BB2BAB"/>
    <w:rsid w:val="00BB2C0C"/>
    <w:rsid w:val="00BB2E9C"/>
    <w:rsid w:val="00BB2EA4"/>
    <w:rsid w:val="00BB3D7F"/>
    <w:rsid w:val="00BB41A8"/>
    <w:rsid w:val="00BB4EFD"/>
    <w:rsid w:val="00BB5196"/>
    <w:rsid w:val="00BB51EE"/>
    <w:rsid w:val="00BB5D8D"/>
    <w:rsid w:val="00BB5E9E"/>
    <w:rsid w:val="00BB6DE8"/>
    <w:rsid w:val="00BB720F"/>
    <w:rsid w:val="00BB72AB"/>
    <w:rsid w:val="00BC0009"/>
    <w:rsid w:val="00BC068B"/>
    <w:rsid w:val="00BC09FC"/>
    <w:rsid w:val="00BC18A4"/>
    <w:rsid w:val="00BC1C51"/>
    <w:rsid w:val="00BC1FAC"/>
    <w:rsid w:val="00BC210F"/>
    <w:rsid w:val="00BC2C91"/>
    <w:rsid w:val="00BC2D78"/>
    <w:rsid w:val="00BC3366"/>
    <w:rsid w:val="00BC3C7E"/>
    <w:rsid w:val="00BC3EB1"/>
    <w:rsid w:val="00BC44A9"/>
    <w:rsid w:val="00BC5191"/>
    <w:rsid w:val="00BC549C"/>
    <w:rsid w:val="00BC5DA8"/>
    <w:rsid w:val="00BC5EF3"/>
    <w:rsid w:val="00BC61B1"/>
    <w:rsid w:val="00BC64B2"/>
    <w:rsid w:val="00BC64E9"/>
    <w:rsid w:val="00BC6506"/>
    <w:rsid w:val="00BC6DE4"/>
    <w:rsid w:val="00BC70EC"/>
    <w:rsid w:val="00BC7943"/>
    <w:rsid w:val="00BC7AEF"/>
    <w:rsid w:val="00BC7BB0"/>
    <w:rsid w:val="00BC7CA3"/>
    <w:rsid w:val="00BD0BC1"/>
    <w:rsid w:val="00BD0C3A"/>
    <w:rsid w:val="00BD11D0"/>
    <w:rsid w:val="00BD192A"/>
    <w:rsid w:val="00BD1E56"/>
    <w:rsid w:val="00BD1FD7"/>
    <w:rsid w:val="00BD207E"/>
    <w:rsid w:val="00BD21AD"/>
    <w:rsid w:val="00BD2F25"/>
    <w:rsid w:val="00BD3351"/>
    <w:rsid w:val="00BD347C"/>
    <w:rsid w:val="00BD34EE"/>
    <w:rsid w:val="00BD3F8D"/>
    <w:rsid w:val="00BD3F97"/>
    <w:rsid w:val="00BD4106"/>
    <w:rsid w:val="00BD490C"/>
    <w:rsid w:val="00BD5216"/>
    <w:rsid w:val="00BD5DC2"/>
    <w:rsid w:val="00BD5EEB"/>
    <w:rsid w:val="00BD64C3"/>
    <w:rsid w:val="00BD7776"/>
    <w:rsid w:val="00BD7BF2"/>
    <w:rsid w:val="00BD7D00"/>
    <w:rsid w:val="00BD7D15"/>
    <w:rsid w:val="00BE0AD2"/>
    <w:rsid w:val="00BE0C4F"/>
    <w:rsid w:val="00BE0EA0"/>
    <w:rsid w:val="00BE1024"/>
    <w:rsid w:val="00BE10D9"/>
    <w:rsid w:val="00BE16A1"/>
    <w:rsid w:val="00BE1AE4"/>
    <w:rsid w:val="00BE201B"/>
    <w:rsid w:val="00BE2467"/>
    <w:rsid w:val="00BE26D8"/>
    <w:rsid w:val="00BE2774"/>
    <w:rsid w:val="00BE2808"/>
    <w:rsid w:val="00BE3704"/>
    <w:rsid w:val="00BE39D8"/>
    <w:rsid w:val="00BE4E27"/>
    <w:rsid w:val="00BE5078"/>
    <w:rsid w:val="00BE50A5"/>
    <w:rsid w:val="00BE50B0"/>
    <w:rsid w:val="00BE547D"/>
    <w:rsid w:val="00BE60AA"/>
    <w:rsid w:val="00BE680A"/>
    <w:rsid w:val="00BE69E6"/>
    <w:rsid w:val="00BE6E57"/>
    <w:rsid w:val="00BE6F9D"/>
    <w:rsid w:val="00BE71E1"/>
    <w:rsid w:val="00BE7229"/>
    <w:rsid w:val="00BE77C6"/>
    <w:rsid w:val="00BE7A02"/>
    <w:rsid w:val="00BF0EA5"/>
    <w:rsid w:val="00BF1252"/>
    <w:rsid w:val="00BF13A6"/>
    <w:rsid w:val="00BF23C6"/>
    <w:rsid w:val="00BF36AE"/>
    <w:rsid w:val="00BF3878"/>
    <w:rsid w:val="00BF38F1"/>
    <w:rsid w:val="00BF3AA8"/>
    <w:rsid w:val="00BF3FD5"/>
    <w:rsid w:val="00BF43E2"/>
    <w:rsid w:val="00BF54CB"/>
    <w:rsid w:val="00BF58EE"/>
    <w:rsid w:val="00BF59EA"/>
    <w:rsid w:val="00BF68FF"/>
    <w:rsid w:val="00BF712A"/>
    <w:rsid w:val="00C001E5"/>
    <w:rsid w:val="00C00AC4"/>
    <w:rsid w:val="00C02662"/>
    <w:rsid w:val="00C02F31"/>
    <w:rsid w:val="00C0326B"/>
    <w:rsid w:val="00C0361B"/>
    <w:rsid w:val="00C0381D"/>
    <w:rsid w:val="00C03BE8"/>
    <w:rsid w:val="00C04026"/>
    <w:rsid w:val="00C04146"/>
    <w:rsid w:val="00C04645"/>
    <w:rsid w:val="00C04975"/>
    <w:rsid w:val="00C04E06"/>
    <w:rsid w:val="00C057BD"/>
    <w:rsid w:val="00C059A2"/>
    <w:rsid w:val="00C05C78"/>
    <w:rsid w:val="00C0628F"/>
    <w:rsid w:val="00C066FE"/>
    <w:rsid w:val="00C078A4"/>
    <w:rsid w:val="00C10B0A"/>
    <w:rsid w:val="00C115FF"/>
    <w:rsid w:val="00C11D1D"/>
    <w:rsid w:val="00C11ED0"/>
    <w:rsid w:val="00C1295A"/>
    <w:rsid w:val="00C12F41"/>
    <w:rsid w:val="00C1320D"/>
    <w:rsid w:val="00C138AB"/>
    <w:rsid w:val="00C13DA5"/>
    <w:rsid w:val="00C142C8"/>
    <w:rsid w:val="00C145A3"/>
    <w:rsid w:val="00C1464D"/>
    <w:rsid w:val="00C155D4"/>
    <w:rsid w:val="00C158A8"/>
    <w:rsid w:val="00C15CB3"/>
    <w:rsid w:val="00C16CA9"/>
    <w:rsid w:val="00C16CCD"/>
    <w:rsid w:val="00C16DA9"/>
    <w:rsid w:val="00C17297"/>
    <w:rsid w:val="00C1792F"/>
    <w:rsid w:val="00C17B64"/>
    <w:rsid w:val="00C205C4"/>
    <w:rsid w:val="00C20B95"/>
    <w:rsid w:val="00C212E5"/>
    <w:rsid w:val="00C22825"/>
    <w:rsid w:val="00C23695"/>
    <w:rsid w:val="00C23DF1"/>
    <w:rsid w:val="00C23F49"/>
    <w:rsid w:val="00C24348"/>
    <w:rsid w:val="00C24449"/>
    <w:rsid w:val="00C24708"/>
    <w:rsid w:val="00C24BC6"/>
    <w:rsid w:val="00C256D9"/>
    <w:rsid w:val="00C25A68"/>
    <w:rsid w:val="00C25B59"/>
    <w:rsid w:val="00C26298"/>
    <w:rsid w:val="00C26BD0"/>
    <w:rsid w:val="00C27A75"/>
    <w:rsid w:val="00C30771"/>
    <w:rsid w:val="00C30994"/>
    <w:rsid w:val="00C30FC3"/>
    <w:rsid w:val="00C31078"/>
    <w:rsid w:val="00C3183E"/>
    <w:rsid w:val="00C31B34"/>
    <w:rsid w:val="00C322A9"/>
    <w:rsid w:val="00C32621"/>
    <w:rsid w:val="00C33071"/>
    <w:rsid w:val="00C33CC3"/>
    <w:rsid w:val="00C33EE2"/>
    <w:rsid w:val="00C35306"/>
    <w:rsid w:val="00C35872"/>
    <w:rsid w:val="00C35D6F"/>
    <w:rsid w:val="00C36703"/>
    <w:rsid w:val="00C36C21"/>
    <w:rsid w:val="00C36EAC"/>
    <w:rsid w:val="00C36F69"/>
    <w:rsid w:val="00C4045E"/>
    <w:rsid w:val="00C40510"/>
    <w:rsid w:val="00C40D17"/>
    <w:rsid w:val="00C40D2A"/>
    <w:rsid w:val="00C4192C"/>
    <w:rsid w:val="00C41F43"/>
    <w:rsid w:val="00C42183"/>
    <w:rsid w:val="00C42C02"/>
    <w:rsid w:val="00C43DDA"/>
    <w:rsid w:val="00C4400C"/>
    <w:rsid w:val="00C4415C"/>
    <w:rsid w:val="00C44CDE"/>
    <w:rsid w:val="00C46AAA"/>
    <w:rsid w:val="00C47580"/>
    <w:rsid w:val="00C50149"/>
    <w:rsid w:val="00C502EA"/>
    <w:rsid w:val="00C510A3"/>
    <w:rsid w:val="00C514F3"/>
    <w:rsid w:val="00C5189B"/>
    <w:rsid w:val="00C51972"/>
    <w:rsid w:val="00C521E0"/>
    <w:rsid w:val="00C5226F"/>
    <w:rsid w:val="00C5240D"/>
    <w:rsid w:val="00C52A9C"/>
    <w:rsid w:val="00C52B31"/>
    <w:rsid w:val="00C53E50"/>
    <w:rsid w:val="00C540BE"/>
    <w:rsid w:val="00C54A67"/>
    <w:rsid w:val="00C55020"/>
    <w:rsid w:val="00C55644"/>
    <w:rsid w:val="00C55740"/>
    <w:rsid w:val="00C55C4E"/>
    <w:rsid w:val="00C56086"/>
    <w:rsid w:val="00C57A16"/>
    <w:rsid w:val="00C60F84"/>
    <w:rsid w:val="00C6138C"/>
    <w:rsid w:val="00C616C5"/>
    <w:rsid w:val="00C61964"/>
    <w:rsid w:val="00C620C7"/>
    <w:rsid w:val="00C6351A"/>
    <w:rsid w:val="00C63B95"/>
    <w:rsid w:val="00C64566"/>
    <w:rsid w:val="00C64907"/>
    <w:rsid w:val="00C64A07"/>
    <w:rsid w:val="00C6500F"/>
    <w:rsid w:val="00C6574F"/>
    <w:rsid w:val="00C657A7"/>
    <w:rsid w:val="00C65B46"/>
    <w:rsid w:val="00C67B13"/>
    <w:rsid w:val="00C67E41"/>
    <w:rsid w:val="00C70A3F"/>
    <w:rsid w:val="00C70BC6"/>
    <w:rsid w:val="00C71C9C"/>
    <w:rsid w:val="00C71D6A"/>
    <w:rsid w:val="00C72477"/>
    <w:rsid w:val="00C72A24"/>
    <w:rsid w:val="00C732FC"/>
    <w:rsid w:val="00C737A1"/>
    <w:rsid w:val="00C737E2"/>
    <w:rsid w:val="00C748B5"/>
    <w:rsid w:val="00C7496F"/>
    <w:rsid w:val="00C74A3C"/>
    <w:rsid w:val="00C74A40"/>
    <w:rsid w:val="00C74ECC"/>
    <w:rsid w:val="00C75417"/>
    <w:rsid w:val="00C7547B"/>
    <w:rsid w:val="00C759FD"/>
    <w:rsid w:val="00C75B16"/>
    <w:rsid w:val="00C7683A"/>
    <w:rsid w:val="00C76B16"/>
    <w:rsid w:val="00C76BFE"/>
    <w:rsid w:val="00C76CE3"/>
    <w:rsid w:val="00C779EE"/>
    <w:rsid w:val="00C77BA4"/>
    <w:rsid w:val="00C77D42"/>
    <w:rsid w:val="00C77FE5"/>
    <w:rsid w:val="00C81788"/>
    <w:rsid w:val="00C8213B"/>
    <w:rsid w:val="00C82146"/>
    <w:rsid w:val="00C82A8F"/>
    <w:rsid w:val="00C82CF8"/>
    <w:rsid w:val="00C8317D"/>
    <w:rsid w:val="00C83433"/>
    <w:rsid w:val="00C835E5"/>
    <w:rsid w:val="00C845CB"/>
    <w:rsid w:val="00C84A14"/>
    <w:rsid w:val="00C84AFB"/>
    <w:rsid w:val="00C85129"/>
    <w:rsid w:val="00C85F4A"/>
    <w:rsid w:val="00C86418"/>
    <w:rsid w:val="00C86C6A"/>
    <w:rsid w:val="00C86CDC"/>
    <w:rsid w:val="00C876DD"/>
    <w:rsid w:val="00C87808"/>
    <w:rsid w:val="00C90305"/>
    <w:rsid w:val="00C90761"/>
    <w:rsid w:val="00C90861"/>
    <w:rsid w:val="00C91347"/>
    <w:rsid w:val="00C91893"/>
    <w:rsid w:val="00C92414"/>
    <w:rsid w:val="00C92891"/>
    <w:rsid w:val="00C9347B"/>
    <w:rsid w:val="00C93629"/>
    <w:rsid w:val="00C93B38"/>
    <w:rsid w:val="00C94E48"/>
    <w:rsid w:val="00C95472"/>
    <w:rsid w:val="00C954E5"/>
    <w:rsid w:val="00C95BF6"/>
    <w:rsid w:val="00C961F4"/>
    <w:rsid w:val="00C96349"/>
    <w:rsid w:val="00C96FAD"/>
    <w:rsid w:val="00C971B6"/>
    <w:rsid w:val="00C976EE"/>
    <w:rsid w:val="00C97763"/>
    <w:rsid w:val="00CA00FC"/>
    <w:rsid w:val="00CA0686"/>
    <w:rsid w:val="00CA0840"/>
    <w:rsid w:val="00CA0EA0"/>
    <w:rsid w:val="00CA1717"/>
    <w:rsid w:val="00CA18B1"/>
    <w:rsid w:val="00CA1A5C"/>
    <w:rsid w:val="00CA27DA"/>
    <w:rsid w:val="00CA2951"/>
    <w:rsid w:val="00CA2EB8"/>
    <w:rsid w:val="00CA3294"/>
    <w:rsid w:val="00CA330A"/>
    <w:rsid w:val="00CA333A"/>
    <w:rsid w:val="00CA35B4"/>
    <w:rsid w:val="00CA35C2"/>
    <w:rsid w:val="00CA36F3"/>
    <w:rsid w:val="00CA3AA0"/>
    <w:rsid w:val="00CA3CCA"/>
    <w:rsid w:val="00CA3CEB"/>
    <w:rsid w:val="00CA3E63"/>
    <w:rsid w:val="00CA411D"/>
    <w:rsid w:val="00CA4358"/>
    <w:rsid w:val="00CA4855"/>
    <w:rsid w:val="00CA54A1"/>
    <w:rsid w:val="00CA5E03"/>
    <w:rsid w:val="00CA61AD"/>
    <w:rsid w:val="00CA6955"/>
    <w:rsid w:val="00CA6A8B"/>
    <w:rsid w:val="00CA7AE3"/>
    <w:rsid w:val="00CB029B"/>
    <w:rsid w:val="00CB0863"/>
    <w:rsid w:val="00CB0D28"/>
    <w:rsid w:val="00CB1394"/>
    <w:rsid w:val="00CB1B51"/>
    <w:rsid w:val="00CB20F7"/>
    <w:rsid w:val="00CB217D"/>
    <w:rsid w:val="00CB294C"/>
    <w:rsid w:val="00CB2DA0"/>
    <w:rsid w:val="00CB34F6"/>
    <w:rsid w:val="00CB3601"/>
    <w:rsid w:val="00CB47E7"/>
    <w:rsid w:val="00CB53EA"/>
    <w:rsid w:val="00CB59EF"/>
    <w:rsid w:val="00CB5CCB"/>
    <w:rsid w:val="00CB6057"/>
    <w:rsid w:val="00CB64E8"/>
    <w:rsid w:val="00CB69CB"/>
    <w:rsid w:val="00CB6C31"/>
    <w:rsid w:val="00CB71F8"/>
    <w:rsid w:val="00CB758C"/>
    <w:rsid w:val="00CB78F5"/>
    <w:rsid w:val="00CB7A2A"/>
    <w:rsid w:val="00CC014B"/>
    <w:rsid w:val="00CC0D07"/>
    <w:rsid w:val="00CC156E"/>
    <w:rsid w:val="00CC23CB"/>
    <w:rsid w:val="00CC25E1"/>
    <w:rsid w:val="00CC2C17"/>
    <w:rsid w:val="00CC3411"/>
    <w:rsid w:val="00CC4029"/>
    <w:rsid w:val="00CC4292"/>
    <w:rsid w:val="00CC4826"/>
    <w:rsid w:val="00CC495F"/>
    <w:rsid w:val="00CC5381"/>
    <w:rsid w:val="00CC591A"/>
    <w:rsid w:val="00CC5A7B"/>
    <w:rsid w:val="00CC5DEE"/>
    <w:rsid w:val="00CC5E67"/>
    <w:rsid w:val="00CC5F6D"/>
    <w:rsid w:val="00CC610E"/>
    <w:rsid w:val="00CC6297"/>
    <w:rsid w:val="00CC6C74"/>
    <w:rsid w:val="00CC6D24"/>
    <w:rsid w:val="00CC71D4"/>
    <w:rsid w:val="00CC7D7A"/>
    <w:rsid w:val="00CD036A"/>
    <w:rsid w:val="00CD16F8"/>
    <w:rsid w:val="00CD1B00"/>
    <w:rsid w:val="00CD2055"/>
    <w:rsid w:val="00CD3000"/>
    <w:rsid w:val="00CD3052"/>
    <w:rsid w:val="00CD3338"/>
    <w:rsid w:val="00CD3747"/>
    <w:rsid w:val="00CD3999"/>
    <w:rsid w:val="00CD3E91"/>
    <w:rsid w:val="00CD404B"/>
    <w:rsid w:val="00CD4486"/>
    <w:rsid w:val="00CD4F7D"/>
    <w:rsid w:val="00CD64BC"/>
    <w:rsid w:val="00CD6DD3"/>
    <w:rsid w:val="00CD6F71"/>
    <w:rsid w:val="00CD76B8"/>
    <w:rsid w:val="00CE04B2"/>
    <w:rsid w:val="00CE0534"/>
    <w:rsid w:val="00CE0704"/>
    <w:rsid w:val="00CE1312"/>
    <w:rsid w:val="00CE1492"/>
    <w:rsid w:val="00CE24F4"/>
    <w:rsid w:val="00CE27BF"/>
    <w:rsid w:val="00CE2E2F"/>
    <w:rsid w:val="00CE3331"/>
    <w:rsid w:val="00CE3B2A"/>
    <w:rsid w:val="00CE3E87"/>
    <w:rsid w:val="00CE477B"/>
    <w:rsid w:val="00CE4798"/>
    <w:rsid w:val="00CE485A"/>
    <w:rsid w:val="00CE5441"/>
    <w:rsid w:val="00CE6EB5"/>
    <w:rsid w:val="00CE7607"/>
    <w:rsid w:val="00CE77AC"/>
    <w:rsid w:val="00CE7A1D"/>
    <w:rsid w:val="00CF01BC"/>
    <w:rsid w:val="00CF10C6"/>
    <w:rsid w:val="00CF11B4"/>
    <w:rsid w:val="00CF124C"/>
    <w:rsid w:val="00CF20F0"/>
    <w:rsid w:val="00CF247B"/>
    <w:rsid w:val="00CF287F"/>
    <w:rsid w:val="00CF31FB"/>
    <w:rsid w:val="00CF39E9"/>
    <w:rsid w:val="00CF4218"/>
    <w:rsid w:val="00CF57AF"/>
    <w:rsid w:val="00CF57C3"/>
    <w:rsid w:val="00CF5DBE"/>
    <w:rsid w:val="00CF610A"/>
    <w:rsid w:val="00CF67A5"/>
    <w:rsid w:val="00CF7D89"/>
    <w:rsid w:val="00CF7DD4"/>
    <w:rsid w:val="00D003A8"/>
    <w:rsid w:val="00D01C9B"/>
    <w:rsid w:val="00D02633"/>
    <w:rsid w:val="00D0271D"/>
    <w:rsid w:val="00D03441"/>
    <w:rsid w:val="00D038F2"/>
    <w:rsid w:val="00D03985"/>
    <w:rsid w:val="00D04160"/>
    <w:rsid w:val="00D046AF"/>
    <w:rsid w:val="00D04748"/>
    <w:rsid w:val="00D04BFC"/>
    <w:rsid w:val="00D0510C"/>
    <w:rsid w:val="00D05BCE"/>
    <w:rsid w:val="00D06369"/>
    <w:rsid w:val="00D07BAC"/>
    <w:rsid w:val="00D104BB"/>
    <w:rsid w:val="00D10842"/>
    <w:rsid w:val="00D1108C"/>
    <w:rsid w:val="00D12346"/>
    <w:rsid w:val="00D126F7"/>
    <w:rsid w:val="00D129E1"/>
    <w:rsid w:val="00D155E4"/>
    <w:rsid w:val="00D1581C"/>
    <w:rsid w:val="00D15E2A"/>
    <w:rsid w:val="00D164B0"/>
    <w:rsid w:val="00D166D2"/>
    <w:rsid w:val="00D16916"/>
    <w:rsid w:val="00D174F1"/>
    <w:rsid w:val="00D206B4"/>
    <w:rsid w:val="00D206F3"/>
    <w:rsid w:val="00D21253"/>
    <w:rsid w:val="00D21482"/>
    <w:rsid w:val="00D21BCD"/>
    <w:rsid w:val="00D21F8D"/>
    <w:rsid w:val="00D22722"/>
    <w:rsid w:val="00D22790"/>
    <w:rsid w:val="00D227B3"/>
    <w:rsid w:val="00D2296A"/>
    <w:rsid w:val="00D23181"/>
    <w:rsid w:val="00D233E3"/>
    <w:rsid w:val="00D2372C"/>
    <w:rsid w:val="00D2434B"/>
    <w:rsid w:val="00D2485D"/>
    <w:rsid w:val="00D24DF6"/>
    <w:rsid w:val="00D24F65"/>
    <w:rsid w:val="00D25555"/>
    <w:rsid w:val="00D2590F"/>
    <w:rsid w:val="00D25928"/>
    <w:rsid w:val="00D25A52"/>
    <w:rsid w:val="00D26582"/>
    <w:rsid w:val="00D26907"/>
    <w:rsid w:val="00D2757B"/>
    <w:rsid w:val="00D278F9"/>
    <w:rsid w:val="00D27FAD"/>
    <w:rsid w:val="00D3016B"/>
    <w:rsid w:val="00D30B18"/>
    <w:rsid w:val="00D30B52"/>
    <w:rsid w:val="00D30BC1"/>
    <w:rsid w:val="00D30CBB"/>
    <w:rsid w:val="00D312A7"/>
    <w:rsid w:val="00D31362"/>
    <w:rsid w:val="00D31EDA"/>
    <w:rsid w:val="00D320AF"/>
    <w:rsid w:val="00D32230"/>
    <w:rsid w:val="00D34127"/>
    <w:rsid w:val="00D3425C"/>
    <w:rsid w:val="00D344A1"/>
    <w:rsid w:val="00D34B4B"/>
    <w:rsid w:val="00D34F09"/>
    <w:rsid w:val="00D35CE8"/>
    <w:rsid w:val="00D35E47"/>
    <w:rsid w:val="00D36206"/>
    <w:rsid w:val="00D37A8D"/>
    <w:rsid w:val="00D37D70"/>
    <w:rsid w:val="00D40255"/>
    <w:rsid w:val="00D40EEB"/>
    <w:rsid w:val="00D4102B"/>
    <w:rsid w:val="00D411F9"/>
    <w:rsid w:val="00D41437"/>
    <w:rsid w:val="00D41C7D"/>
    <w:rsid w:val="00D41E9E"/>
    <w:rsid w:val="00D42CEA"/>
    <w:rsid w:val="00D42E5E"/>
    <w:rsid w:val="00D4363A"/>
    <w:rsid w:val="00D43B38"/>
    <w:rsid w:val="00D43B65"/>
    <w:rsid w:val="00D43DC6"/>
    <w:rsid w:val="00D43E4B"/>
    <w:rsid w:val="00D449A4"/>
    <w:rsid w:val="00D44AD7"/>
    <w:rsid w:val="00D44B2C"/>
    <w:rsid w:val="00D455EC"/>
    <w:rsid w:val="00D4585D"/>
    <w:rsid w:val="00D45CC1"/>
    <w:rsid w:val="00D473D3"/>
    <w:rsid w:val="00D47405"/>
    <w:rsid w:val="00D475EF"/>
    <w:rsid w:val="00D4797A"/>
    <w:rsid w:val="00D501C6"/>
    <w:rsid w:val="00D50A98"/>
    <w:rsid w:val="00D50D54"/>
    <w:rsid w:val="00D50D8B"/>
    <w:rsid w:val="00D50F09"/>
    <w:rsid w:val="00D51152"/>
    <w:rsid w:val="00D5136B"/>
    <w:rsid w:val="00D5168C"/>
    <w:rsid w:val="00D51B3D"/>
    <w:rsid w:val="00D51B47"/>
    <w:rsid w:val="00D51BAE"/>
    <w:rsid w:val="00D51C30"/>
    <w:rsid w:val="00D52218"/>
    <w:rsid w:val="00D52790"/>
    <w:rsid w:val="00D52809"/>
    <w:rsid w:val="00D5364F"/>
    <w:rsid w:val="00D53C50"/>
    <w:rsid w:val="00D53D6F"/>
    <w:rsid w:val="00D551D7"/>
    <w:rsid w:val="00D565E9"/>
    <w:rsid w:val="00D566F8"/>
    <w:rsid w:val="00D56774"/>
    <w:rsid w:val="00D577C1"/>
    <w:rsid w:val="00D578D8"/>
    <w:rsid w:val="00D57A96"/>
    <w:rsid w:val="00D57D93"/>
    <w:rsid w:val="00D61706"/>
    <w:rsid w:val="00D61899"/>
    <w:rsid w:val="00D61CAC"/>
    <w:rsid w:val="00D62421"/>
    <w:rsid w:val="00D62EB0"/>
    <w:rsid w:val="00D62ECD"/>
    <w:rsid w:val="00D63DAB"/>
    <w:rsid w:val="00D64850"/>
    <w:rsid w:val="00D648EA"/>
    <w:rsid w:val="00D649EF"/>
    <w:rsid w:val="00D65597"/>
    <w:rsid w:val="00D66269"/>
    <w:rsid w:val="00D6656D"/>
    <w:rsid w:val="00D666B4"/>
    <w:rsid w:val="00D66B76"/>
    <w:rsid w:val="00D6713E"/>
    <w:rsid w:val="00D67927"/>
    <w:rsid w:val="00D7040E"/>
    <w:rsid w:val="00D70696"/>
    <w:rsid w:val="00D70BA9"/>
    <w:rsid w:val="00D70D17"/>
    <w:rsid w:val="00D710A5"/>
    <w:rsid w:val="00D714AE"/>
    <w:rsid w:val="00D717BC"/>
    <w:rsid w:val="00D71880"/>
    <w:rsid w:val="00D721B3"/>
    <w:rsid w:val="00D72682"/>
    <w:rsid w:val="00D72792"/>
    <w:rsid w:val="00D727F9"/>
    <w:rsid w:val="00D73109"/>
    <w:rsid w:val="00D7344C"/>
    <w:rsid w:val="00D73794"/>
    <w:rsid w:val="00D73AE4"/>
    <w:rsid w:val="00D74014"/>
    <w:rsid w:val="00D747B3"/>
    <w:rsid w:val="00D74BD0"/>
    <w:rsid w:val="00D74C05"/>
    <w:rsid w:val="00D74EC5"/>
    <w:rsid w:val="00D7556E"/>
    <w:rsid w:val="00D75E29"/>
    <w:rsid w:val="00D7612F"/>
    <w:rsid w:val="00D76499"/>
    <w:rsid w:val="00D76755"/>
    <w:rsid w:val="00D76A46"/>
    <w:rsid w:val="00D773F7"/>
    <w:rsid w:val="00D777B7"/>
    <w:rsid w:val="00D77AD5"/>
    <w:rsid w:val="00D77CCE"/>
    <w:rsid w:val="00D77F2B"/>
    <w:rsid w:val="00D77FA8"/>
    <w:rsid w:val="00D8004B"/>
    <w:rsid w:val="00D80075"/>
    <w:rsid w:val="00D8013A"/>
    <w:rsid w:val="00D801A3"/>
    <w:rsid w:val="00D80663"/>
    <w:rsid w:val="00D8088E"/>
    <w:rsid w:val="00D80973"/>
    <w:rsid w:val="00D80B75"/>
    <w:rsid w:val="00D80B76"/>
    <w:rsid w:val="00D80B83"/>
    <w:rsid w:val="00D80E8A"/>
    <w:rsid w:val="00D816DC"/>
    <w:rsid w:val="00D819AD"/>
    <w:rsid w:val="00D81D4A"/>
    <w:rsid w:val="00D81EE5"/>
    <w:rsid w:val="00D821B6"/>
    <w:rsid w:val="00D8270A"/>
    <w:rsid w:val="00D828D4"/>
    <w:rsid w:val="00D831D5"/>
    <w:rsid w:val="00D8361B"/>
    <w:rsid w:val="00D83897"/>
    <w:rsid w:val="00D83DAD"/>
    <w:rsid w:val="00D84247"/>
    <w:rsid w:val="00D842CC"/>
    <w:rsid w:val="00D84CA3"/>
    <w:rsid w:val="00D84F46"/>
    <w:rsid w:val="00D85207"/>
    <w:rsid w:val="00D85241"/>
    <w:rsid w:val="00D8595B"/>
    <w:rsid w:val="00D85D72"/>
    <w:rsid w:val="00D86004"/>
    <w:rsid w:val="00D8602C"/>
    <w:rsid w:val="00D86137"/>
    <w:rsid w:val="00D86619"/>
    <w:rsid w:val="00D866B4"/>
    <w:rsid w:val="00D866D5"/>
    <w:rsid w:val="00D87186"/>
    <w:rsid w:val="00D873F0"/>
    <w:rsid w:val="00D87708"/>
    <w:rsid w:val="00D87A70"/>
    <w:rsid w:val="00D87AAF"/>
    <w:rsid w:val="00D87CC8"/>
    <w:rsid w:val="00D9173C"/>
    <w:rsid w:val="00D919B4"/>
    <w:rsid w:val="00D91A11"/>
    <w:rsid w:val="00D9276E"/>
    <w:rsid w:val="00D9296B"/>
    <w:rsid w:val="00D92976"/>
    <w:rsid w:val="00D92B8A"/>
    <w:rsid w:val="00D92DFB"/>
    <w:rsid w:val="00D93393"/>
    <w:rsid w:val="00D93439"/>
    <w:rsid w:val="00D93471"/>
    <w:rsid w:val="00D939F3"/>
    <w:rsid w:val="00D94343"/>
    <w:rsid w:val="00D9480C"/>
    <w:rsid w:val="00D94D4C"/>
    <w:rsid w:val="00D9504B"/>
    <w:rsid w:val="00D9541A"/>
    <w:rsid w:val="00D95731"/>
    <w:rsid w:val="00D9577A"/>
    <w:rsid w:val="00D9589C"/>
    <w:rsid w:val="00D95A9E"/>
    <w:rsid w:val="00D95AA5"/>
    <w:rsid w:val="00D95AE5"/>
    <w:rsid w:val="00D95C30"/>
    <w:rsid w:val="00D9606C"/>
    <w:rsid w:val="00D961A0"/>
    <w:rsid w:val="00D963C4"/>
    <w:rsid w:val="00D96624"/>
    <w:rsid w:val="00D96640"/>
    <w:rsid w:val="00D9696D"/>
    <w:rsid w:val="00DA00BA"/>
    <w:rsid w:val="00DA0A7E"/>
    <w:rsid w:val="00DA0DC3"/>
    <w:rsid w:val="00DA12B9"/>
    <w:rsid w:val="00DA18B5"/>
    <w:rsid w:val="00DA1C97"/>
    <w:rsid w:val="00DA22DF"/>
    <w:rsid w:val="00DA2645"/>
    <w:rsid w:val="00DA2811"/>
    <w:rsid w:val="00DA3103"/>
    <w:rsid w:val="00DA37BB"/>
    <w:rsid w:val="00DA4CED"/>
    <w:rsid w:val="00DA57F9"/>
    <w:rsid w:val="00DA5943"/>
    <w:rsid w:val="00DA6082"/>
    <w:rsid w:val="00DA6129"/>
    <w:rsid w:val="00DA7A64"/>
    <w:rsid w:val="00DA7CB8"/>
    <w:rsid w:val="00DB01C9"/>
    <w:rsid w:val="00DB03E7"/>
    <w:rsid w:val="00DB0F0D"/>
    <w:rsid w:val="00DB0FEB"/>
    <w:rsid w:val="00DB1828"/>
    <w:rsid w:val="00DB1C31"/>
    <w:rsid w:val="00DB1EAB"/>
    <w:rsid w:val="00DB3088"/>
    <w:rsid w:val="00DB3740"/>
    <w:rsid w:val="00DB4BF6"/>
    <w:rsid w:val="00DB4FA2"/>
    <w:rsid w:val="00DB5646"/>
    <w:rsid w:val="00DB5B82"/>
    <w:rsid w:val="00DB5B88"/>
    <w:rsid w:val="00DB5D5C"/>
    <w:rsid w:val="00DB63F9"/>
    <w:rsid w:val="00DB6870"/>
    <w:rsid w:val="00DB7BCD"/>
    <w:rsid w:val="00DB7E6F"/>
    <w:rsid w:val="00DC007D"/>
    <w:rsid w:val="00DC1910"/>
    <w:rsid w:val="00DC2C04"/>
    <w:rsid w:val="00DC2E4C"/>
    <w:rsid w:val="00DC32E1"/>
    <w:rsid w:val="00DC367D"/>
    <w:rsid w:val="00DC3714"/>
    <w:rsid w:val="00DC37D4"/>
    <w:rsid w:val="00DC38EF"/>
    <w:rsid w:val="00DC3996"/>
    <w:rsid w:val="00DC4299"/>
    <w:rsid w:val="00DC4DAE"/>
    <w:rsid w:val="00DC5D41"/>
    <w:rsid w:val="00DC65D7"/>
    <w:rsid w:val="00DC6629"/>
    <w:rsid w:val="00DC6D41"/>
    <w:rsid w:val="00DC6F47"/>
    <w:rsid w:val="00DC7A2A"/>
    <w:rsid w:val="00DC7AB5"/>
    <w:rsid w:val="00DD0620"/>
    <w:rsid w:val="00DD1E00"/>
    <w:rsid w:val="00DD36FA"/>
    <w:rsid w:val="00DD3F43"/>
    <w:rsid w:val="00DD41B0"/>
    <w:rsid w:val="00DD4B56"/>
    <w:rsid w:val="00DD4C99"/>
    <w:rsid w:val="00DD4CA7"/>
    <w:rsid w:val="00DD4E5A"/>
    <w:rsid w:val="00DD502A"/>
    <w:rsid w:val="00DD5784"/>
    <w:rsid w:val="00DD6771"/>
    <w:rsid w:val="00DD70DA"/>
    <w:rsid w:val="00DD78C7"/>
    <w:rsid w:val="00DD7C06"/>
    <w:rsid w:val="00DE07D8"/>
    <w:rsid w:val="00DE0F9F"/>
    <w:rsid w:val="00DE13E2"/>
    <w:rsid w:val="00DE14EC"/>
    <w:rsid w:val="00DE1789"/>
    <w:rsid w:val="00DE1827"/>
    <w:rsid w:val="00DE2215"/>
    <w:rsid w:val="00DE26EF"/>
    <w:rsid w:val="00DE31B2"/>
    <w:rsid w:val="00DE31F9"/>
    <w:rsid w:val="00DE3208"/>
    <w:rsid w:val="00DE34C7"/>
    <w:rsid w:val="00DE3A80"/>
    <w:rsid w:val="00DE4557"/>
    <w:rsid w:val="00DE4FEC"/>
    <w:rsid w:val="00DE518B"/>
    <w:rsid w:val="00DE5675"/>
    <w:rsid w:val="00DE6425"/>
    <w:rsid w:val="00DE6FF1"/>
    <w:rsid w:val="00DE797E"/>
    <w:rsid w:val="00DE79C4"/>
    <w:rsid w:val="00DE79EA"/>
    <w:rsid w:val="00DF0E1A"/>
    <w:rsid w:val="00DF0ECF"/>
    <w:rsid w:val="00DF1073"/>
    <w:rsid w:val="00DF10DE"/>
    <w:rsid w:val="00DF19BE"/>
    <w:rsid w:val="00DF2C8F"/>
    <w:rsid w:val="00DF3898"/>
    <w:rsid w:val="00DF3D78"/>
    <w:rsid w:val="00DF3F35"/>
    <w:rsid w:val="00DF410B"/>
    <w:rsid w:val="00DF4233"/>
    <w:rsid w:val="00DF4DC5"/>
    <w:rsid w:val="00DF5D06"/>
    <w:rsid w:val="00DF63BC"/>
    <w:rsid w:val="00DF72BE"/>
    <w:rsid w:val="00DF72D3"/>
    <w:rsid w:val="00DF7632"/>
    <w:rsid w:val="00DF7FD0"/>
    <w:rsid w:val="00E000B5"/>
    <w:rsid w:val="00E00745"/>
    <w:rsid w:val="00E008EF"/>
    <w:rsid w:val="00E00DE9"/>
    <w:rsid w:val="00E00ECB"/>
    <w:rsid w:val="00E0129F"/>
    <w:rsid w:val="00E01702"/>
    <w:rsid w:val="00E01BB6"/>
    <w:rsid w:val="00E01C97"/>
    <w:rsid w:val="00E027A6"/>
    <w:rsid w:val="00E029F6"/>
    <w:rsid w:val="00E031CF"/>
    <w:rsid w:val="00E032F8"/>
    <w:rsid w:val="00E03776"/>
    <w:rsid w:val="00E040CA"/>
    <w:rsid w:val="00E04304"/>
    <w:rsid w:val="00E0430B"/>
    <w:rsid w:val="00E04CE3"/>
    <w:rsid w:val="00E050A2"/>
    <w:rsid w:val="00E0528F"/>
    <w:rsid w:val="00E0580F"/>
    <w:rsid w:val="00E05F25"/>
    <w:rsid w:val="00E06F4A"/>
    <w:rsid w:val="00E07104"/>
    <w:rsid w:val="00E07685"/>
    <w:rsid w:val="00E11F26"/>
    <w:rsid w:val="00E121E1"/>
    <w:rsid w:val="00E13296"/>
    <w:rsid w:val="00E13A24"/>
    <w:rsid w:val="00E13A3D"/>
    <w:rsid w:val="00E145D8"/>
    <w:rsid w:val="00E164B5"/>
    <w:rsid w:val="00E16DC0"/>
    <w:rsid w:val="00E17617"/>
    <w:rsid w:val="00E2032A"/>
    <w:rsid w:val="00E20624"/>
    <w:rsid w:val="00E206DD"/>
    <w:rsid w:val="00E20968"/>
    <w:rsid w:val="00E20BD3"/>
    <w:rsid w:val="00E20D08"/>
    <w:rsid w:val="00E21003"/>
    <w:rsid w:val="00E21025"/>
    <w:rsid w:val="00E211A8"/>
    <w:rsid w:val="00E213C3"/>
    <w:rsid w:val="00E21EF6"/>
    <w:rsid w:val="00E22127"/>
    <w:rsid w:val="00E226FA"/>
    <w:rsid w:val="00E229C3"/>
    <w:rsid w:val="00E23176"/>
    <w:rsid w:val="00E23662"/>
    <w:rsid w:val="00E246B8"/>
    <w:rsid w:val="00E24871"/>
    <w:rsid w:val="00E24C35"/>
    <w:rsid w:val="00E25BF1"/>
    <w:rsid w:val="00E26782"/>
    <w:rsid w:val="00E2785D"/>
    <w:rsid w:val="00E27A34"/>
    <w:rsid w:val="00E30B4B"/>
    <w:rsid w:val="00E31669"/>
    <w:rsid w:val="00E329B7"/>
    <w:rsid w:val="00E331FC"/>
    <w:rsid w:val="00E33486"/>
    <w:rsid w:val="00E33E2B"/>
    <w:rsid w:val="00E33ED4"/>
    <w:rsid w:val="00E33EEE"/>
    <w:rsid w:val="00E34096"/>
    <w:rsid w:val="00E3598B"/>
    <w:rsid w:val="00E36097"/>
    <w:rsid w:val="00E363A9"/>
    <w:rsid w:val="00E36530"/>
    <w:rsid w:val="00E36F2A"/>
    <w:rsid w:val="00E36F5E"/>
    <w:rsid w:val="00E372CF"/>
    <w:rsid w:val="00E405A6"/>
    <w:rsid w:val="00E4066E"/>
    <w:rsid w:val="00E4099F"/>
    <w:rsid w:val="00E40AA2"/>
    <w:rsid w:val="00E40AFF"/>
    <w:rsid w:val="00E414A0"/>
    <w:rsid w:val="00E4274C"/>
    <w:rsid w:val="00E431F9"/>
    <w:rsid w:val="00E44020"/>
    <w:rsid w:val="00E4432F"/>
    <w:rsid w:val="00E44421"/>
    <w:rsid w:val="00E447CC"/>
    <w:rsid w:val="00E44E00"/>
    <w:rsid w:val="00E4528D"/>
    <w:rsid w:val="00E454B8"/>
    <w:rsid w:val="00E4604B"/>
    <w:rsid w:val="00E4643A"/>
    <w:rsid w:val="00E46741"/>
    <w:rsid w:val="00E473DE"/>
    <w:rsid w:val="00E4782D"/>
    <w:rsid w:val="00E47A96"/>
    <w:rsid w:val="00E500B8"/>
    <w:rsid w:val="00E501D2"/>
    <w:rsid w:val="00E5067E"/>
    <w:rsid w:val="00E51D8D"/>
    <w:rsid w:val="00E51E89"/>
    <w:rsid w:val="00E52B57"/>
    <w:rsid w:val="00E52D82"/>
    <w:rsid w:val="00E532FF"/>
    <w:rsid w:val="00E53351"/>
    <w:rsid w:val="00E53BDF"/>
    <w:rsid w:val="00E540D0"/>
    <w:rsid w:val="00E54198"/>
    <w:rsid w:val="00E54D05"/>
    <w:rsid w:val="00E55C86"/>
    <w:rsid w:val="00E55D4E"/>
    <w:rsid w:val="00E55F63"/>
    <w:rsid w:val="00E5605C"/>
    <w:rsid w:val="00E5627C"/>
    <w:rsid w:val="00E5629F"/>
    <w:rsid w:val="00E56367"/>
    <w:rsid w:val="00E56388"/>
    <w:rsid w:val="00E563FA"/>
    <w:rsid w:val="00E56F51"/>
    <w:rsid w:val="00E57020"/>
    <w:rsid w:val="00E578E6"/>
    <w:rsid w:val="00E5794A"/>
    <w:rsid w:val="00E5798F"/>
    <w:rsid w:val="00E57E8D"/>
    <w:rsid w:val="00E60ED2"/>
    <w:rsid w:val="00E6249E"/>
    <w:rsid w:val="00E62B4C"/>
    <w:rsid w:val="00E6321D"/>
    <w:rsid w:val="00E63E48"/>
    <w:rsid w:val="00E63E49"/>
    <w:rsid w:val="00E6417F"/>
    <w:rsid w:val="00E65BC6"/>
    <w:rsid w:val="00E65F92"/>
    <w:rsid w:val="00E66343"/>
    <w:rsid w:val="00E66641"/>
    <w:rsid w:val="00E6672E"/>
    <w:rsid w:val="00E66C9B"/>
    <w:rsid w:val="00E6776C"/>
    <w:rsid w:val="00E700B7"/>
    <w:rsid w:val="00E70477"/>
    <w:rsid w:val="00E70BC7"/>
    <w:rsid w:val="00E7165A"/>
    <w:rsid w:val="00E71766"/>
    <w:rsid w:val="00E71C0E"/>
    <w:rsid w:val="00E71E39"/>
    <w:rsid w:val="00E728E3"/>
    <w:rsid w:val="00E72CD1"/>
    <w:rsid w:val="00E72FDF"/>
    <w:rsid w:val="00E75223"/>
    <w:rsid w:val="00E7590D"/>
    <w:rsid w:val="00E760B5"/>
    <w:rsid w:val="00E766C3"/>
    <w:rsid w:val="00E7682B"/>
    <w:rsid w:val="00E76AC9"/>
    <w:rsid w:val="00E76F16"/>
    <w:rsid w:val="00E7716F"/>
    <w:rsid w:val="00E774D4"/>
    <w:rsid w:val="00E7757B"/>
    <w:rsid w:val="00E77D93"/>
    <w:rsid w:val="00E77DAA"/>
    <w:rsid w:val="00E77EB9"/>
    <w:rsid w:val="00E8041E"/>
    <w:rsid w:val="00E80471"/>
    <w:rsid w:val="00E8067B"/>
    <w:rsid w:val="00E80717"/>
    <w:rsid w:val="00E80732"/>
    <w:rsid w:val="00E80831"/>
    <w:rsid w:val="00E81052"/>
    <w:rsid w:val="00E8131B"/>
    <w:rsid w:val="00E81AB6"/>
    <w:rsid w:val="00E81DCB"/>
    <w:rsid w:val="00E81E98"/>
    <w:rsid w:val="00E827F0"/>
    <w:rsid w:val="00E82A5C"/>
    <w:rsid w:val="00E82D7B"/>
    <w:rsid w:val="00E83542"/>
    <w:rsid w:val="00E83C61"/>
    <w:rsid w:val="00E844D2"/>
    <w:rsid w:val="00E84967"/>
    <w:rsid w:val="00E84A04"/>
    <w:rsid w:val="00E854B5"/>
    <w:rsid w:val="00E86342"/>
    <w:rsid w:val="00E86F35"/>
    <w:rsid w:val="00E87213"/>
    <w:rsid w:val="00E873E2"/>
    <w:rsid w:val="00E87A5C"/>
    <w:rsid w:val="00E90042"/>
    <w:rsid w:val="00E905F2"/>
    <w:rsid w:val="00E9119C"/>
    <w:rsid w:val="00E911F2"/>
    <w:rsid w:val="00E91692"/>
    <w:rsid w:val="00E9186F"/>
    <w:rsid w:val="00E91EDC"/>
    <w:rsid w:val="00E921D4"/>
    <w:rsid w:val="00E92F67"/>
    <w:rsid w:val="00E94191"/>
    <w:rsid w:val="00E94427"/>
    <w:rsid w:val="00E946C3"/>
    <w:rsid w:val="00E94CAF"/>
    <w:rsid w:val="00E94E00"/>
    <w:rsid w:val="00E95B91"/>
    <w:rsid w:val="00E95BD5"/>
    <w:rsid w:val="00E95E0E"/>
    <w:rsid w:val="00E95E35"/>
    <w:rsid w:val="00E95E6F"/>
    <w:rsid w:val="00E95E8A"/>
    <w:rsid w:val="00E9697E"/>
    <w:rsid w:val="00E96B45"/>
    <w:rsid w:val="00E96E92"/>
    <w:rsid w:val="00E970A8"/>
    <w:rsid w:val="00EA04AF"/>
    <w:rsid w:val="00EA0AA5"/>
    <w:rsid w:val="00EA0C67"/>
    <w:rsid w:val="00EA11CD"/>
    <w:rsid w:val="00EA158A"/>
    <w:rsid w:val="00EA17BE"/>
    <w:rsid w:val="00EA1EA8"/>
    <w:rsid w:val="00EA24FD"/>
    <w:rsid w:val="00EA30B0"/>
    <w:rsid w:val="00EA33AA"/>
    <w:rsid w:val="00EA4167"/>
    <w:rsid w:val="00EA43BE"/>
    <w:rsid w:val="00EA502F"/>
    <w:rsid w:val="00EA60FA"/>
    <w:rsid w:val="00EA626D"/>
    <w:rsid w:val="00EA6B97"/>
    <w:rsid w:val="00EA6DBA"/>
    <w:rsid w:val="00EA703D"/>
    <w:rsid w:val="00EA70B8"/>
    <w:rsid w:val="00EA7FCA"/>
    <w:rsid w:val="00EB04AD"/>
    <w:rsid w:val="00EB143B"/>
    <w:rsid w:val="00EB16A5"/>
    <w:rsid w:val="00EB2052"/>
    <w:rsid w:val="00EB42D3"/>
    <w:rsid w:val="00EB461B"/>
    <w:rsid w:val="00EB4A77"/>
    <w:rsid w:val="00EB529D"/>
    <w:rsid w:val="00EB70B8"/>
    <w:rsid w:val="00EB726D"/>
    <w:rsid w:val="00EB75CE"/>
    <w:rsid w:val="00EB774B"/>
    <w:rsid w:val="00EB77D7"/>
    <w:rsid w:val="00EB7A04"/>
    <w:rsid w:val="00EC0D71"/>
    <w:rsid w:val="00EC1A25"/>
    <w:rsid w:val="00EC1E51"/>
    <w:rsid w:val="00EC1FBB"/>
    <w:rsid w:val="00EC2673"/>
    <w:rsid w:val="00EC2BA7"/>
    <w:rsid w:val="00EC307E"/>
    <w:rsid w:val="00EC30C7"/>
    <w:rsid w:val="00EC394A"/>
    <w:rsid w:val="00EC3A8D"/>
    <w:rsid w:val="00EC450C"/>
    <w:rsid w:val="00EC4917"/>
    <w:rsid w:val="00EC62DC"/>
    <w:rsid w:val="00EC6668"/>
    <w:rsid w:val="00EC6ECE"/>
    <w:rsid w:val="00EC7CAC"/>
    <w:rsid w:val="00EC7E4A"/>
    <w:rsid w:val="00EC7F72"/>
    <w:rsid w:val="00EC7FD0"/>
    <w:rsid w:val="00ED0267"/>
    <w:rsid w:val="00ED02B6"/>
    <w:rsid w:val="00ED033D"/>
    <w:rsid w:val="00ED0AF5"/>
    <w:rsid w:val="00ED101F"/>
    <w:rsid w:val="00ED1C9B"/>
    <w:rsid w:val="00ED211D"/>
    <w:rsid w:val="00ED2DD1"/>
    <w:rsid w:val="00ED2E07"/>
    <w:rsid w:val="00ED2E19"/>
    <w:rsid w:val="00ED2EEC"/>
    <w:rsid w:val="00ED30D9"/>
    <w:rsid w:val="00ED3412"/>
    <w:rsid w:val="00ED384F"/>
    <w:rsid w:val="00ED3C0F"/>
    <w:rsid w:val="00ED3FB2"/>
    <w:rsid w:val="00ED43AE"/>
    <w:rsid w:val="00ED4954"/>
    <w:rsid w:val="00ED5C3D"/>
    <w:rsid w:val="00ED5C61"/>
    <w:rsid w:val="00ED6C79"/>
    <w:rsid w:val="00ED7628"/>
    <w:rsid w:val="00ED77F9"/>
    <w:rsid w:val="00ED7847"/>
    <w:rsid w:val="00EE090B"/>
    <w:rsid w:val="00EE0C6D"/>
    <w:rsid w:val="00EE11AA"/>
    <w:rsid w:val="00EE147E"/>
    <w:rsid w:val="00EE1680"/>
    <w:rsid w:val="00EE1697"/>
    <w:rsid w:val="00EE179D"/>
    <w:rsid w:val="00EE23A1"/>
    <w:rsid w:val="00EE27F6"/>
    <w:rsid w:val="00EE2844"/>
    <w:rsid w:val="00EE2F7D"/>
    <w:rsid w:val="00EE30B3"/>
    <w:rsid w:val="00EE3D3A"/>
    <w:rsid w:val="00EE3EC5"/>
    <w:rsid w:val="00EE505D"/>
    <w:rsid w:val="00EE57BE"/>
    <w:rsid w:val="00EE694A"/>
    <w:rsid w:val="00EE699E"/>
    <w:rsid w:val="00EE6E3B"/>
    <w:rsid w:val="00EE70FC"/>
    <w:rsid w:val="00EE78B9"/>
    <w:rsid w:val="00EE7D39"/>
    <w:rsid w:val="00EE7EDA"/>
    <w:rsid w:val="00EF0342"/>
    <w:rsid w:val="00EF0997"/>
    <w:rsid w:val="00EF1117"/>
    <w:rsid w:val="00EF1387"/>
    <w:rsid w:val="00EF153B"/>
    <w:rsid w:val="00EF1585"/>
    <w:rsid w:val="00EF1CC5"/>
    <w:rsid w:val="00EF37F7"/>
    <w:rsid w:val="00EF3C6B"/>
    <w:rsid w:val="00EF41A5"/>
    <w:rsid w:val="00EF463B"/>
    <w:rsid w:val="00EF4A45"/>
    <w:rsid w:val="00EF4DDA"/>
    <w:rsid w:val="00EF5175"/>
    <w:rsid w:val="00EF5D03"/>
    <w:rsid w:val="00EF7CC9"/>
    <w:rsid w:val="00F0043B"/>
    <w:rsid w:val="00F009A0"/>
    <w:rsid w:val="00F01339"/>
    <w:rsid w:val="00F01BB6"/>
    <w:rsid w:val="00F01F15"/>
    <w:rsid w:val="00F01FF4"/>
    <w:rsid w:val="00F02242"/>
    <w:rsid w:val="00F022B2"/>
    <w:rsid w:val="00F03121"/>
    <w:rsid w:val="00F03644"/>
    <w:rsid w:val="00F03C5D"/>
    <w:rsid w:val="00F04079"/>
    <w:rsid w:val="00F0466D"/>
    <w:rsid w:val="00F04A07"/>
    <w:rsid w:val="00F04B18"/>
    <w:rsid w:val="00F05C80"/>
    <w:rsid w:val="00F05EC7"/>
    <w:rsid w:val="00F06850"/>
    <w:rsid w:val="00F07194"/>
    <w:rsid w:val="00F10450"/>
    <w:rsid w:val="00F10605"/>
    <w:rsid w:val="00F11ED9"/>
    <w:rsid w:val="00F11EF0"/>
    <w:rsid w:val="00F122A0"/>
    <w:rsid w:val="00F13222"/>
    <w:rsid w:val="00F134DE"/>
    <w:rsid w:val="00F136A8"/>
    <w:rsid w:val="00F13858"/>
    <w:rsid w:val="00F13B05"/>
    <w:rsid w:val="00F13B48"/>
    <w:rsid w:val="00F140EC"/>
    <w:rsid w:val="00F14291"/>
    <w:rsid w:val="00F14710"/>
    <w:rsid w:val="00F15D36"/>
    <w:rsid w:val="00F165FA"/>
    <w:rsid w:val="00F1684A"/>
    <w:rsid w:val="00F16C59"/>
    <w:rsid w:val="00F20417"/>
    <w:rsid w:val="00F20DE2"/>
    <w:rsid w:val="00F21555"/>
    <w:rsid w:val="00F219A1"/>
    <w:rsid w:val="00F22805"/>
    <w:rsid w:val="00F22A0D"/>
    <w:rsid w:val="00F22A1A"/>
    <w:rsid w:val="00F23298"/>
    <w:rsid w:val="00F23BD3"/>
    <w:rsid w:val="00F23D71"/>
    <w:rsid w:val="00F24043"/>
    <w:rsid w:val="00F24B84"/>
    <w:rsid w:val="00F24CBA"/>
    <w:rsid w:val="00F24E46"/>
    <w:rsid w:val="00F24EF7"/>
    <w:rsid w:val="00F2506D"/>
    <w:rsid w:val="00F258BA"/>
    <w:rsid w:val="00F25C50"/>
    <w:rsid w:val="00F266AF"/>
    <w:rsid w:val="00F26A22"/>
    <w:rsid w:val="00F26BE5"/>
    <w:rsid w:val="00F26EC4"/>
    <w:rsid w:val="00F27022"/>
    <w:rsid w:val="00F27405"/>
    <w:rsid w:val="00F27926"/>
    <w:rsid w:val="00F30BF9"/>
    <w:rsid w:val="00F30FF5"/>
    <w:rsid w:val="00F30FFB"/>
    <w:rsid w:val="00F31718"/>
    <w:rsid w:val="00F319B9"/>
    <w:rsid w:val="00F32592"/>
    <w:rsid w:val="00F325C6"/>
    <w:rsid w:val="00F32E18"/>
    <w:rsid w:val="00F32F03"/>
    <w:rsid w:val="00F33988"/>
    <w:rsid w:val="00F33C40"/>
    <w:rsid w:val="00F340D4"/>
    <w:rsid w:val="00F3441E"/>
    <w:rsid w:val="00F34E5B"/>
    <w:rsid w:val="00F34F42"/>
    <w:rsid w:val="00F353F9"/>
    <w:rsid w:val="00F35569"/>
    <w:rsid w:val="00F356F8"/>
    <w:rsid w:val="00F36963"/>
    <w:rsid w:val="00F37957"/>
    <w:rsid w:val="00F40566"/>
    <w:rsid w:val="00F4094D"/>
    <w:rsid w:val="00F40B08"/>
    <w:rsid w:val="00F40D48"/>
    <w:rsid w:val="00F41D4C"/>
    <w:rsid w:val="00F41D99"/>
    <w:rsid w:val="00F429A8"/>
    <w:rsid w:val="00F43AC5"/>
    <w:rsid w:val="00F43BC0"/>
    <w:rsid w:val="00F43D7D"/>
    <w:rsid w:val="00F43D95"/>
    <w:rsid w:val="00F43E81"/>
    <w:rsid w:val="00F4401A"/>
    <w:rsid w:val="00F44551"/>
    <w:rsid w:val="00F449FF"/>
    <w:rsid w:val="00F44A56"/>
    <w:rsid w:val="00F44F4D"/>
    <w:rsid w:val="00F45411"/>
    <w:rsid w:val="00F467A4"/>
    <w:rsid w:val="00F472BE"/>
    <w:rsid w:val="00F47468"/>
    <w:rsid w:val="00F47F3C"/>
    <w:rsid w:val="00F504E4"/>
    <w:rsid w:val="00F5094B"/>
    <w:rsid w:val="00F50C7F"/>
    <w:rsid w:val="00F50D63"/>
    <w:rsid w:val="00F51F9E"/>
    <w:rsid w:val="00F52444"/>
    <w:rsid w:val="00F5254E"/>
    <w:rsid w:val="00F52CC4"/>
    <w:rsid w:val="00F52E3D"/>
    <w:rsid w:val="00F5305A"/>
    <w:rsid w:val="00F54654"/>
    <w:rsid w:val="00F55115"/>
    <w:rsid w:val="00F55570"/>
    <w:rsid w:val="00F55635"/>
    <w:rsid w:val="00F563C7"/>
    <w:rsid w:val="00F574E0"/>
    <w:rsid w:val="00F576AE"/>
    <w:rsid w:val="00F57875"/>
    <w:rsid w:val="00F57FC7"/>
    <w:rsid w:val="00F6020C"/>
    <w:rsid w:val="00F6038C"/>
    <w:rsid w:val="00F604D2"/>
    <w:rsid w:val="00F61C65"/>
    <w:rsid w:val="00F61FD4"/>
    <w:rsid w:val="00F62445"/>
    <w:rsid w:val="00F625BB"/>
    <w:rsid w:val="00F62662"/>
    <w:rsid w:val="00F6306C"/>
    <w:rsid w:val="00F63284"/>
    <w:rsid w:val="00F63507"/>
    <w:rsid w:val="00F639CF"/>
    <w:rsid w:val="00F643F3"/>
    <w:rsid w:val="00F64EA4"/>
    <w:rsid w:val="00F651DE"/>
    <w:rsid w:val="00F65859"/>
    <w:rsid w:val="00F65D68"/>
    <w:rsid w:val="00F65ED0"/>
    <w:rsid w:val="00F66429"/>
    <w:rsid w:val="00F664E1"/>
    <w:rsid w:val="00F66FB7"/>
    <w:rsid w:val="00F67B5D"/>
    <w:rsid w:val="00F67FF3"/>
    <w:rsid w:val="00F70584"/>
    <w:rsid w:val="00F70D9C"/>
    <w:rsid w:val="00F7122E"/>
    <w:rsid w:val="00F714EA"/>
    <w:rsid w:val="00F71D60"/>
    <w:rsid w:val="00F71E4E"/>
    <w:rsid w:val="00F72246"/>
    <w:rsid w:val="00F7230D"/>
    <w:rsid w:val="00F727E4"/>
    <w:rsid w:val="00F72CA7"/>
    <w:rsid w:val="00F72F37"/>
    <w:rsid w:val="00F73775"/>
    <w:rsid w:val="00F7420D"/>
    <w:rsid w:val="00F7439F"/>
    <w:rsid w:val="00F75AD5"/>
    <w:rsid w:val="00F7618F"/>
    <w:rsid w:val="00F76300"/>
    <w:rsid w:val="00F76A87"/>
    <w:rsid w:val="00F76F82"/>
    <w:rsid w:val="00F7738D"/>
    <w:rsid w:val="00F77D80"/>
    <w:rsid w:val="00F80938"/>
    <w:rsid w:val="00F80B85"/>
    <w:rsid w:val="00F80D16"/>
    <w:rsid w:val="00F80D2C"/>
    <w:rsid w:val="00F8123B"/>
    <w:rsid w:val="00F823FB"/>
    <w:rsid w:val="00F827D3"/>
    <w:rsid w:val="00F82954"/>
    <w:rsid w:val="00F82A92"/>
    <w:rsid w:val="00F830F7"/>
    <w:rsid w:val="00F8312B"/>
    <w:rsid w:val="00F83227"/>
    <w:rsid w:val="00F83518"/>
    <w:rsid w:val="00F835B4"/>
    <w:rsid w:val="00F83716"/>
    <w:rsid w:val="00F8393B"/>
    <w:rsid w:val="00F83DB3"/>
    <w:rsid w:val="00F83ED3"/>
    <w:rsid w:val="00F8455E"/>
    <w:rsid w:val="00F85379"/>
    <w:rsid w:val="00F85525"/>
    <w:rsid w:val="00F855EF"/>
    <w:rsid w:val="00F85C48"/>
    <w:rsid w:val="00F863C2"/>
    <w:rsid w:val="00F86763"/>
    <w:rsid w:val="00F86A25"/>
    <w:rsid w:val="00F86F3A"/>
    <w:rsid w:val="00F86F42"/>
    <w:rsid w:val="00F8781A"/>
    <w:rsid w:val="00F879B9"/>
    <w:rsid w:val="00F87DB9"/>
    <w:rsid w:val="00F90455"/>
    <w:rsid w:val="00F90B3E"/>
    <w:rsid w:val="00F91758"/>
    <w:rsid w:val="00F918CA"/>
    <w:rsid w:val="00F9236F"/>
    <w:rsid w:val="00F93500"/>
    <w:rsid w:val="00F93BA2"/>
    <w:rsid w:val="00F94364"/>
    <w:rsid w:val="00F943E7"/>
    <w:rsid w:val="00F94547"/>
    <w:rsid w:val="00F9474A"/>
    <w:rsid w:val="00F94A21"/>
    <w:rsid w:val="00F94A2A"/>
    <w:rsid w:val="00F94F8A"/>
    <w:rsid w:val="00F95E4B"/>
    <w:rsid w:val="00F9614B"/>
    <w:rsid w:val="00F96229"/>
    <w:rsid w:val="00F96CDF"/>
    <w:rsid w:val="00F96DA7"/>
    <w:rsid w:val="00F970C7"/>
    <w:rsid w:val="00F974F7"/>
    <w:rsid w:val="00F97C5A"/>
    <w:rsid w:val="00FA0B8D"/>
    <w:rsid w:val="00FA10E8"/>
    <w:rsid w:val="00FA1123"/>
    <w:rsid w:val="00FA2490"/>
    <w:rsid w:val="00FA43F4"/>
    <w:rsid w:val="00FA49F4"/>
    <w:rsid w:val="00FA5175"/>
    <w:rsid w:val="00FA52BD"/>
    <w:rsid w:val="00FA6CE1"/>
    <w:rsid w:val="00FA78BF"/>
    <w:rsid w:val="00FA7C35"/>
    <w:rsid w:val="00FA7FAB"/>
    <w:rsid w:val="00FB00DE"/>
    <w:rsid w:val="00FB0593"/>
    <w:rsid w:val="00FB1C15"/>
    <w:rsid w:val="00FB297A"/>
    <w:rsid w:val="00FB2DAD"/>
    <w:rsid w:val="00FB2EA0"/>
    <w:rsid w:val="00FB32ED"/>
    <w:rsid w:val="00FB34CC"/>
    <w:rsid w:val="00FB3FFA"/>
    <w:rsid w:val="00FB4736"/>
    <w:rsid w:val="00FB4A0B"/>
    <w:rsid w:val="00FB5250"/>
    <w:rsid w:val="00FB57B8"/>
    <w:rsid w:val="00FB584B"/>
    <w:rsid w:val="00FB58AE"/>
    <w:rsid w:val="00FB58E7"/>
    <w:rsid w:val="00FB5C13"/>
    <w:rsid w:val="00FB5CE2"/>
    <w:rsid w:val="00FB60C5"/>
    <w:rsid w:val="00FB61EE"/>
    <w:rsid w:val="00FB68E8"/>
    <w:rsid w:val="00FB6BA4"/>
    <w:rsid w:val="00FB7BE6"/>
    <w:rsid w:val="00FC0A37"/>
    <w:rsid w:val="00FC1068"/>
    <w:rsid w:val="00FC19E8"/>
    <w:rsid w:val="00FC1B51"/>
    <w:rsid w:val="00FC1DCC"/>
    <w:rsid w:val="00FC2670"/>
    <w:rsid w:val="00FC3985"/>
    <w:rsid w:val="00FC4A0B"/>
    <w:rsid w:val="00FC4DEA"/>
    <w:rsid w:val="00FC560A"/>
    <w:rsid w:val="00FC5B5A"/>
    <w:rsid w:val="00FC6014"/>
    <w:rsid w:val="00FC65E2"/>
    <w:rsid w:val="00FC67AE"/>
    <w:rsid w:val="00FC6B4B"/>
    <w:rsid w:val="00FC6FD0"/>
    <w:rsid w:val="00FC7BB0"/>
    <w:rsid w:val="00FD0702"/>
    <w:rsid w:val="00FD076F"/>
    <w:rsid w:val="00FD0888"/>
    <w:rsid w:val="00FD11E5"/>
    <w:rsid w:val="00FD1439"/>
    <w:rsid w:val="00FD15F9"/>
    <w:rsid w:val="00FD16B4"/>
    <w:rsid w:val="00FD1734"/>
    <w:rsid w:val="00FD2278"/>
    <w:rsid w:val="00FD22AB"/>
    <w:rsid w:val="00FD244C"/>
    <w:rsid w:val="00FD2553"/>
    <w:rsid w:val="00FD2F0E"/>
    <w:rsid w:val="00FD4556"/>
    <w:rsid w:val="00FD4641"/>
    <w:rsid w:val="00FD479F"/>
    <w:rsid w:val="00FD5EE7"/>
    <w:rsid w:val="00FD5F3A"/>
    <w:rsid w:val="00FD66FD"/>
    <w:rsid w:val="00FD6B84"/>
    <w:rsid w:val="00FD6D1D"/>
    <w:rsid w:val="00FD7B2C"/>
    <w:rsid w:val="00FD7C28"/>
    <w:rsid w:val="00FD7C3E"/>
    <w:rsid w:val="00FD7CC4"/>
    <w:rsid w:val="00FE09DF"/>
    <w:rsid w:val="00FE0B1D"/>
    <w:rsid w:val="00FE0C00"/>
    <w:rsid w:val="00FE1946"/>
    <w:rsid w:val="00FE228D"/>
    <w:rsid w:val="00FE2F66"/>
    <w:rsid w:val="00FE31B1"/>
    <w:rsid w:val="00FE47A8"/>
    <w:rsid w:val="00FE5742"/>
    <w:rsid w:val="00FE58B6"/>
    <w:rsid w:val="00FE58BD"/>
    <w:rsid w:val="00FE5A73"/>
    <w:rsid w:val="00FE5CFD"/>
    <w:rsid w:val="00FE605F"/>
    <w:rsid w:val="00FE60DF"/>
    <w:rsid w:val="00FE725E"/>
    <w:rsid w:val="00FE761E"/>
    <w:rsid w:val="00FE7EDA"/>
    <w:rsid w:val="00FF0373"/>
    <w:rsid w:val="00FF0540"/>
    <w:rsid w:val="00FF0D54"/>
    <w:rsid w:val="00FF0E33"/>
    <w:rsid w:val="00FF1E88"/>
    <w:rsid w:val="00FF2472"/>
    <w:rsid w:val="00FF2815"/>
    <w:rsid w:val="00FF2B5A"/>
    <w:rsid w:val="00FF2CF9"/>
    <w:rsid w:val="00FF3594"/>
    <w:rsid w:val="00FF3CBD"/>
    <w:rsid w:val="00FF3F74"/>
    <w:rsid w:val="00FF40A6"/>
    <w:rsid w:val="00FF4ED8"/>
    <w:rsid w:val="00FF4F5E"/>
    <w:rsid w:val="00FF5740"/>
    <w:rsid w:val="00FF5A08"/>
    <w:rsid w:val="00FF5B6D"/>
    <w:rsid w:val="00FF6098"/>
    <w:rsid w:val="00FF60EC"/>
    <w:rsid w:val="00FF63A8"/>
    <w:rsid w:val="00FF63F9"/>
    <w:rsid w:val="00FF653D"/>
    <w:rsid w:val="00FF65B4"/>
    <w:rsid w:val="00FF6877"/>
    <w:rsid w:val="00FF74F1"/>
    <w:rsid w:val="00FF7EF1"/>
    <w:rsid w:val="00FF7F19"/>
    <w:rsid w:val="0104A5EC"/>
    <w:rsid w:val="0394245B"/>
    <w:rsid w:val="049E8A9F"/>
    <w:rsid w:val="0606D278"/>
    <w:rsid w:val="067C1BD9"/>
    <w:rsid w:val="0711CB6B"/>
    <w:rsid w:val="07325D79"/>
    <w:rsid w:val="07840489"/>
    <w:rsid w:val="08B34290"/>
    <w:rsid w:val="096BA1DD"/>
    <w:rsid w:val="0A08E725"/>
    <w:rsid w:val="0AD6B26D"/>
    <w:rsid w:val="0B52B646"/>
    <w:rsid w:val="0C55CBCC"/>
    <w:rsid w:val="0CA5313D"/>
    <w:rsid w:val="0CCF4D3D"/>
    <w:rsid w:val="0E451014"/>
    <w:rsid w:val="0E6C073C"/>
    <w:rsid w:val="0F69B712"/>
    <w:rsid w:val="0FCFECD2"/>
    <w:rsid w:val="107911B2"/>
    <w:rsid w:val="11BF69A8"/>
    <w:rsid w:val="11D7CD17"/>
    <w:rsid w:val="11FB85B8"/>
    <w:rsid w:val="126EA2BE"/>
    <w:rsid w:val="12CC9D1F"/>
    <w:rsid w:val="1301C87E"/>
    <w:rsid w:val="132E356D"/>
    <w:rsid w:val="1396667C"/>
    <w:rsid w:val="13C7A76C"/>
    <w:rsid w:val="153E2D23"/>
    <w:rsid w:val="169E3CFE"/>
    <w:rsid w:val="1711C17A"/>
    <w:rsid w:val="1A4EE0A9"/>
    <w:rsid w:val="1B33E649"/>
    <w:rsid w:val="1B5231B3"/>
    <w:rsid w:val="1B68DA60"/>
    <w:rsid w:val="1C3854B6"/>
    <w:rsid w:val="1CC16B29"/>
    <w:rsid w:val="1CE04162"/>
    <w:rsid w:val="1D9CF82B"/>
    <w:rsid w:val="1DB40786"/>
    <w:rsid w:val="1F0D84B4"/>
    <w:rsid w:val="1FA29C4C"/>
    <w:rsid w:val="1FCCF985"/>
    <w:rsid w:val="20C221D8"/>
    <w:rsid w:val="20D1637D"/>
    <w:rsid w:val="226C24BC"/>
    <w:rsid w:val="2363BBF4"/>
    <w:rsid w:val="240A6C18"/>
    <w:rsid w:val="250356DD"/>
    <w:rsid w:val="2657417F"/>
    <w:rsid w:val="26C52AE9"/>
    <w:rsid w:val="2797E7DA"/>
    <w:rsid w:val="27C51E5D"/>
    <w:rsid w:val="2906E063"/>
    <w:rsid w:val="29D8B5D2"/>
    <w:rsid w:val="2A189263"/>
    <w:rsid w:val="2A320A83"/>
    <w:rsid w:val="2A3B6126"/>
    <w:rsid w:val="2A5F16DD"/>
    <w:rsid w:val="2ACB4ACE"/>
    <w:rsid w:val="2AD8E5B0"/>
    <w:rsid w:val="2BFB3BBD"/>
    <w:rsid w:val="2D76AD30"/>
    <w:rsid w:val="2F814A1F"/>
    <w:rsid w:val="30D0D492"/>
    <w:rsid w:val="3218DC3D"/>
    <w:rsid w:val="322935A9"/>
    <w:rsid w:val="34031B65"/>
    <w:rsid w:val="3430CC4B"/>
    <w:rsid w:val="375CE994"/>
    <w:rsid w:val="376A0D16"/>
    <w:rsid w:val="399E4697"/>
    <w:rsid w:val="3E4E9C01"/>
    <w:rsid w:val="3EA8D286"/>
    <w:rsid w:val="4064B166"/>
    <w:rsid w:val="41839974"/>
    <w:rsid w:val="441FEE16"/>
    <w:rsid w:val="44F68C74"/>
    <w:rsid w:val="452CD1AF"/>
    <w:rsid w:val="46189B4F"/>
    <w:rsid w:val="466B39FF"/>
    <w:rsid w:val="470C26BB"/>
    <w:rsid w:val="4B524DD7"/>
    <w:rsid w:val="4B5DA786"/>
    <w:rsid w:val="4B65D3A1"/>
    <w:rsid w:val="4B95F30E"/>
    <w:rsid w:val="4BC4900B"/>
    <w:rsid w:val="4BEC58DA"/>
    <w:rsid w:val="4D5703B6"/>
    <w:rsid w:val="4DB934AD"/>
    <w:rsid w:val="4E5DBB97"/>
    <w:rsid w:val="4EBC0449"/>
    <w:rsid w:val="512B28F1"/>
    <w:rsid w:val="513914E7"/>
    <w:rsid w:val="51B6A675"/>
    <w:rsid w:val="554655AA"/>
    <w:rsid w:val="56741681"/>
    <w:rsid w:val="571A8F9F"/>
    <w:rsid w:val="58C445B9"/>
    <w:rsid w:val="58CF0A83"/>
    <w:rsid w:val="5909C853"/>
    <w:rsid w:val="59DC6209"/>
    <w:rsid w:val="5A1E1805"/>
    <w:rsid w:val="5A68590F"/>
    <w:rsid w:val="5B797DDC"/>
    <w:rsid w:val="5C2F1DAF"/>
    <w:rsid w:val="5CFCA398"/>
    <w:rsid w:val="5DBC1E56"/>
    <w:rsid w:val="61242B71"/>
    <w:rsid w:val="62554605"/>
    <w:rsid w:val="62A2508B"/>
    <w:rsid w:val="64B3321A"/>
    <w:rsid w:val="652F17BE"/>
    <w:rsid w:val="6536B7E3"/>
    <w:rsid w:val="65A742CD"/>
    <w:rsid w:val="67ACE098"/>
    <w:rsid w:val="69D9B0F1"/>
    <w:rsid w:val="69F57478"/>
    <w:rsid w:val="6B345010"/>
    <w:rsid w:val="6B8A9276"/>
    <w:rsid w:val="6C0C4469"/>
    <w:rsid w:val="6DB090D2"/>
    <w:rsid w:val="6E7EFC8D"/>
    <w:rsid w:val="6EF0492E"/>
    <w:rsid w:val="6F123FE9"/>
    <w:rsid w:val="7026B916"/>
    <w:rsid w:val="756461DD"/>
    <w:rsid w:val="756B5969"/>
    <w:rsid w:val="75BA4E81"/>
    <w:rsid w:val="760470FC"/>
    <w:rsid w:val="761740F4"/>
    <w:rsid w:val="77868913"/>
    <w:rsid w:val="77DE94B5"/>
    <w:rsid w:val="791CB3D1"/>
    <w:rsid w:val="794BFBFC"/>
    <w:rsid w:val="7998F15A"/>
    <w:rsid w:val="7A5BD584"/>
    <w:rsid w:val="7B050EA8"/>
    <w:rsid w:val="7CA4187A"/>
    <w:rsid w:val="7D4918C5"/>
    <w:rsid w:val="7D5EB123"/>
    <w:rsid w:val="7FBC2C7E"/>
    <w:rsid w:val="7FCA7836"/>
    <w:rsid w:val="7FFC8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70C1"/>
  <w15:chartTrackingRefBased/>
  <w15:docId w15:val="{FC9BDAA0-D82B-4C62-9FCF-EBA688DC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82EC7"/>
    <w:rPr>
      <w:sz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5794A"/>
    <w:pPr>
      <w:keepNext/>
      <w:keepLines/>
      <w:numPr>
        <w:numId w:val="17"/>
      </w:numPr>
      <w:spacing w:before="360" w:after="360"/>
      <w:jc w:val="both"/>
      <w:outlineLvl w:val="0"/>
    </w:pPr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393"/>
    <w:pPr>
      <w:keepNext/>
      <w:keepLines/>
      <w:numPr>
        <w:ilvl w:val="1"/>
        <w:numId w:val="12"/>
      </w:numPr>
      <w:spacing w:before="40" w:after="240"/>
      <w:jc w:val="both"/>
      <w:outlineLvl w:val="1"/>
    </w:pPr>
    <w:rPr>
      <w:rFonts w:ascii="Verdana" w:eastAsiaTheme="majorEastAsia" w:hAnsi="Verdana" w:cstheme="majorBidi"/>
      <w:color w:val="000000" w:themeColor="text1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A4393"/>
    <w:pPr>
      <w:numPr>
        <w:ilvl w:val="0"/>
        <w:numId w:val="0"/>
      </w:numPr>
      <w:tabs>
        <w:tab w:val="num" w:pos="360"/>
      </w:tabs>
      <w:ind w:left="432" w:hanging="432"/>
      <w:outlineLvl w:val="2"/>
    </w:pPr>
  </w:style>
  <w:style w:type="paragraph" w:styleId="Nagwek4">
    <w:name w:val="heading 4"/>
    <w:basedOn w:val="Styl3"/>
    <w:next w:val="Normalny"/>
    <w:link w:val="Nagwek4Znak"/>
    <w:uiPriority w:val="9"/>
    <w:unhideWhenUsed/>
    <w:qFormat/>
    <w:rsid w:val="000552E0"/>
    <w:pPr>
      <w:spacing w:before="40"/>
      <w:ind w:left="1021" w:hanging="1021"/>
      <w:outlineLvl w:val="3"/>
    </w:pPr>
    <w:rPr>
      <w:i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060EAD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7F1989"/>
    <w:pPr>
      <w:numPr>
        <w:numId w:val="10"/>
      </w:numPr>
      <w:spacing w:before="40" w:after="240"/>
      <w:ind w:left="567" w:hanging="567"/>
    </w:pPr>
  </w:style>
  <w:style w:type="character" w:customStyle="1" w:styleId="Styl1Znak">
    <w:name w:val="Styl1 Znak"/>
    <w:basedOn w:val="Domylnaczcionkaakapitu"/>
    <w:link w:val="Styl1"/>
    <w:rsid w:val="007F1989"/>
    <w:rPr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5A4393"/>
    <w:rPr>
      <w:rFonts w:ascii="Verdana" w:eastAsiaTheme="majorEastAsia" w:hAnsi="Verdana" w:cstheme="majorBidi"/>
      <w:color w:val="000000" w:themeColor="text1"/>
      <w:sz w:val="18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5794A"/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A4393"/>
    <w:rPr>
      <w:rFonts w:ascii="Verdana" w:eastAsiaTheme="majorEastAsia" w:hAnsi="Verdana" w:cstheme="majorBidi"/>
      <w:color w:val="000000" w:themeColor="text1"/>
      <w:sz w:val="18"/>
      <w:szCs w:val="26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1A7466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552E0"/>
    <w:rPr>
      <w:rFonts w:eastAsiaTheme="majorEastAsia" w:cstheme="majorBidi"/>
      <w:i/>
      <w:iCs/>
      <w:color w:val="000000" w:themeColor="text1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060EA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1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2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1A7466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1A7466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qFormat/>
    <w:rsid w:val="0058623A"/>
    <w:pPr>
      <w:keepNext w:val="0"/>
      <w:keepLines w:val="0"/>
      <w:numPr>
        <w:ilvl w:val="0"/>
        <w:numId w:val="0"/>
      </w:numPr>
      <w:tabs>
        <w:tab w:val="left" w:pos="2835"/>
      </w:tabs>
      <w:spacing w:before="240"/>
      <w:ind w:left="1276" w:firstLine="1"/>
    </w:pPr>
    <w:rPr>
      <w:rFonts w:asciiTheme="minorHAnsi" w:hAnsiTheme="minorHAnsi"/>
      <w:iCs/>
      <w:szCs w:val="18"/>
    </w:rPr>
  </w:style>
  <w:style w:type="paragraph" w:customStyle="1" w:styleId="Styl3">
    <w:name w:val="Styl3"/>
    <w:basedOn w:val="Styl2"/>
    <w:link w:val="Styl3Znak"/>
    <w:autoRedefine/>
    <w:qFormat/>
    <w:rsid w:val="000730E8"/>
    <w:pPr>
      <w:numPr>
        <w:ilvl w:val="3"/>
        <w:numId w:val="17"/>
      </w:numPr>
      <w:ind w:left="2268" w:hanging="850"/>
    </w:pPr>
  </w:style>
  <w:style w:type="character" w:customStyle="1" w:styleId="Styl2Znak">
    <w:name w:val="Styl2 Znak"/>
    <w:basedOn w:val="Nagwek2Znak"/>
    <w:link w:val="Styl2"/>
    <w:rsid w:val="0058623A"/>
    <w:rPr>
      <w:rFonts w:ascii="Verdana" w:eastAsiaTheme="majorEastAsia" w:hAnsi="Verdana" w:cstheme="majorBidi"/>
      <w:iCs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1A7466" w:themeColor="accent3"/>
        <w:left w:val="single" w:sz="4" w:space="0" w:color="1A7466" w:themeColor="accent3"/>
        <w:bottom w:val="single" w:sz="4" w:space="0" w:color="1A7466" w:themeColor="accent3"/>
        <w:right w:val="single" w:sz="4" w:space="0" w:color="1A7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A7466" w:themeFill="accent3"/>
      </w:tcPr>
    </w:tblStylePr>
    <w:tblStylePr w:type="lastRow">
      <w:rPr>
        <w:b/>
        <w:bCs/>
      </w:rPr>
      <w:tblPr/>
      <w:tcPr>
        <w:tcBorders>
          <w:top w:val="double" w:sz="4" w:space="0" w:color="1A7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A7466" w:themeColor="accent3"/>
          <w:right w:val="single" w:sz="4" w:space="0" w:color="1A7466" w:themeColor="accent3"/>
        </w:tcBorders>
      </w:tcPr>
    </w:tblStylePr>
    <w:tblStylePr w:type="band1Horz">
      <w:tblPr/>
      <w:tcPr>
        <w:tcBorders>
          <w:top w:val="single" w:sz="4" w:space="0" w:color="1A7466" w:themeColor="accent3"/>
          <w:bottom w:val="single" w:sz="4" w:space="0" w:color="1A7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A7466" w:themeColor="accent3"/>
          <w:left w:val="nil"/>
        </w:tcBorders>
      </w:tcPr>
    </w:tblStylePr>
    <w:tblStylePr w:type="swCell">
      <w:tblPr/>
      <w:tcPr>
        <w:tcBorders>
          <w:top w:val="double" w:sz="4" w:space="0" w:color="1A7466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0730E8"/>
    <w:rPr>
      <w:rFonts w:ascii="Verdana" w:eastAsiaTheme="majorEastAsia" w:hAnsi="Verdana" w:cstheme="majorBidi"/>
      <w:iCs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  <w:rPr>
      <w:rFonts w:asciiTheme="minorHAnsi" w:hAnsiTheme="minorHAnsi"/>
      <w:szCs w:val="18"/>
    </w:r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B71AA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71AA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1AA7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B71AA7"/>
    <w:pPr>
      <w:spacing w:after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35204E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39"/>
    <w:rsid w:val="0035204E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35204E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DE8"/>
    <w:rPr>
      <w:b/>
      <w:bCs/>
      <w:sz w:val="20"/>
      <w:szCs w:val="20"/>
    </w:rPr>
  </w:style>
  <w:style w:type="character" w:customStyle="1" w:styleId="WW8Num21z0">
    <w:name w:val="WW8Num21z0"/>
    <w:qFormat/>
    <w:rsid w:val="0007333B"/>
    <w:rPr>
      <w:rFonts w:ascii="Arial" w:hAnsi="Arial" w:cs="Arial"/>
      <w:b/>
      <w:i w:val="0"/>
      <w:sz w:val="20"/>
    </w:rPr>
  </w:style>
  <w:style w:type="table" w:customStyle="1" w:styleId="Tabela-Siatka3">
    <w:name w:val="Tabela - Siatka3"/>
    <w:basedOn w:val="Standardowy"/>
    <w:next w:val="Tabela-Siatka"/>
    <w:uiPriority w:val="39"/>
    <w:rsid w:val="00263331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76F"/>
    <w:pPr>
      <w:spacing w:after="0"/>
    </w:pPr>
    <w:rPr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1152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BE1024"/>
    <w:rPr>
      <w:color w:val="808080"/>
    </w:rPr>
  </w:style>
  <w:style w:type="table" w:customStyle="1" w:styleId="Tabela-Siatka4">
    <w:name w:val="Tabela - Siatka4"/>
    <w:basedOn w:val="Standardowy"/>
    <w:next w:val="Tabela-Siatka"/>
    <w:uiPriority w:val="39"/>
    <w:rsid w:val="00A406C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3B6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90042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00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E90042"/>
    <w:rPr>
      <w:sz w:val="18"/>
    </w:rPr>
  </w:style>
  <w:style w:type="paragraph" w:customStyle="1" w:styleId="Default">
    <w:name w:val="Default"/>
    <w:rsid w:val="00A5250A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table" w:customStyle="1" w:styleId="Tabela-Siatka21">
    <w:name w:val="Tabela - Siatka21"/>
    <w:basedOn w:val="Standardowy"/>
    <w:uiPriority w:val="39"/>
    <w:rsid w:val="00013874"/>
    <w:pPr>
      <w:spacing w:after="0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hyperlink" Target="mailto:d.twardy@pkpenergetyka.pl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swpp2.gkpge.pl" TargetMode="Externa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http://www.gkpge.pl/complianc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kpge.pl/grupapge/przetargi/zakupy/dokumenty" TargetMode="External"/><Relationship Id="rId20" Type="http://schemas.openxmlformats.org/officeDocument/2006/relationships/hyperlink" Target="https://swpp2.gkpge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gkpge.pl/grupa-pge/przetargi/zakupy" TargetMode="External"/><Relationship Id="rId32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hyperlink" Target="https://swpp2.gkpge.pl" TargetMode="External"/><Relationship Id="rId23" Type="http://schemas.openxmlformats.org/officeDocument/2006/relationships/hyperlink" Target="mailto:helpdesk.zakupy@gkpge.pl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l.studnicki@pkpenergetyka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gkpge.pl/grupa-pge/przetargi/zakupy/dokumenty" TargetMode="External"/><Relationship Id="rId22" Type="http://schemas.openxmlformats.org/officeDocument/2006/relationships/hyperlink" Target="https://www.gkpge.pl/grupa-pge/przetargi/zakupy/dokumenty" TargetMode="External"/><Relationship Id="rId27" Type="http://schemas.openxmlformats.org/officeDocument/2006/relationships/header" Target="header2.xml"/><Relationship Id="rId30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NIEPUBLICZNE%20STAN%20NA%20DN.%2010%202024\WZORY%20SWZ%20NIEPUBLICZNE%2002%2012%202024\WZ&#211;R%20SWZ%20NZ_02%2012%20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F793DEBDF64BC6B6C9051ABC2BA0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09B93-9085-4260-8D08-5EE17C508E6C}"/>
      </w:docPartPr>
      <w:docPartBody>
        <w:p w:rsidR="00D247F1" w:rsidRDefault="00D247F1" w:rsidP="00D247F1">
          <w:pPr>
            <w:pStyle w:val="46F793DEBDF64BC6B6C9051ABC2BA035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0BB1881C069F4F75BE4328F20A02EF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3E14F-FAA1-4A6C-9B5F-D23CC91977D9}"/>
      </w:docPartPr>
      <w:docPartBody>
        <w:p w:rsidR="00D247F1" w:rsidRDefault="00D247F1" w:rsidP="00D247F1">
          <w:pPr>
            <w:pStyle w:val="0BB1881C069F4F75BE4328F20A02EF06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1B95999DA9CB438EB73ADDC8BF99F3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3864C-B447-4037-928B-1623A2DA5D8A}"/>
      </w:docPartPr>
      <w:docPartBody>
        <w:p w:rsidR="00D247F1" w:rsidRDefault="00D247F1" w:rsidP="00D247F1">
          <w:pPr>
            <w:pStyle w:val="1B95999DA9CB438EB73ADDC8BF99F399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BEF9310CF2214A849951DCB778D943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24E22-0BCB-45B3-8A65-AA7024FC4567}"/>
      </w:docPartPr>
      <w:docPartBody>
        <w:p w:rsidR="00D247F1" w:rsidRDefault="00D247F1" w:rsidP="00D247F1">
          <w:pPr>
            <w:pStyle w:val="BEF9310CF2214A849951DCB778D94313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9319EE22776847FCAC4BD7D636521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71B77D-B630-4E69-AD81-2C698804A3DD}"/>
      </w:docPartPr>
      <w:docPartBody>
        <w:p w:rsidR="00D247F1" w:rsidRDefault="00D247F1" w:rsidP="00D247F1">
          <w:pPr>
            <w:pStyle w:val="9319EE22776847FCAC4BD7D636521918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AB6946BD9E3B443886E6D24BEDF0E6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8481EF-C5BC-40BE-9752-0C63D8E0A564}"/>
      </w:docPartPr>
      <w:docPartBody>
        <w:p w:rsidR="00D247F1" w:rsidRDefault="00D247F1" w:rsidP="00D247F1">
          <w:pPr>
            <w:pStyle w:val="AB6946BD9E3B443886E6D24BEDF0E634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D89704816CB7495880CBDA3EE27187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0DF4D-C25E-44B9-BDB4-178ADA3EA3C9}"/>
      </w:docPartPr>
      <w:docPartBody>
        <w:p w:rsidR="00D247F1" w:rsidRDefault="00D247F1" w:rsidP="00D247F1">
          <w:pPr>
            <w:pStyle w:val="D89704816CB7495880CBDA3EE27187BA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6125034F872C4F11934910FB5C08D1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AF44C1-C3DD-48C0-A127-F96EB9093E81}"/>
      </w:docPartPr>
      <w:docPartBody>
        <w:p w:rsidR="00D247F1" w:rsidRDefault="00D247F1" w:rsidP="00D247F1">
          <w:pPr>
            <w:pStyle w:val="6125034F872C4F11934910FB5C08D1FC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6D776C543CFD4B53A52FE21C3A1BB4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CF642-1973-4A64-A8E1-01F2F9670B44}"/>
      </w:docPartPr>
      <w:docPartBody>
        <w:p w:rsidR="00D247F1" w:rsidRDefault="00D247F1" w:rsidP="00D247F1">
          <w:pPr>
            <w:pStyle w:val="6D776C543CFD4B53A52FE21C3A1BB46A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1575A4627D624416BCAD1D91915CD7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836A9D-00CC-4AEC-82A1-A1DDE2743E92}"/>
      </w:docPartPr>
      <w:docPartBody>
        <w:p w:rsidR="00D247F1" w:rsidRDefault="00D247F1" w:rsidP="00D247F1">
          <w:pPr>
            <w:pStyle w:val="1575A4627D624416BCAD1D91915CD730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139AD0A791AD4DE49EE06D72A07614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0EB693-C1F4-40FD-9995-CEAFA95DB6B1}"/>
      </w:docPartPr>
      <w:docPartBody>
        <w:p w:rsidR="00D247F1" w:rsidRDefault="00D247F1" w:rsidP="00D247F1">
          <w:pPr>
            <w:pStyle w:val="139AD0A791AD4DE49EE06D72A076147F"/>
          </w:pPr>
          <w:r w:rsidRPr="009B0344">
            <w:rPr>
              <w:rStyle w:val="Tekstzastpczy"/>
              <w:rFonts w:eastAsiaTheme="minorHAnsi"/>
            </w:rPr>
            <w:t>[Adres firmy]</w:t>
          </w:r>
        </w:p>
      </w:docPartBody>
    </w:docPart>
    <w:docPart>
      <w:docPartPr>
        <w:name w:val="2A7F409DA7974DFB9E899E7B54BEF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C947C-C977-4B84-8AC7-5A5CB34B5E98}"/>
      </w:docPartPr>
      <w:docPartBody>
        <w:p w:rsidR="00D247F1" w:rsidRDefault="00D247F1" w:rsidP="00D247F1">
          <w:pPr>
            <w:pStyle w:val="2A7F409DA7974DFB9E899E7B54BEFB44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31A27A74808A4E44BDACF96E3306BF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EF961-891D-4AD6-8A41-AECA79D48519}"/>
      </w:docPartPr>
      <w:docPartBody>
        <w:p w:rsidR="00D247F1" w:rsidRDefault="00D247F1" w:rsidP="00D247F1">
          <w:pPr>
            <w:pStyle w:val="31A27A74808A4E44BDACF96E3306BFC3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553CC06DDCFF45ACBB31D3FBC8350D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C9BB2C-4CDE-4CA8-B4F8-74C3E160047C}"/>
      </w:docPartPr>
      <w:docPartBody>
        <w:p w:rsidR="00D247F1" w:rsidRDefault="00D247F1" w:rsidP="00D247F1">
          <w:pPr>
            <w:pStyle w:val="553CC06DDCFF45ACBB31D3FBC8350D10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0A743B13F0214E7996311979BA47C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7C5F7-39E5-4064-9579-2AFAD0D282D7}"/>
      </w:docPartPr>
      <w:docPartBody>
        <w:p w:rsidR="00D247F1" w:rsidRDefault="00D247F1" w:rsidP="00D247F1">
          <w:pPr>
            <w:pStyle w:val="0A743B13F0214E7996311979BA47C574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167CCA9E4F05439FA9DD2B7659003F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95952-68B1-4441-8828-18B61258269C}"/>
      </w:docPartPr>
      <w:docPartBody>
        <w:p w:rsidR="00D247F1" w:rsidRDefault="00D247F1" w:rsidP="00D247F1">
          <w:pPr>
            <w:pStyle w:val="167CCA9E4F05439FA9DD2B7659003F38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6EDD591D1DB444669A18389D6F391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1DA42D-CD85-445E-B362-F706B4F3992A}"/>
      </w:docPartPr>
      <w:docPartBody>
        <w:p w:rsidR="00D247F1" w:rsidRDefault="00D247F1" w:rsidP="00D247F1">
          <w:pPr>
            <w:pStyle w:val="6EDD591D1DB444669A18389D6F39160D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F55F7793FC3144948B4817ADDAB5BF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80C5CE-3192-47DD-800E-1FD367BF261B}"/>
      </w:docPartPr>
      <w:docPartBody>
        <w:p w:rsidR="00D247F1" w:rsidRDefault="00D247F1" w:rsidP="00D247F1">
          <w:pPr>
            <w:pStyle w:val="F55F7793FC3144948B4817ADDAB5BF53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D2683497475A4F18A64E2A2915196C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A98732-541B-45F1-BB11-423AC688F43A}"/>
      </w:docPartPr>
      <w:docPartBody>
        <w:p w:rsidR="00D247F1" w:rsidRDefault="00D247F1" w:rsidP="00D247F1">
          <w:pPr>
            <w:pStyle w:val="D2683497475A4F18A64E2A2915196C34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6F4E7A96CD5545A8AADEC5ABB86AD7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C0C2C8-29DB-4263-8D67-3411D3D535A3}"/>
      </w:docPartPr>
      <w:docPartBody>
        <w:p w:rsidR="00D247F1" w:rsidRDefault="00D247F1" w:rsidP="00D247F1">
          <w:pPr>
            <w:pStyle w:val="6F4E7A96CD5545A8AADEC5ABB86AD758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F59E815B350F48B89AC01033A6BED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A3B08B-2E62-4127-96F8-4B9BCFC37FCC}"/>
      </w:docPartPr>
      <w:docPartBody>
        <w:p w:rsidR="00D247F1" w:rsidRDefault="00D247F1" w:rsidP="00D247F1">
          <w:pPr>
            <w:pStyle w:val="F59E815B350F48B89AC01033A6BED1F8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143C35341C4D4FC287FA42A0897E71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0DB7EE-6B68-4D97-84B8-3B1FEEA1E194}"/>
      </w:docPartPr>
      <w:docPartBody>
        <w:p w:rsidR="00D247F1" w:rsidRDefault="00D247F1" w:rsidP="00D247F1">
          <w:pPr>
            <w:pStyle w:val="143C35341C4D4FC287FA42A0897E719B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8678CD55ABE24CD6B9C04CB46FB269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A3C57C-399F-4C1E-8BED-D3BCD6F1F927}"/>
      </w:docPartPr>
      <w:docPartBody>
        <w:p w:rsidR="00D247F1" w:rsidRDefault="00D247F1" w:rsidP="00D247F1">
          <w:pPr>
            <w:pStyle w:val="8678CD55ABE24CD6B9C04CB46FB26912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F40CE23675824883B84A687798CA56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C4334-2DDA-4D94-BD11-A3005A7CEFC1}"/>
      </w:docPartPr>
      <w:docPartBody>
        <w:p w:rsidR="00D247F1" w:rsidRDefault="00D247F1" w:rsidP="00D247F1">
          <w:pPr>
            <w:pStyle w:val="F40CE23675824883B84A687798CA5614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F8243EF2E1164EA782B5A1E6BADB16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77E145-23E9-4178-A2CD-B18A228D81BB}"/>
      </w:docPartPr>
      <w:docPartBody>
        <w:p w:rsidR="00D247F1" w:rsidRDefault="00D247F1" w:rsidP="00D247F1">
          <w:pPr>
            <w:pStyle w:val="F8243EF2E1164EA782B5A1E6BADB1635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E72F73DE53304BA69993E9464A8838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495610-F3EF-4585-896A-7D2C35E170E3}"/>
      </w:docPartPr>
      <w:docPartBody>
        <w:p w:rsidR="00D247F1" w:rsidRDefault="00D247F1" w:rsidP="00D247F1">
          <w:pPr>
            <w:pStyle w:val="E72F73DE53304BA69993E9464A883880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49B9645863AB443CAD868EEBCD1CA6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98B5B1-487F-43FE-86D9-27931317B5AE}"/>
      </w:docPartPr>
      <w:docPartBody>
        <w:p w:rsidR="00D247F1" w:rsidRDefault="00D247F1" w:rsidP="00D247F1">
          <w:pPr>
            <w:pStyle w:val="49B9645863AB443CAD868EEBCD1CA640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8C3F7AA5FA4443F5A9C926EF570944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8A5FD4-95BB-4DA8-8830-636630759505}"/>
      </w:docPartPr>
      <w:docPartBody>
        <w:p w:rsidR="00D247F1" w:rsidRDefault="00D247F1" w:rsidP="00D247F1">
          <w:pPr>
            <w:pStyle w:val="8C3F7AA5FA4443F5A9C926EF570944BF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FFC036CA99CF4E4FB370D79FD61C11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EAEFED-18D9-41AB-8BA9-DF812526D1DE}"/>
      </w:docPartPr>
      <w:docPartBody>
        <w:p w:rsidR="00D247F1" w:rsidRDefault="00D247F1" w:rsidP="00D247F1">
          <w:pPr>
            <w:pStyle w:val="FFC036CA99CF4E4FB370D79FD61C1127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45DD52C432F24AACB197171911C10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227402-E1FC-4F1F-80A4-092F6D69BDCA}"/>
      </w:docPartPr>
      <w:docPartBody>
        <w:p w:rsidR="00D247F1" w:rsidRDefault="00D247F1" w:rsidP="00D247F1">
          <w:pPr>
            <w:pStyle w:val="45DD52C432F24AACB197171911C10237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D46E1E2F7E2E4E8DB3A2D380EA9633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9E3FDA-8EA9-49C3-B201-30696C9C809A}"/>
      </w:docPartPr>
      <w:docPartBody>
        <w:p w:rsidR="00D247F1" w:rsidRDefault="00D247F1" w:rsidP="00D247F1">
          <w:pPr>
            <w:pStyle w:val="D46E1E2F7E2E4E8DB3A2D380EA9633BF"/>
          </w:pPr>
          <w:r w:rsidRPr="009B0344">
            <w:rPr>
              <w:rStyle w:val="Tekstzastpczy"/>
            </w:rPr>
            <w:t>[Firmowy adres e-mail]</w:t>
          </w:r>
        </w:p>
      </w:docPartBody>
    </w:docPart>
    <w:docPart>
      <w:docPartPr>
        <w:name w:val="C2586C26C0144775AE1B0815726EF4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2310EB-01E3-4B2C-95CF-AC3E0FDE9C52}"/>
      </w:docPartPr>
      <w:docPartBody>
        <w:p w:rsidR="00D247F1" w:rsidRDefault="00D247F1" w:rsidP="00D247F1">
          <w:pPr>
            <w:pStyle w:val="C2586C26C0144775AE1B0815726EF411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6B646073B1454A0096EC20ED92CF8A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69B0A2-F45F-4053-A88C-ABC9D7BB8D7E}"/>
      </w:docPartPr>
      <w:docPartBody>
        <w:p w:rsidR="00D247F1" w:rsidRDefault="00D247F1" w:rsidP="00D247F1">
          <w:pPr>
            <w:pStyle w:val="6B646073B1454A0096EC20ED92CF8A5F"/>
          </w:pPr>
          <w:r w:rsidRPr="009B0344">
            <w:rPr>
              <w:rStyle w:val="Tekstzastpczy"/>
            </w:rPr>
            <w:t>[Faks firmowy]</w:t>
          </w:r>
        </w:p>
      </w:docPartBody>
    </w:docPart>
    <w:docPart>
      <w:docPartPr>
        <w:name w:val="ADC284D3D11A4C86B85BE5680F648E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BECFA0-3439-4831-B019-0035D33F5835}"/>
      </w:docPartPr>
      <w:docPartBody>
        <w:p w:rsidR="00D247F1" w:rsidRDefault="00D247F1" w:rsidP="00D247F1">
          <w:pPr>
            <w:pStyle w:val="ADC284D3D11A4C86B85BE5680F648E3B"/>
          </w:pPr>
          <w:r w:rsidRPr="009B0344">
            <w:rPr>
              <w:rStyle w:val="Tekstzastpczy"/>
            </w:rPr>
            <w:t>[Faks firmowy]</w:t>
          </w:r>
        </w:p>
      </w:docPartBody>
    </w:docPart>
    <w:docPart>
      <w:docPartPr>
        <w:name w:val="6A88494A6BF54A4E9017802B6A13B3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56EE79-D12A-4BCD-B50D-4D314DC8DC2A}"/>
      </w:docPartPr>
      <w:docPartBody>
        <w:p w:rsidR="005F5A39" w:rsidRDefault="004E7360" w:rsidP="004E7360">
          <w:pPr>
            <w:pStyle w:val="6A88494A6BF54A4E9017802B6A13B3B8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DA86A628EFAF4D7FB45D832733EBC3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112ECB-317F-4267-B891-B183F3B6045C}"/>
      </w:docPartPr>
      <w:docPartBody>
        <w:p w:rsidR="00101B41" w:rsidRDefault="005F5A39" w:rsidP="005F5A39">
          <w:pPr>
            <w:pStyle w:val="DA86A628EFAF4D7FB45D832733EBC3E4"/>
          </w:pPr>
          <w:r w:rsidRPr="009B0344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and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F1"/>
    <w:rsid w:val="00005D40"/>
    <w:rsid w:val="000A5B50"/>
    <w:rsid w:val="000A6DCF"/>
    <w:rsid w:val="000F0A07"/>
    <w:rsid w:val="00101B41"/>
    <w:rsid w:val="00162D46"/>
    <w:rsid w:val="002903B9"/>
    <w:rsid w:val="00323DDE"/>
    <w:rsid w:val="0034757F"/>
    <w:rsid w:val="003D1426"/>
    <w:rsid w:val="0044083F"/>
    <w:rsid w:val="004719AB"/>
    <w:rsid w:val="00476B7F"/>
    <w:rsid w:val="004C2CBC"/>
    <w:rsid w:val="004E7360"/>
    <w:rsid w:val="00525EC6"/>
    <w:rsid w:val="00555740"/>
    <w:rsid w:val="005D671E"/>
    <w:rsid w:val="005F5A39"/>
    <w:rsid w:val="00601A98"/>
    <w:rsid w:val="00666CAD"/>
    <w:rsid w:val="006B20E5"/>
    <w:rsid w:val="00736319"/>
    <w:rsid w:val="00756DAA"/>
    <w:rsid w:val="007B5CA0"/>
    <w:rsid w:val="007C5EDB"/>
    <w:rsid w:val="0084207E"/>
    <w:rsid w:val="008D0E13"/>
    <w:rsid w:val="00987409"/>
    <w:rsid w:val="009C116D"/>
    <w:rsid w:val="009C6803"/>
    <w:rsid w:val="00A3628F"/>
    <w:rsid w:val="00A60B21"/>
    <w:rsid w:val="00A85E4B"/>
    <w:rsid w:val="00AA1E3E"/>
    <w:rsid w:val="00C25A68"/>
    <w:rsid w:val="00C44945"/>
    <w:rsid w:val="00CE0534"/>
    <w:rsid w:val="00D247F1"/>
    <w:rsid w:val="00D3100A"/>
    <w:rsid w:val="00D72AA2"/>
    <w:rsid w:val="00D80B76"/>
    <w:rsid w:val="00DA0DC3"/>
    <w:rsid w:val="00DB5D5C"/>
    <w:rsid w:val="00DC2984"/>
    <w:rsid w:val="00DC3985"/>
    <w:rsid w:val="00EF37F7"/>
    <w:rsid w:val="00FD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F5A39"/>
    <w:rPr>
      <w:color w:val="808080"/>
    </w:rPr>
  </w:style>
  <w:style w:type="paragraph" w:customStyle="1" w:styleId="46F793DEBDF64BC6B6C9051ABC2BA035">
    <w:name w:val="46F793DEBDF64BC6B6C9051ABC2BA035"/>
    <w:rsid w:val="00D247F1"/>
  </w:style>
  <w:style w:type="paragraph" w:customStyle="1" w:styleId="0BB1881C069F4F75BE4328F20A02EF06">
    <w:name w:val="0BB1881C069F4F75BE4328F20A02EF06"/>
    <w:rsid w:val="00D247F1"/>
  </w:style>
  <w:style w:type="paragraph" w:customStyle="1" w:styleId="1B95999DA9CB438EB73ADDC8BF99F399">
    <w:name w:val="1B95999DA9CB438EB73ADDC8BF99F399"/>
    <w:rsid w:val="00D247F1"/>
  </w:style>
  <w:style w:type="paragraph" w:customStyle="1" w:styleId="BEF9310CF2214A849951DCB778D94313">
    <w:name w:val="BEF9310CF2214A849951DCB778D94313"/>
    <w:rsid w:val="00D247F1"/>
  </w:style>
  <w:style w:type="paragraph" w:customStyle="1" w:styleId="9319EE22776847FCAC4BD7D636521918">
    <w:name w:val="9319EE22776847FCAC4BD7D636521918"/>
    <w:rsid w:val="00D247F1"/>
  </w:style>
  <w:style w:type="paragraph" w:customStyle="1" w:styleId="AB6946BD9E3B443886E6D24BEDF0E634">
    <w:name w:val="AB6946BD9E3B443886E6D24BEDF0E634"/>
    <w:rsid w:val="00D247F1"/>
  </w:style>
  <w:style w:type="paragraph" w:customStyle="1" w:styleId="D89704816CB7495880CBDA3EE27187BA">
    <w:name w:val="D89704816CB7495880CBDA3EE27187BA"/>
    <w:rsid w:val="00D247F1"/>
  </w:style>
  <w:style w:type="paragraph" w:customStyle="1" w:styleId="6125034F872C4F11934910FB5C08D1FC">
    <w:name w:val="6125034F872C4F11934910FB5C08D1FC"/>
    <w:rsid w:val="00D247F1"/>
  </w:style>
  <w:style w:type="paragraph" w:customStyle="1" w:styleId="6D776C543CFD4B53A52FE21C3A1BB46A">
    <w:name w:val="6D776C543CFD4B53A52FE21C3A1BB46A"/>
    <w:rsid w:val="00D247F1"/>
  </w:style>
  <w:style w:type="paragraph" w:customStyle="1" w:styleId="1575A4627D624416BCAD1D91915CD730">
    <w:name w:val="1575A4627D624416BCAD1D91915CD730"/>
    <w:rsid w:val="00D247F1"/>
  </w:style>
  <w:style w:type="paragraph" w:customStyle="1" w:styleId="139AD0A791AD4DE49EE06D72A076147F">
    <w:name w:val="139AD0A791AD4DE49EE06D72A076147F"/>
    <w:rsid w:val="00D247F1"/>
  </w:style>
  <w:style w:type="paragraph" w:customStyle="1" w:styleId="2A7F409DA7974DFB9E899E7B54BEFB44">
    <w:name w:val="2A7F409DA7974DFB9E899E7B54BEFB44"/>
    <w:rsid w:val="00D247F1"/>
  </w:style>
  <w:style w:type="paragraph" w:customStyle="1" w:styleId="31A27A74808A4E44BDACF96E3306BFC3">
    <w:name w:val="31A27A74808A4E44BDACF96E3306BFC3"/>
    <w:rsid w:val="00D247F1"/>
  </w:style>
  <w:style w:type="paragraph" w:customStyle="1" w:styleId="553CC06DDCFF45ACBB31D3FBC8350D10">
    <w:name w:val="553CC06DDCFF45ACBB31D3FBC8350D10"/>
    <w:rsid w:val="00D247F1"/>
  </w:style>
  <w:style w:type="paragraph" w:customStyle="1" w:styleId="0A743B13F0214E7996311979BA47C574">
    <w:name w:val="0A743B13F0214E7996311979BA47C574"/>
    <w:rsid w:val="00D247F1"/>
  </w:style>
  <w:style w:type="paragraph" w:customStyle="1" w:styleId="167CCA9E4F05439FA9DD2B7659003F38">
    <w:name w:val="167CCA9E4F05439FA9DD2B7659003F38"/>
    <w:rsid w:val="00D247F1"/>
  </w:style>
  <w:style w:type="paragraph" w:customStyle="1" w:styleId="6EDD591D1DB444669A18389D6F39160D">
    <w:name w:val="6EDD591D1DB444669A18389D6F39160D"/>
    <w:rsid w:val="00D247F1"/>
  </w:style>
  <w:style w:type="paragraph" w:customStyle="1" w:styleId="F55F7793FC3144948B4817ADDAB5BF53">
    <w:name w:val="F55F7793FC3144948B4817ADDAB5BF53"/>
    <w:rsid w:val="00D247F1"/>
  </w:style>
  <w:style w:type="paragraph" w:customStyle="1" w:styleId="D2683497475A4F18A64E2A2915196C34">
    <w:name w:val="D2683497475A4F18A64E2A2915196C34"/>
    <w:rsid w:val="00D247F1"/>
  </w:style>
  <w:style w:type="paragraph" w:customStyle="1" w:styleId="6F4E7A96CD5545A8AADEC5ABB86AD758">
    <w:name w:val="6F4E7A96CD5545A8AADEC5ABB86AD758"/>
    <w:rsid w:val="00D247F1"/>
  </w:style>
  <w:style w:type="paragraph" w:customStyle="1" w:styleId="F59E815B350F48B89AC01033A6BED1F8">
    <w:name w:val="F59E815B350F48B89AC01033A6BED1F8"/>
    <w:rsid w:val="00D247F1"/>
  </w:style>
  <w:style w:type="paragraph" w:customStyle="1" w:styleId="143C35341C4D4FC287FA42A0897E719B">
    <w:name w:val="143C35341C4D4FC287FA42A0897E719B"/>
    <w:rsid w:val="00D247F1"/>
  </w:style>
  <w:style w:type="paragraph" w:customStyle="1" w:styleId="8678CD55ABE24CD6B9C04CB46FB26912">
    <w:name w:val="8678CD55ABE24CD6B9C04CB46FB26912"/>
    <w:rsid w:val="00D247F1"/>
  </w:style>
  <w:style w:type="paragraph" w:customStyle="1" w:styleId="F40CE23675824883B84A687798CA5614">
    <w:name w:val="F40CE23675824883B84A687798CA5614"/>
    <w:rsid w:val="00D247F1"/>
  </w:style>
  <w:style w:type="paragraph" w:customStyle="1" w:styleId="F8243EF2E1164EA782B5A1E6BADB1635">
    <w:name w:val="F8243EF2E1164EA782B5A1E6BADB1635"/>
    <w:rsid w:val="00D247F1"/>
  </w:style>
  <w:style w:type="paragraph" w:customStyle="1" w:styleId="E72F73DE53304BA69993E9464A883880">
    <w:name w:val="E72F73DE53304BA69993E9464A883880"/>
    <w:rsid w:val="00D247F1"/>
  </w:style>
  <w:style w:type="paragraph" w:customStyle="1" w:styleId="49B9645863AB443CAD868EEBCD1CA640">
    <w:name w:val="49B9645863AB443CAD868EEBCD1CA640"/>
    <w:rsid w:val="00D247F1"/>
  </w:style>
  <w:style w:type="paragraph" w:customStyle="1" w:styleId="DA86A628EFAF4D7FB45D832733EBC3E4">
    <w:name w:val="DA86A628EFAF4D7FB45D832733EBC3E4"/>
    <w:rsid w:val="005F5A39"/>
  </w:style>
  <w:style w:type="paragraph" w:customStyle="1" w:styleId="8C3F7AA5FA4443F5A9C926EF570944BF">
    <w:name w:val="8C3F7AA5FA4443F5A9C926EF570944BF"/>
    <w:rsid w:val="00D247F1"/>
  </w:style>
  <w:style w:type="paragraph" w:customStyle="1" w:styleId="FFC036CA99CF4E4FB370D79FD61C1127">
    <w:name w:val="FFC036CA99CF4E4FB370D79FD61C1127"/>
    <w:rsid w:val="00D247F1"/>
  </w:style>
  <w:style w:type="paragraph" w:customStyle="1" w:styleId="45DD52C432F24AACB197171911C10237">
    <w:name w:val="45DD52C432F24AACB197171911C10237"/>
    <w:rsid w:val="00D247F1"/>
  </w:style>
  <w:style w:type="paragraph" w:customStyle="1" w:styleId="D46E1E2F7E2E4E8DB3A2D380EA9633BF">
    <w:name w:val="D46E1E2F7E2E4E8DB3A2D380EA9633BF"/>
    <w:rsid w:val="00D247F1"/>
  </w:style>
  <w:style w:type="paragraph" w:customStyle="1" w:styleId="C2586C26C0144775AE1B0815726EF411">
    <w:name w:val="C2586C26C0144775AE1B0815726EF411"/>
    <w:rsid w:val="00D247F1"/>
  </w:style>
  <w:style w:type="paragraph" w:customStyle="1" w:styleId="6B646073B1454A0096EC20ED92CF8A5F">
    <w:name w:val="6B646073B1454A0096EC20ED92CF8A5F"/>
    <w:rsid w:val="00D247F1"/>
  </w:style>
  <w:style w:type="paragraph" w:customStyle="1" w:styleId="ADC284D3D11A4C86B85BE5680F648E3B">
    <w:name w:val="ADC284D3D11A4C86B85BE5680F648E3B"/>
    <w:rsid w:val="00D247F1"/>
  </w:style>
  <w:style w:type="paragraph" w:customStyle="1" w:styleId="6A88494A6BF54A4E9017802B6A13B3B8">
    <w:name w:val="6A88494A6BF54A4E9017802B6A13B3B8"/>
    <w:rsid w:val="004E73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9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1A7466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PGE ENERGETYKA KOLEJOWA S.A.</PublishDate>
  <Abstract/>
  <CompanyAddress>Remont hali pociągu sieciowego Oborniki Śląskie oraz Termomodernizacja hali pociągu sieciowego Sucha Beskidzka</CompanyAddress>
  <CompanyPhone/>
  <CompanyFax>60 dni</CompanyFax>
  <CompanyEmail>wskaż wartość wadium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SWZ_POST_HZ_EK_HZL_00495_2025 publik.docx</dmsv2BaseFileName>
    <dmsv2BaseDisplayName xmlns="http://schemas.microsoft.com/sharepoint/v3">SWZ_POST_HZ_EK_HZL_00495_2025 publik</dmsv2BaseDisplayName>
    <dmsv2SWPP2ObjectNumber xmlns="http://schemas.microsoft.com/sharepoint/v3">POST/HZ/EK/HZL/00495/2025                         </dmsv2SWPP2ObjectNumber>
    <dmsv2SWPP2SumMD5 xmlns="http://schemas.microsoft.com/sharepoint/v3">9de4a48c46ae3b27c4689ea76ad6e97c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701855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24116632</dmsv2BaseClientSystemDocumentID>
    <dmsv2BaseModifiedByID xmlns="http://schemas.microsoft.com/sharepoint/v3">m.kurdziel@pkpeholding.pl</dmsv2BaseModifiedByID>
    <dmsv2BaseCreatedByID xmlns="http://schemas.microsoft.com/sharepoint/v3">m.kurdziel@pkpeholding.pl</dmsv2BaseCreatedByID>
    <dmsv2SWPP2ObjectDepartment xmlns="http://schemas.microsoft.com/sharepoint/v3">00000001001700040000000f0001</dmsv2SWPP2ObjectDepartment>
    <dmsv2SWPP2ObjectName xmlns="http://schemas.microsoft.com/sharepoint/v3">Postępowanie</dmsv2SWPP2ObjectName>
    <_dlc_DocId xmlns="a19cb1c7-c5c7-46d4-85ae-d83685407bba">JEUP5JKVCYQC-922955212-26040</_dlc_DocId>
    <_dlc_DocIdUrl xmlns="a19cb1c7-c5c7-46d4-85ae-d83685407bba">
      <Url>https://swpp2.dms.gkpge.pl/sites/41/_layouts/15/DocIdRedir.aspx?ID=JEUP5JKVCYQC-922955212-26040</Url>
      <Description>JEUP5JKVCYQC-922955212-26040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40BBC2-5F69-4499-98FC-A4F39485BC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D1EE8C-4515-435B-8A47-1532C2E15A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8E21B-BEAD-4222-9D70-FFD0842509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AA65429-75A4-455A-A149-B0FDEE9E3872}"/>
</file>

<file path=customXml/itemProps6.xml><?xml version="1.0" encoding="utf-8"?>
<ds:datastoreItem xmlns:ds="http://schemas.openxmlformats.org/officeDocument/2006/customXml" ds:itemID="{60DBDDD9-DCA1-4632-922F-B57015EFD6A4}"/>
</file>

<file path=docProps/app.xml><?xml version="1.0" encoding="utf-8"?>
<Properties xmlns="http://schemas.openxmlformats.org/officeDocument/2006/extended-properties" xmlns:vt="http://schemas.openxmlformats.org/officeDocument/2006/docPropsVTypes">
  <Template>WZÓR SWZ NZ_02 12 2024</Template>
  <TotalTime>392</TotalTime>
  <Pages>28</Pages>
  <Words>9696</Words>
  <Characters>58181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Energetyka Kolejowa Holding sp. z o.o.</Company>
  <LinksUpToDate>false</LinksUpToDate>
  <CharactersWithSpaces>67742</CharactersWithSpaces>
  <SharedDoc>false</SharedDoc>
  <HLinks>
    <vt:vector size="60" baseType="variant">
      <vt:variant>
        <vt:i4>6553632</vt:i4>
      </vt:variant>
      <vt:variant>
        <vt:i4>27</vt:i4>
      </vt:variant>
      <vt:variant>
        <vt:i4>0</vt:i4>
      </vt:variant>
      <vt:variant>
        <vt:i4>5</vt:i4>
      </vt:variant>
      <vt:variant>
        <vt:lpwstr>https://www.gkpge.pl/grupa-pge/przetargi/zakupy</vt:lpwstr>
      </vt:variant>
      <vt:variant>
        <vt:lpwstr/>
      </vt:variant>
      <vt:variant>
        <vt:i4>3145810</vt:i4>
      </vt:variant>
      <vt:variant>
        <vt:i4>24</vt:i4>
      </vt:variant>
      <vt:variant>
        <vt:i4>0</vt:i4>
      </vt:variant>
      <vt:variant>
        <vt:i4>5</vt:i4>
      </vt:variant>
      <vt:variant>
        <vt:lpwstr>mailto:helpdesk.zakupy@gkpge.pl</vt:lpwstr>
      </vt:variant>
      <vt:variant>
        <vt:lpwstr/>
      </vt:variant>
      <vt:variant>
        <vt:i4>3997753</vt:i4>
      </vt:variant>
      <vt:variant>
        <vt:i4>21</vt:i4>
      </vt:variant>
      <vt:variant>
        <vt:i4>0</vt:i4>
      </vt:variant>
      <vt:variant>
        <vt:i4>5</vt:i4>
      </vt:variant>
      <vt:variant>
        <vt:lpwstr>https://www.gkpge.pl/rodo/klauzule-informacyjne</vt:lpwstr>
      </vt:variant>
      <vt:variant>
        <vt:lpwstr/>
      </vt:variant>
      <vt:variant>
        <vt:i4>4194389</vt:i4>
      </vt:variant>
      <vt:variant>
        <vt:i4>18</vt:i4>
      </vt:variant>
      <vt:variant>
        <vt:i4>0</vt:i4>
      </vt:variant>
      <vt:variant>
        <vt:i4>5</vt:i4>
      </vt:variant>
      <vt:variant>
        <vt:lpwstr>https://www.gkpge.pl/grupa-pge/przetargi/zakupy/dokumenty</vt:lpwstr>
      </vt:variant>
      <vt:variant>
        <vt:lpwstr/>
      </vt:variant>
      <vt:variant>
        <vt:i4>7733363</vt:i4>
      </vt:variant>
      <vt:variant>
        <vt:i4>15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7733363</vt:i4>
      </vt:variant>
      <vt:variant>
        <vt:i4>12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8061054</vt:i4>
      </vt:variant>
      <vt:variant>
        <vt:i4>9</vt:i4>
      </vt:variant>
      <vt:variant>
        <vt:i4>0</vt:i4>
      </vt:variant>
      <vt:variant>
        <vt:i4>5</vt:i4>
      </vt:variant>
      <vt:variant>
        <vt:lpwstr>http://www.gkpge.pl/compliance</vt:lpwstr>
      </vt:variant>
      <vt:variant>
        <vt:lpwstr/>
      </vt:variant>
      <vt:variant>
        <vt:i4>1769562</vt:i4>
      </vt:variant>
      <vt:variant>
        <vt:i4>6</vt:i4>
      </vt:variant>
      <vt:variant>
        <vt:i4>0</vt:i4>
      </vt:variant>
      <vt:variant>
        <vt:i4>5</vt:i4>
      </vt:variant>
      <vt:variant>
        <vt:lpwstr>https://www.gkpge.pl/grupapge/przetargi/zakupy/dokumenty</vt:lpwstr>
      </vt:variant>
      <vt:variant>
        <vt:lpwstr/>
      </vt:variant>
      <vt:variant>
        <vt:i4>7733363</vt:i4>
      </vt:variant>
      <vt:variant>
        <vt:i4>3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4194389</vt:i4>
      </vt:variant>
      <vt:variant>
        <vt:i4>0</vt:i4>
      </vt:variant>
      <vt:variant>
        <vt:i4>0</vt:i4>
      </vt:variant>
      <vt:variant>
        <vt:i4>5</vt:i4>
      </vt:variant>
      <vt:variant>
        <vt:lpwstr>https://www.gkpge.pl/grupa-pge/przetargi/zakupy/dokumenty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POST/HZ/EK/HZL/00495/2025</dc:creator>
  <cp:keywords/>
  <dc:description/>
  <cp:lastModifiedBy>Magdalena Kurdziel</cp:lastModifiedBy>
  <cp:revision>22</cp:revision>
  <cp:lastPrinted>2024-07-17T17:21:00Z</cp:lastPrinted>
  <dcterms:created xsi:type="dcterms:W3CDTF">2025-12-23T09:55:00Z</dcterms:created>
  <dcterms:modified xsi:type="dcterms:W3CDTF">2026-01-14T08:09:00Z</dcterms:modified>
  <cp:category>robót budowlanych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4114f9-be46-4331-8fe2-8a463f84c1e9_Enabled">
    <vt:lpwstr>true</vt:lpwstr>
  </property>
  <property fmtid="{D5CDD505-2E9C-101B-9397-08002B2CF9AE}" pid="3" name="MSIP_Label_514114f9-be46-4331-8fe2-8a463f84c1e9_SetDate">
    <vt:lpwstr>2025-01-10T07:46:28Z</vt:lpwstr>
  </property>
  <property fmtid="{D5CDD505-2E9C-101B-9397-08002B2CF9AE}" pid="4" name="MSIP_Label_514114f9-be46-4331-8fe2-8a463f84c1e9_Method">
    <vt:lpwstr>Privileged</vt:lpwstr>
  </property>
  <property fmtid="{D5CDD505-2E9C-101B-9397-08002B2CF9AE}" pid="5" name="MSIP_Label_514114f9-be46-4331-8fe2-8a463f84c1e9_Name">
    <vt:lpwstr>ALL-Wewnetrzne-w-GK-PGE</vt:lpwstr>
  </property>
  <property fmtid="{D5CDD505-2E9C-101B-9397-08002B2CF9AE}" pid="6" name="MSIP_Label_514114f9-be46-4331-8fe2-8a463f84c1e9_SiteId">
    <vt:lpwstr>e9895a11-04dc-4848-aa12-7fca9faefb60</vt:lpwstr>
  </property>
  <property fmtid="{D5CDD505-2E9C-101B-9397-08002B2CF9AE}" pid="7" name="MSIP_Label_514114f9-be46-4331-8fe2-8a463f84c1e9_ActionId">
    <vt:lpwstr>6e150b73-4e2d-49d5-a0e3-248facb53d6e</vt:lpwstr>
  </property>
  <property fmtid="{D5CDD505-2E9C-101B-9397-08002B2CF9AE}" pid="8" name="MSIP_Label_514114f9-be46-4331-8fe2-8a463f84c1e9_ContentBits">
    <vt:lpwstr>1</vt:lpwstr>
  </property>
  <property fmtid="{D5CDD505-2E9C-101B-9397-08002B2CF9AE}" pid="9" name="ContentTypeId">
    <vt:lpwstr>0x010189100010A82FE65F7EBA4D9876229CB4323D44</vt:lpwstr>
  </property>
  <property fmtid="{D5CDD505-2E9C-101B-9397-08002B2CF9AE}" pid="10" name="PGEEKCATEGORY">
    <vt:lpwstr>PUB</vt:lpwstr>
  </property>
  <property fmtid="{D5CDD505-2E9C-101B-9397-08002B2CF9AE}" pid="11" name="PGEEKClassifiedBy">
    <vt:lpwstr>PKPENERGETYKA\m.kiliszek;Magdalena Kiliszek</vt:lpwstr>
  </property>
  <property fmtid="{D5CDD505-2E9C-101B-9397-08002B2CF9AE}" pid="12" name="PGEEKClassificationDate">
    <vt:lpwstr>2025-03-05T12:50:22.2599177+01:00</vt:lpwstr>
  </property>
  <property fmtid="{D5CDD505-2E9C-101B-9397-08002B2CF9AE}" pid="13" name="PGEEKClassifiedBySID">
    <vt:lpwstr>PKPENERGETYKA\S-1-5-21-3871890766-2155079996-2380071410-87629</vt:lpwstr>
  </property>
  <property fmtid="{D5CDD505-2E9C-101B-9397-08002B2CF9AE}" pid="14" name="PGEEKGRNItemId">
    <vt:lpwstr>GRN-435deef9-3caa-431f-8e43-b177036d6355</vt:lpwstr>
  </property>
  <property fmtid="{D5CDD505-2E9C-101B-9397-08002B2CF9AE}" pid="15" name="PGEEKHash">
    <vt:lpwstr>VnSgqhNvO2YpmNPqKN6WvQjyJk/LtEaSeS3zVfOEwlY=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{b1ba84fe-90d9-40dd-ba64-214a5793dae5}</vt:lpwstr>
  </property>
  <property fmtid="{D5CDD505-2E9C-101B-9397-08002B2CF9AE}" pid="18" name="PGEEKRefresh">
    <vt:lpwstr>False</vt:lpwstr>
  </property>
  <property fmtid="{D5CDD505-2E9C-101B-9397-08002B2CF9AE}" pid="19" name="_dlc_DocIdItemGuid">
    <vt:lpwstr>d5db4fb4-d1d2-4257-920c-510cb6eda6c2</vt:lpwstr>
  </property>
</Properties>
</file>